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B0B3A3" w14:textId="36671044" w:rsidR="00402978" w:rsidRPr="00BE6C68" w:rsidRDefault="00402978" w:rsidP="00402978">
      <w:pPr>
        <w:pStyle w:val="Default"/>
        <w:spacing w:line="276" w:lineRule="auto"/>
        <w:jc w:val="center"/>
        <w:rPr>
          <w:rFonts w:asciiTheme="minorHAnsi" w:hAnsiTheme="minorHAnsi" w:cs="Times New Roman"/>
          <w:b/>
          <w:bCs/>
          <w:u w:val="single"/>
        </w:rPr>
      </w:pPr>
      <w:r>
        <w:rPr>
          <w:rFonts w:asciiTheme="minorHAnsi" w:hAnsiTheme="minorHAnsi" w:cs="Times New Roman"/>
          <w:sz w:val="32"/>
          <w:szCs w:val="32"/>
        </w:rPr>
        <w:t xml:space="preserve">Torneo per classi </w:t>
      </w:r>
      <w:r>
        <w:rPr>
          <w:rFonts w:asciiTheme="minorHAnsi" w:hAnsiTheme="minorHAnsi" w:cs="Times New Roman"/>
          <w:b/>
          <w:bCs/>
          <w:i/>
          <w:iCs/>
          <w:sz w:val="32"/>
          <w:szCs w:val="32"/>
          <w:u w:val="single"/>
        </w:rPr>
        <w:t>TUTTI IN CAMPO</w:t>
      </w:r>
    </w:p>
    <w:p w14:paraId="691756CF" w14:textId="17052108" w:rsidR="003D126D" w:rsidRDefault="00D25327" w:rsidP="00402978">
      <w:pPr>
        <w:pStyle w:val="Default"/>
        <w:spacing w:line="276" w:lineRule="auto"/>
        <w:jc w:val="center"/>
        <w:rPr>
          <w:rFonts w:asciiTheme="minorHAnsi" w:hAnsiTheme="minorHAnsi" w:cs="Times New Roman"/>
          <w:bCs/>
          <w:sz w:val="32"/>
          <w:szCs w:val="32"/>
        </w:rPr>
      </w:pPr>
      <w:r>
        <w:rPr>
          <w:rFonts w:asciiTheme="minorHAnsi" w:hAnsiTheme="minorHAnsi" w:cs="Times New Roman"/>
          <w:bCs/>
          <w:sz w:val="32"/>
          <w:szCs w:val="32"/>
        </w:rPr>
        <w:t xml:space="preserve"> SCHEDA DI ISCRIZIONE</w:t>
      </w:r>
      <w:r w:rsidR="008B38DC">
        <w:rPr>
          <w:rFonts w:asciiTheme="minorHAnsi" w:hAnsiTheme="minorHAnsi" w:cs="Times New Roman"/>
          <w:bCs/>
          <w:sz w:val="32"/>
          <w:szCs w:val="32"/>
        </w:rPr>
        <w:t xml:space="preserve"> SCUOLE DI </w:t>
      </w:r>
      <w:r w:rsidR="008B38DC" w:rsidRPr="008B38DC">
        <w:rPr>
          <w:rFonts w:asciiTheme="minorHAnsi" w:hAnsiTheme="minorHAnsi" w:cs="Times New Roman"/>
          <w:b/>
          <w:sz w:val="32"/>
          <w:szCs w:val="32"/>
          <w:u w:val="single"/>
        </w:rPr>
        <w:t>1° GRADO</w:t>
      </w:r>
    </w:p>
    <w:tbl>
      <w:tblPr>
        <w:tblStyle w:val="Grigliatabella"/>
        <w:tblpPr w:leftFromText="141" w:rightFromText="141" w:vertAnchor="page" w:horzAnchor="margin" w:tblpY="4861"/>
        <w:tblW w:w="9322" w:type="dxa"/>
        <w:tblLook w:val="04A0" w:firstRow="1" w:lastRow="0" w:firstColumn="1" w:lastColumn="0" w:noHBand="0" w:noVBand="1"/>
      </w:tblPr>
      <w:tblGrid>
        <w:gridCol w:w="2802"/>
        <w:gridCol w:w="992"/>
        <w:gridCol w:w="283"/>
        <w:gridCol w:w="142"/>
        <w:gridCol w:w="2410"/>
        <w:gridCol w:w="992"/>
        <w:gridCol w:w="567"/>
        <w:gridCol w:w="1134"/>
      </w:tblGrid>
      <w:tr w:rsidR="00C60E97" w:rsidRPr="00577B08" w14:paraId="04D5BC3B" w14:textId="77777777" w:rsidTr="00FD56C4">
        <w:tc>
          <w:tcPr>
            <w:tcW w:w="2802" w:type="dxa"/>
          </w:tcPr>
          <w:p w14:paraId="5FD977B6" w14:textId="77777777" w:rsidR="00C60E97" w:rsidRPr="00577B08" w:rsidRDefault="00C60E97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 w:rsidRPr="00577B08">
              <w:rPr>
                <w:rFonts w:asciiTheme="minorHAnsi" w:hAnsiTheme="minorHAnsi" w:cs="Times New Roman"/>
                <w:bCs/>
                <w:sz w:val="22"/>
                <w:szCs w:val="22"/>
              </w:rPr>
              <w:t>ISTITUTO</w:t>
            </w:r>
          </w:p>
        </w:tc>
        <w:tc>
          <w:tcPr>
            <w:tcW w:w="6520" w:type="dxa"/>
            <w:gridSpan w:val="7"/>
          </w:tcPr>
          <w:p w14:paraId="34D25A0F" w14:textId="77777777" w:rsidR="00C60E97" w:rsidRPr="00577B08" w:rsidRDefault="00C60E97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C60E97" w:rsidRPr="00577B08" w14:paraId="643F0B4A" w14:textId="77777777" w:rsidTr="00FD56C4">
        <w:tc>
          <w:tcPr>
            <w:tcW w:w="2802" w:type="dxa"/>
          </w:tcPr>
          <w:p w14:paraId="16A2E18D" w14:textId="77777777" w:rsidR="00C60E97" w:rsidRPr="00577B08" w:rsidRDefault="00C60E97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CODICE MECCANOGRAFICO</w:t>
            </w:r>
          </w:p>
        </w:tc>
        <w:tc>
          <w:tcPr>
            <w:tcW w:w="6520" w:type="dxa"/>
            <w:gridSpan w:val="7"/>
          </w:tcPr>
          <w:p w14:paraId="01B3A7F5" w14:textId="77777777" w:rsidR="00C60E97" w:rsidRPr="00577B08" w:rsidRDefault="00C60E97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FD7F2C" w:rsidRPr="00577B08" w14:paraId="4F799BB9" w14:textId="77777777" w:rsidTr="00FD56C4">
        <w:tc>
          <w:tcPr>
            <w:tcW w:w="4219" w:type="dxa"/>
            <w:gridSpan w:val="4"/>
            <w:tcBorders>
              <w:bottom w:val="nil"/>
              <w:right w:val="nil"/>
            </w:tcBorders>
          </w:tcPr>
          <w:p w14:paraId="3B9A8F8F" w14:textId="77777777" w:rsidR="00FD7F2C" w:rsidRPr="00577B08" w:rsidRDefault="00FD7F2C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barrare la casella dello sport scelto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61A0F2F2" w14:textId="16119555" w:rsidR="00FD7F2C" w:rsidRPr="00577B08" w:rsidRDefault="00FD7F2C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950F51" w14:textId="4A392296" w:rsidR="00FD7F2C" w:rsidRPr="00577B08" w:rsidRDefault="00FD7F2C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 xml:space="preserve">Numero classi </w:t>
            </w:r>
            <w:r w:rsidR="0045300D">
              <w:rPr>
                <w:rFonts w:asciiTheme="minorHAnsi" w:hAnsiTheme="minorHAnsi" w:cs="Times New Roman"/>
                <w:bCs/>
                <w:sz w:val="22"/>
                <w:szCs w:val="22"/>
              </w:rPr>
              <w:t>P</w:t>
            </w: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artecipanti</w:t>
            </w:r>
          </w:p>
        </w:tc>
      </w:tr>
      <w:tr w:rsidR="00430FB9" w:rsidRPr="00577B08" w14:paraId="6926C668" w14:textId="77777777" w:rsidTr="00FD56C4">
        <w:tc>
          <w:tcPr>
            <w:tcW w:w="379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7E772" w14:textId="77777777" w:rsidR="00430FB9" w:rsidRPr="00577B08" w:rsidRDefault="00430FB9" w:rsidP="00FD56C4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TAG RUGBY PRIMA MEDIA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AEB8" w14:textId="77777777" w:rsidR="00430FB9" w:rsidRPr="00577B08" w:rsidRDefault="00430FB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79AC6C" w14:textId="77777777" w:rsidR="00430FB9" w:rsidRPr="00577B08" w:rsidRDefault="00430FB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46D92D3" w14:textId="77777777" w:rsidR="00430FB9" w:rsidRPr="00577B08" w:rsidRDefault="00430FB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A65622" w14:textId="77777777" w:rsidR="00430FB9" w:rsidRPr="00577B08" w:rsidRDefault="00430FB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A3DB74" w14:textId="7773115A" w:rsidR="00430FB9" w:rsidRPr="00577B08" w:rsidRDefault="00430FB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2628B7" w:rsidRPr="00577B08" w14:paraId="7169FD11" w14:textId="77777777" w:rsidTr="00FD56C4">
        <w:tc>
          <w:tcPr>
            <w:tcW w:w="379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13F2D" w14:textId="6823029A" w:rsidR="002628B7" w:rsidRDefault="002628B7" w:rsidP="00FD56C4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TAG RUGBY SECONDA MEDIA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884D" w14:textId="77777777" w:rsidR="002628B7" w:rsidRPr="00577B08" w:rsidRDefault="002628B7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86BB7A" w14:textId="77777777" w:rsidR="002628B7" w:rsidRPr="00577B08" w:rsidRDefault="002628B7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DD3186E" w14:textId="77777777" w:rsidR="002628B7" w:rsidRPr="00577B08" w:rsidRDefault="002628B7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5CF706" w14:textId="77777777" w:rsidR="002628B7" w:rsidRPr="00577B08" w:rsidRDefault="002628B7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7D6A77" w14:textId="77777777" w:rsidR="002628B7" w:rsidRPr="00577B08" w:rsidRDefault="002628B7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2628B7" w:rsidRPr="00577B08" w14:paraId="274578CC" w14:textId="77777777" w:rsidTr="00FD56C4">
        <w:tc>
          <w:tcPr>
            <w:tcW w:w="379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16FB2" w14:textId="77235FCF" w:rsidR="002628B7" w:rsidRDefault="00B52476" w:rsidP="00FD56C4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TAG RUGBY TERZA MEDIA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E69E" w14:textId="77777777" w:rsidR="002628B7" w:rsidRPr="00577B08" w:rsidRDefault="002628B7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A050E" w14:textId="77777777" w:rsidR="002628B7" w:rsidRPr="00577B08" w:rsidRDefault="002628B7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A30B2C4" w14:textId="77777777" w:rsidR="002628B7" w:rsidRPr="00577B08" w:rsidRDefault="002628B7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46EA62" w14:textId="77777777" w:rsidR="002628B7" w:rsidRPr="00577B08" w:rsidRDefault="002628B7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9AA1FE" w14:textId="77777777" w:rsidR="002628B7" w:rsidRPr="00577B08" w:rsidRDefault="002628B7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B52476" w:rsidRPr="00577B08" w14:paraId="68F82F3B" w14:textId="77777777" w:rsidTr="00FD56C4">
        <w:tc>
          <w:tcPr>
            <w:tcW w:w="379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FB18B" w14:textId="7054E7FA" w:rsidR="00B52476" w:rsidRDefault="00B52476" w:rsidP="00FD56C4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VOLLEY S3 PRIMA MEDIA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E5FC" w14:textId="77777777" w:rsidR="00B52476" w:rsidRPr="00577B08" w:rsidRDefault="00B5247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65A8C5" w14:textId="77777777" w:rsidR="00B52476" w:rsidRPr="00577B08" w:rsidRDefault="00B5247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C087E8E" w14:textId="77777777" w:rsidR="00B52476" w:rsidRPr="00577B08" w:rsidRDefault="00B5247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EC0A7D" w14:textId="77777777" w:rsidR="00B52476" w:rsidRPr="00577B08" w:rsidRDefault="00B5247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5B55D2" w14:textId="77777777" w:rsidR="00B52476" w:rsidRPr="00577B08" w:rsidRDefault="00B5247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B52476" w:rsidRPr="00577B08" w14:paraId="02C5EF1F" w14:textId="77777777" w:rsidTr="00FD56C4">
        <w:tc>
          <w:tcPr>
            <w:tcW w:w="379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D6356" w14:textId="6C6AD585" w:rsidR="00B52476" w:rsidRDefault="00B52476" w:rsidP="00FD56C4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VOLLEY S3 SECON</w:t>
            </w:r>
            <w:r w:rsidR="00EB71AB">
              <w:rPr>
                <w:rFonts w:asciiTheme="minorHAnsi" w:hAnsiTheme="minorHAnsi" w:cs="Times New Roman"/>
                <w:bCs/>
                <w:sz w:val="22"/>
                <w:szCs w:val="22"/>
              </w:rPr>
              <w:t>D</w:t>
            </w: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A MEDIA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C7DE" w14:textId="77777777" w:rsidR="00B52476" w:rsidRPr="00577B08" w:rsidRDefault="00B5247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A8393D" w14:textId="77777777" w:rsidR="00B52476" w:rsidRPr="00577B08" w:rsidRDefault="00B5247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9A8855F" w14:textId="77777777" w:rsidR="00B52476" w:rsidRPr="00577B08" w:rsidRDefault="00B5247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11476F" w14:textId="77777777" w:rsidR="00B52476" w:rsidRPr="00577B08" w:rsidRDefault="00B5247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EE3076" w14:textId="77777777" w:rsidR="00B52476" w:rsidRPr="00577B08" w:rsidRDefault="00B5247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B52476" w:rsidRPr="00577B08" w14:paraId="17D27D55" w14:textId="77777777" w:rsidTr="00FD56C4">
        <w:tc>
          <w:tcPr>
            <w:tcW w:w="37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3F60" w14:textId="609E4578" w:rsidR="00B52476" w:rsidRDefault="00EB71AB" w:rsidP="00FD56C4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VOLLEY S3 TERZA MEDIA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3C69" w14:textId="77777777" w:rsidR="00B52476" w:rsidRPr="00577B08" w:rsidRDefault="00B5247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4F76FC5" w14:textId="77777777" w:rsidR="00B52476" w:rsidRPr="00577B08" w:rsidRDefault="00B5247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87BA6C" w14:textId="77777777" w:rsidR="00B52476" w:rsidRPr="00577B08" w:rsidRDefault="00B5247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07A39D" w14:textId="77777777" w:rsidR="00B52476" w:rsidRPr="00577B08" w:rsidRDefault="00B5247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1CAAD4" w14:textId="77777777" w:rsidR="00B52476" w:rsidRPr="00577B08" w:rsidRDefault="00B5247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E85E29" w:rsidRPr="00577B08" w14:paraId="591EC879" w14:textId="77777777" w:rsidTr="00342C53"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01C7A4F" w14:textId="27EA5B1C" w:rsidR="00E85E29" w:rsidRDefault="00E85E29" w:rsidP="00FD56C4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FLAG FOOTBALL PRIMA MEDIA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8D2468" w14:textId="77777777" w:rsidR="00E85E29" w:rsidRPr="00577B08" w:rsidRDefault="00E85E2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436E3FA" w14:textId="4B6A3F50" w:rsidR="00E85E29" w:rsidRDefault="00E85E2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Istituti</w:t>
            </w:r>
            <w:r w:rsidR="00D63BC4">
              <w:rPr>
                <w:rFonts w:asciiTheme="minorHAnsi" w:hAnsiTheme="minorHAnsi" w:cs="Times New Roman"/>
                <w:bCs/>
                <w:sz w:val="22"/>
                <w:szCs w:val="22"/>
              </w:rPr>
              <w:t xml:space="preserve"> </w:t>
            </w:r>
          </w:p>
          <w:p w14:paraId="4684FC91" w14:textId="77777777" w:rsidR="00C554B6" w:rsidRDefault="00E85E2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 xml:space="preserve">Provincia </w:t>
            </w:r>
            <w:r w:rsidR="00C554B6">
              <w:rPr>
                <w:rFonts w:asciiTheme="minorHAnsi" w:hAnsiTheme="minorHAnsi" w:cs="Times New Roman"/>
                <w:bCs/>
                <w:sz w:val="22"/>
                <w:szCs w:val="22"/>
              </w:rPr>
              <w:t>di</w:t>
            </w:r>
          </w:p>
          <w:p w14:paraId="24BA7F5A" w14:textId="0E755686" w:rsidR="00E85E29" w:rsidRPr="00577B08" w:rsidRDefault="00E85E2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ANCONA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1B463CF" w14:textId="77777777" w:rsidR="00E85E29" w:rsidRPr="00577B08" w:rsidRDefault="00E85E2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065B3F3" w14:textId="77777777" w:rsidR="00E85E29" w:rsidRPr="00577B08" w:rsidRDefault="00E85E2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8B52A25" w14:textId="77777777" w:rsidR="00E85E29" w:rsidRPr="00577B08" w:rsidRDefault="00E85E2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E85E29" w:rsidRPr="00577B08" w14:paraId="54C6FC33" w14:textId="77777777" w:rsidTr="00342C53">
        <w:tc>
          <w:tcPr>
            <w:tcW w:w="379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8A92BC3" w14:textId="1D44EB9D" w:rsidR="00E85E29" w:rsidRDefault="00E85E29" w:rsidP="00FD56C4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FLAG FOOTBALL SECONDA MEDIA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00925B" w14:textId="77777777" w:rsidR="00E85E29" w:rsidRPr="00577B08" w:rsidRDefault="00E85E2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9FBA7F2" w14:textId="2DE92950" w:rsidR="00E85E29" w:rsidRPr="00577B08" w:rsidRDefault="00E85E2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6669E31" w14:textId="77777777" w:rsidR="00E85E29" w:rsidRPr="00577B08" w:rsidRDefault="00E85E2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9CFAF3F" w14:textId="77777777" w:rsidR="00E85E29" w:rsidRPr="00577B08" w:rsidRDefault="00E85E2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F82B782" w14:textId="77777777" w:rsidR="00E85E29" w:rsidRPr="00577B08" w:rsidRDefault="00E85E2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E85E29" w:rsidRPr="00577B08" w14:paraId="2098AB25" w14:textId="77777777" w:rsidTr="00342C53">
        <w:tc>
          <w:tcPr>
            <w:tcW w:w="37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5E1B1A" w14:textId="7272A9F5" w:rsidR="00E85E29" w:rsidRDefault="00E85E29" w:rsidP="00FD56C4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FLAG FOOTBALL TERZA MEDIA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427EA0" w14:textId="77777777" w:rsidR="00E85E29" w:rsidRPr="00577B08" w:rsidRDefault="00E85E2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4009338" w14:textId="185B60DF" w:rsidR="00E85E29" w:rsidRPr="00577B08" w:rsidRDefault="00E85E2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51CB60A" w14:textId="77777777" w:rsidR="00E85E29" w:rsidRPr="00577B08" w:rsidRDefault="00E85E2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98090A6" w14:textId="77777777" w:rsidR="00E85E29" w:rsidRPr="00577B08" w:rsidRDefault="00E85E2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3A032C" w14:textId="77777777" w:rsidR="00E85E29" w:rsidRPr="00577B08" w:rsidRDefault="00E85E29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C554B6" w:rsidRPr="00577B08" w14:paraId="13AF1255" w14:textId="77777777" w:rsidTr="00FD56C4"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CB70A1" w14:textId="283ADCB9" w:rsidR="00C554B6" w:rsidRDefault="00C554B6" w:rsidP="00FD56C4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BADMINTON PRIMA MEDIA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9D10" w14:textId="77777777" w:rsidR="00C554B6" w:rsidRPr="00577B08" w:rsidRDefault="00C554B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310C44CE" w14:textId="3568A75C" w:rsidR="00B0668D" w:rsidRDefault="00B0668D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Istituti</w:t>
            </w:r>
            <w:r w:rsidR="00D63BC4">
              <w:rPr>
                <w:rFonts w:asciiTheme="minorHAnsi" w:hAnsiTheme="minorHAnsi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Province di</w:t>
            </w:r>
          </w:p>
          <w:p w14:paraId="08126115" w14:textId="40BB699C" w:rsidR="00B0668D" w:rsidRDefault="00B0668D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ASCOLI PICENO e PESARO</w:t>
            </w:r>
            <w:bookmarkStart w:id="0" w:name="_GoBack"/>
            <w:r w:rsidR="00D63BC4">
              <w:rPr>
                <w:rFonts w:asciiTheme="minorHAnsi" w:hAnsiTheme="minorHAnsi" w:cs="Times New Roman"/>
                <w:bCs/>
                <w:sz w:val="22"/>
                <w:szCs w:val="22"/>
              </w:rPr>
              <w:t>-URBINO</w:t>
            </w:r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23162E" w14:textId="77777777" w:rsidR="00C554B6" w:rsidRPr="00577B08" w:rsidRDefault="00C554B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16BB5B" w14:textId="77777777" w:rsidR="00C554B6" w:rsidRPr="00577B08" w:rsidRDefault="00C554B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01E40F7" w14:textId="77777777" w:rsidR="00C554B6" w:rsidRPr="00577B08" w:rsidRDefault="00C554B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C554B6" w:rsidRPr="00577B08" w14:paraId="761BBF57" w14:textId="77777777" w:rsidTr="00FD56C4">
        <w:tc>
          <w:tcPr>
            <w:tcW w:w="379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E55FE" w14:textId="14C87BBD" w:rsidR="00C554B6" w:rsidRDefault="00C554B6" w:rsidP="00FD56C4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BADMINTON SECONDA MEDIA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C784" w14:textId="77777777" w:rsidR="00C554B6" w:rsidRPr="00577B08" w:rsidRDefault="00C554B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2473EF6B" w14:textId="77777777" w:rsidR="00C554B6" w:rsidRDefault="00C554B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EB494E5" w14:textId="77777777" w:rsidR="00C554B6" w:rsidRPr="00577B08" w:rsidRDefault="00C554B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C0D16F" w14:textId="77777777" w:rsidR="00C554B6" w:rsidRPr="00577B08" w:rsidRDefault="00C554B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2F6AAA" w14:textId="77777777" w:rsidR="00C554B6" w:rsidRPr="00577B08" w:rsidRDefault="00C554B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C554B6" w:rsidRPr="00577B08" w14:paraId="0BD82E9F" w14:textId="77777777" w:rsidTr="00FD56C4">
        <w:tc>
          <w:tcPr>
            <w:tcW w:w="37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8EB4" w14:textId="5F2899F5" w:rsidR="00C554B6" w:rsidRDefault="00C554B6" w:rsidP="00FD56C4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BADMINTON TERZA MEDIA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57D9" w14:textId="77777777" w:rsidR="00C554B6" w:rsidRPr="00577B08" w:rsidRDefault="00C554B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02EAEC1D" w14:textId="77777777" w:rsidR="00C554B6" w:rsidRDefault="00C554B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70C491" w14:textId="77777777" w:rsidR="00C554B6" w:rsidRPr="00577B08" w:rsidRDefault="00C554B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31B2B7" w14:textId="77777777" w:rsidR="00C554B6" w:rsidRPr="00577B08" w:rsidRDefault="00C554B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A1DE40" w14:textId="77777777" w:rsidR="00C554B6" w:rsidRPr="00577B08" w:rsidRDefault="00C554B6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B0668D" w:rsidRPr="00577B08" w14:paraId="2EF554C3" w14:textId="77777777" w:rsidTr="00342C53"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528B8F5" w14:textId="484367B0" w:rsidR="00B0668D" w:rsidRDefault="00B0668D" w:rsidP="00FD56C4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CORSA CAMPESTRE PRIMA MEDIA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64C45C7" w14:textId="77777777" w:rsidR="00B0668D" w:rsidRPr="00577B08" w:rsidRDefault="00B0668D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E4042B5" w14:textId="77777777" w:rsidR="00B0668D" w:rsidRDefault="00B0668D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Istituti</w:t>
            </w:r>
          </w:p>
          <w:p w14:paraId="124BF372" w14:textId="77777777" w:rsidR="00B0668D" w:rsidRDefault="00B0668D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Province di</w:t>
            </w:r>
          </w:p>
          <w:p w14:paraId="571DB4AA" w14:textId="462BEF71" w:rsidR="00B0668D" w:rsidRDefault="00DA3A0D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MACERATA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9A8C1A4" w14:textId="77777777" w:rsidR="00B0668D" w:rsidRPr="00577B08" w:rsidRDefault="00B0668D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A1968ED" w14:textId="77777777" w:rsidR="00B0668D" w:rsidRPr="00577B08" w:rsidRDefault="00B0668D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BDB165A" w14:textId="77777777" w:rsidR="00B0668D" w:rsidRPr="00577B08" w:rsidRDefault="00B0668D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B0668D" w:rsidRPr="00577B08" w14:paraId="6A7956A4" w14:textId="77777777" w:rsidTr="00342C53">
        <w:tc>
          <w:tcPr>
            <w:tcW w:w="379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FD84A48" w14:textId="7F4F638B" w:rsidR="00B0668D" w:rsidRDefault="00EE2B33" w:rsidP="00FD56C4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 xml:space="preserve">CORSA CAMPESTRE </w:t>
            </w:r>
            <w:r w:rsidR="00B0668D">
              <w:rPr>
                <w:rFonts w:asciiTheme="minorHAnsi" w:hAnsiTheme="minorHAnsi" w:cs="Times New Roman"/>
                <w:bCs/>
                <w:sz w:val="22"/>
                <w:szCs w:val="22"/>
              </w:rPr>
              <w:t>SECONDA MEDIA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7A6A1DF" w14:textId="77777777" w:rsidR="00B0668D" w:rsidRPr="00577B08" w:rsidRDefault="00B0668D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E9CA946" w14:textId="77777777" w:rsidR="00B0668D" w:rsidRDefault="00B0668D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B16C44A" w14:textId="77777777" w:rsidR="00B0668D" w:rsidRPr="00577B08" w:rsidRDefault="00B0668D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37506E6" w14:textId="77777777" w:rsidR="00B0668D" w:rsidRPr="00577B08" w:rsidRDefault="00B0668D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B96925A" w14:textId="77777777" w:rsidR="00B0668D" w:rsidRPr="00577B08" w:rsidRDefault="00B0668D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B0668D" w:rsidRPr="00577B08" w14:paraId="2FC5D375" w14:textId="77777777" w:rsidTr="00342C53">
        <w:tc>
          <w:tcPr>
            <w:tcW w:w="37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A6ECF1" w14:textId="50102931" w:rsidR="00B0668D" w:rsidRDefault="00EE2B33" w:rsidP="00FD56C4">
            <w:pPr>
              <w:pStyle w:val="Default"/>
              <w:spacing w:line="276" w:lineRule="auto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CORSA CAMPESTRE</w:t>
            </w:r>
            <w:r w:rsidR="00B0668D">
              <w:rPr>
                <w:rFonts w:asciiTheme="minorHAnsi" w:hAnsiTheme="minorHAnsi" w:cs="Times New Roman"/>
                <w:bCs/>
                <w:sz w:val="22"/>
                <w:szCs w:val="22"/>
              </w:rPr>
              <w:t xml:space="preserve"> TERZA MEDIA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1DCCA2A" w14:textId="77777777" w:rsidR="00B0668D" w:rsidRPr="00577B08" w:rsidRDefault="00B0668D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E44ADC3" w14:textId="77777777" w:rsidR="00B0668D" w:rsidRDefault="00B0668D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BCAD918" w14:textId="77777777" w:rsidR="00B0668D" w:rsidRPr="00577B08" w:rsidRDefault="00B0668D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FF763F4" w14:textId="77777777" w:rsidR="00B0668D" w:rsidRPr="00577B08" w:rsidRDefault="00B0668D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0C279C2" w14:textId="77777777" w:rsidR="00B0668D" w:rsidRPr="00577B08" w:rsidRDefault="00B0668D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3F6E4A" w:rsidRPr="00577B08" w14:paraId="20BA42B2" w14:textId="77777777" w:rsidTr="001A6CC2"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DC7E" w14:textId="5C16B3A8" w:rsidR="003F6E4A" w:rsidRPr="00577B08" w:rsidRDefault="003F6E4A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Docente/i referente</w:t>
            </w:r>
            <w:r w:rsidR="00FD56C4">
              <w:rPr>
                <w:rFonts w:asciiTheme="minorHAnsi" w:hAnsiTheme="minorHAnsi" w:cs="Times New Roman"/>
                <w:bCs/>
                <w:sz w:val="22"/>
                <w:szCs w:val="22"/>
              </w:rPr>
              <w:t>/i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8AEB" w14:textId="755FEE6E" w:rsidR="003F6E4A" w:rsidRPr="00577B08" w:rsidRDefault="00FD56C4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Mail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C5B9" w14:textId="1BF54049" w:rsidR="003F6E4A" w:rsidRPr="00577B08" w:rsidRDefault="00FD56C4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Cellulare</w:t>
            </w:r>
          </w:p>
        </w:tc>
      </w:tr>
      <w:tr w:rsidR="00FD56C4" w:rsidRPr="00577B08" w14:paraId="318339D5" w14:textId="77777777" w:rsidTr="001A6CC2"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348A" w14:textId="77777777" w:rsidR="00FD56C4" w:rsidRDefault="00FD56C4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6C59" w14:textId="77777777" w:rsidR="00FD56C4" w:rsidRDefault="00FD56C4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607C" w14:textId="77777777" w:rsidR="00FD56C4" w:rsidRDefault="00FD56C4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FD56C4" w:rsidRPr="00577B08" w14:paraId="33E5B791" w14:textId="77777777" w:rsidTr="001A6CC2"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A456" w14:textId="77777777" w:rsidR="00FD56C4" w:rsidRDefault="00FD56C4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4098" w14:textId="77777777" w:rsidR="00FD56C4" w:rsidRDefault="00FD56C4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00C0" w14:textId="77777777" w:rsidR="00FD56C4" w:rsidRDefault="00FD56C4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FD56C4" w:rsidRPr="00577B08" w14:paraId="447F158B" w14:textId="77777777" w:rsidTr="001A6CC2"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E056" w14:textId="77777777" w:rsidR="00FD56C4" w:rsidRDefault="00FD56C4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F119" w14:textId="77777777" w:rsidR="00FD56C4" w:rsidRDefault="00FD56C4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2C38" w14:textId="77777777" w:rsidR="00FD56C4" w:rsidRDefault="00FD56C4" w:rsidP="00FD56C4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</w:tbl>
    <w:p w14:paraId="41AD866D" w14:textId="7E2DA37C" w:rsidR="004F47EE" w:rsidRDefault="00333F7D" w:rsidP="00402978">
      <w:pPr>
        <w:pStyle w:val="Default"/>
        <w:spacing w:line="276" w:lineRule="auto"/>
        <w:jc w:val="center"/>
        <w:rPr>
          <w:rFonts w:asciiTheme="minorHAnsi" w:hAnsiTheme="minorHAnsi" w:cs="Times New Roman"/>
          <w:bCs/>
          <w:sz w:val="22"/>
          <w:szCs w:val="22"/>
        </w:rPr>
      </w:pPr>
      <w:r>
        <w:rPr>
          <w:rFonts w:asciiTheme="minorHAnsi" w:hAnsiTheme="minorHAnsi" w:cs="Times New Roman"/>
          <w:bCs/>
          <w:sz w:val="22"/>
          <w:szCs w:val="22"/>
        </w:rPr>
        <w:t xml:space="preserve"> </w:t>
      </w:r>
      <w:r w:rsidR="004F47EE">
        <w:rPr>
          <w:rFonts w:asciiTheme="minorHAnsi" w:hAnsiTheme="minorHAnsi" w:cs="Times New Roman"/>
          <w:bCs/>
          <w:sz w:val="22"/>
          <w:szCs w:val="22"/>
        </w:rPr>
        <w:t>Inviare entro il 10 Ottobre 2019</w:t>
      </w:r>
      <w:r w:rsidR="004A1183">
        <w:rPr>
          <w:rFonts w:asciiTheme="minorHAnsi" w:hAnsiTheme="minorHAnsi" w:cs="Times New Roman"/>
          <w:bCs/>
          <w:sz w:val="22"/>
          <w:szCs w:val="22"/>
        </w:rPr>
        <w:t xml:space="preserve"> a</w:t>
      </w:r>
      <w:r w:rsidR="004F47EE">
        <w:rPr>
          <w:rFonts w:asciiTheme="minorHAnsi" w:hAnsiTheme="minorHAnsi" w:cs="Times New Roman"/>
          <w:bCs/>
          <w:sz w:val="22"/>
          <w:szCs w:val="22"/>
        </w:rPr>
        <w:t xml:space="preserve"> </w:t>
      </w:r>
      <w:hyperlink r:id="rId9" w:history="1">
        <w:r w:rsidR="004F47EE" w:rsidRPr="009E0DAD">
          <w:rPr>
            <w:rStyle w:val="Collegamentoipertestuale"/>
            <w:rFonts w:asciiTheme="minorHAnsi" w:hAnsiTheme="minorHAnsi" w:cs="Times New Roman"/>
            <w:bCs/>
            <w:sz w:val="22"/>
            <w:szCs w:val="22"/>
          </w:rPr>
          <w:t>direzione-marche@istruzione.it</w:t>
        </w:r>
      </w:hyperlink>
      <w:r w:rsidR="004F47EE">
        <w:rPr>
          <w:rFonts w:asciiTheme="minorHAnsi" w:hAnsiTheme="minorHAnsi" w:cs="Times New Roman"/>
          <w:bCs/>
          <w:sz w:val="22"/>
          <w:szCs w:val="22"/>
        </w:rPr>
        <w:t xml:space="preserve"> </w:t>
      </w:r>
    </w:p>
    <w:p w14:paraId="37E5BB51" w14:textId="034FE23A" w:rsidR="002211DA" w:rsidRDefault="002211DA" w:rsidP="00402978">
      <w:pPr>
        <w:pStyle w:val="Default"/>
        <w:spacing w:line="276" w:lineRule="auto"/>
        <w:jc w:val="center"/>
        <w:rPr>
          <w:rFonts w:asciiTheme="minorHAnsi" w:hAnsiTheme="minorHAnsi" w:cs="Times New Roman"/>
          <w:bCs/>
          <w:sz w:val="22"/>
          <w:szCs w:val="22"/>
        </w:rPr>
      </w:pPr>
    </w:p>
    <w:p w14:paraId="2AA68FB5" w14:textId="52E3D4EB" w:rsidR="002211DA" w:rsidRDefault="002211DA" w:rsidP="00402978">
      <w:pPr>
        <w:pStyle w:val="Default"/>
        <w:spacing w:line="276" w:lineRule="auto"/>
        <w:jc w:val="center"/>
        <w:rPr>
          <w:rFonts w:asciiTheme="minorHAnsi" w:hAnsiTheme="minorHAnsi" w:cs="Times New Roman"/>
          <w:bCs/>
          <w:sz w:val="22"/>
          <w:szCs w:val="22"/>
        </w:rPr>
      </w:pPr>
    </w:p>
    <w:p w14:paraId="096C14C4" w14:textId="12654B11" w:rsidR="002211DA" w:rsidRDefault="002211DA" w:rsidP="00402978">
      <w:pPr>
        <w:pStyle w:val="Default"/>
        <w:spacing w:line="276" w:lineRule="auto"/>
        <w:jc w:val="center"/>
        <w:rPr>
          <w:rFonts w:asciiTheme="minorHAnsi" w:hAnsiTheme="minorHAnsi" w:cs="Times New Roman"/>
          <w:bCs/>
          <w:sz w:val="22"/>
          <w:szCs w:val="22"/>
        </w:rPr>
      </w:pPr>
    </w:p>
    <w:p w14:paraId="52FD96ED" w14:textId="6C62C07E" w:rsidR="002211DA" w:rsidRPr="004F47EE" w:rsidRDefault="00DF0B05" w:rsidP="00DF0B05">
      <w:pPr>
        <w:pStyle w:val="Default"/>
        <w:spacing w:line="276" w:lineRule="auto"/>
        <w:jc w:val="right"/>
        <w:rPr>
          <w:rFonts w:asciiTheme="minorHAnsi" w:hAnsiTheme="minorHAnsi" w:cs="Times New Roman"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Il Dirigente Scolastico</w:t>
      </w:r>
    </w:p>
    <w:sectPr w:rsidR="002211DA" w:rsidRPr="004F47EE" w:rsidSect="001446D9">
      <w:headerReference w:type="default" r:id="rId10"/>
      <w:footerReference w:type="default" r:id="rId11"/>
      <w:pgSz w:w="11907" w:h="16840"/>
      <w:pgMar w:top="1418" w:right="1418" w:bottom="851" w:left="1418" w:header="539" w:footer="9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B6A575" w14:textId="77777777" w:rsidR="00CF52A4" w:rsidRDefault="00CF52A4">
      <w:r>
        <w:separator/>
      </w:r>
    </w:p>
  </w:endnote>
  <w:endnote w:type="continuationSeparator" w:id="0">
    <w:p w14:paraId="0315A40C" w14:textId="77777777" w:rsidR="00CF52A4" w:rsidRDefault="00CF5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ce Script MT">
    <w:altName w:val="Kunstler Script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E6075C" w14:textId="77777777" w:rsidR="00F274BF" w:rsidRPr="00837546" w:rsidRDefault="00F274BF" w:rsidP="00F274BF">
    <w:pPr>
      <w:pStyle w:val="Pidipagina"/>
      <w:jc w:val="center"/>
      <w:rPr>
        <w:sz w:val="16"/>
        <w:szCs w:val="16"/>
      </w:rPr>
    </w:pPr>
    <w:r w:rsidRPr="00D926CD">
      <w:rPr>
        <w:rFonts w:ascii="Calibri" w:hAnsi="Calibri" w:cs="Tahoma"/>
        <w:sz w:val="16"/>
        <w:szCs w:val="16"/>
      </w:rPr>
      <w:t xml:space="preserve">Referente del </w:t>
    </w:r>
    <w:r>
      <w:rPr>
        <w:rFonts w:ascii="Calibri" w:hAnsi="Calibri" w:cs="Tahoma"/>
        <w:sz w:val="16"/>
        <w:szCs w:val="16"/>
      </w:rPr>
      <w:t xml:space="preserve">procedimento: Marco Petrini </w:t>
    </w:r>
    <w:r w:rsidRPr="00D926CD">
      <w:rPr>
        <w:rFonts w:ascii="Calibri" w:hAnsi="Calibri" w:cs="Tahoma"/>
        <w:sz w:val="16"/>
        <w:szCs w:val="16"/>
      </w:rPr>
      <w:t xml:space="preserve">    Tel. 071 2295437 e-mail: </w:t>
    </w:r>
    <w:r w:rsidRPr="004E2A2A">
      <w:rPr>
        <w:rFonts w:ascii="Calibri" w:hAnsi="Calibri" w:cs="Tahoma"/>
        <w:sz w:val="16"/>
        <w:szCs w:val="16"/>
      </w:rPr>
      <w:t>EDFISICAMARCHE@ISTRUZIONE.IT</w:t>
    </w:r>
  </w:p>
  <w:p w14:paraId="11110B5B" w14:textId="77777777" w:rsidR="002E6CB5" w:rsidRPr="006F4E6F" w:rsidRDefault="002E6CB5" w:rsidP="001446D9">
    <w:pPr>
      <w:pStyle w:val="Pidipagina"/>
      <w:jc w:val="center"/>
      <w:rPr>
        <w:rFonts w:ascii="Garamond" w:hAnsi="Garamond" w:cs="Arial"/>
        <w:sz w:val="18"/>
        <w:szCs w:val="18"/>
      </w:rPr>
    </w:pPr>
    <w:r>
      <w:rPr>
        <w:rFonts w:ascii="Garamond" w:hAnsi="Garamond" w:cs="Arial"/>
        <w:sz w:val="18"/>
        <w:szCs w:val="18"/>
      </w:rPr>
      <w:t>V</w:t>
    </w:r>
    <w:r w:rsidRPr="006F4E6F">
      <w:rPr>
        <w:rFonts w:ascii="Garamond" w:hAnsi="Garamond" w:cs="Arial"/>
        <w:sz w:val="18"/>
        <w:szCs w:val="18"/>
      </w:rPr>
      <w:t xml:space="preserve">ia XXV Aprile, 19  - </w:t>
    </w:r>
    <w:r w:rsidRPr="006F4E6F">
      <w:rPr>
        <w:rFonts w:ascii="Garamond" w:hAnsi="Garamond" w:cs="Arial"/>
        <w:smallCaps/>
        <w:sz w:val="18"/>
        <w:szCs w:val="18"/>
      </w:rPr>
      <w:t>Ancona</w:t>
    </w:r>
    <w:r w:rsidRPr="006F4E6F">
      <w:rPr>
        <w:rFonts w:ascii="Garamond" w:hAnsi="Garamond" w:cs="Arial"/>
        <w:sz w:val="18"/>
        <w:szCs w:val="18"/>
      </w:rPr>
      <w:t xml:space="preserve"> - tel. 071 22 951 –  indirizzo posta elettronica certificata </w:t>
    </w:r>
    <w:hyperlink r:id="rId1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drma@postacert.istruzione.it</w:t>
      </w:r>
    </w:hyperlink>
  </w:p>
  <w:p w14:paraId="11110B5C" w14:textId="77777777" w:rsidR="002E6CB5" w:rsidRPr="006F4E6F" w:rsidRDefault="002E6CB5" w:rsidP="001446D9">
    <w:pPr>
      <w:pStyle w:val="Pidipagina"/>
      <w:jc w:val="center"/>
      <w:rPr>
        <w:rFonts w:ascii="Garamond" w:hAnsi="Garamond" w:cs="Arial"/>
        <w:sz w:val="18"/>
        <w:szCs w:val="18"/>
      </w:rPr>
    </w:pPr>
    <w:r w:rsidRPr="006F4E6F">
      <w:rPr>
        <w:rFonts w:ascii="Garamond" w:hAnsi="Garamond" w:cs="Arial"/>
        <w:sz w:val="18"/>
        <w:szCs w:val="18"/>
      </w:rPr>
      <w:t xml:space="preserve">indirizzo posta elettronica ordinaria </w:t>
    </w:r>
    <w:hyperlink r:id="rId2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direzione-marche@istruzione.it</w:t>
      </w:r>
    </w:hyperlink>
    <w:r w:rsidRPr="006F4E6F">
      <w:rPr>
        <w:rFonts w:ascii="Garamond" w:hAnsi="Garamond" w:cs="Arial"/>
        <w:sz w:val="18"/>
        <w:szCs w:val="18"/>
      </w:rPr>
      <w:t xml:space="preserve"> – sito WEB </w:t>
    </w:r>
    <w:hyperlink r:id="rId3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http://www.marche.istruzione.it</w:t>
      </w:r>
    </w:hyperlink>
  </w:p>
  <w:p w14:paraId="11110B5D" w14:textId="77777777" w:rsidR="002E6CB5" w:rsidRPr="006F4E6F" w:rsidRDefault="002E6CB5" w:rsidP="00136AAF">
    <w:pPr>
      <w:pStyle w:val="Pidipagina"/>
      <w:rPr>
        <w:szCs w:val="15"/>
      </w:rPr>
    </w:pPr>
  </w:p>
  <w:p w14:paraId="11110B5E" w14:textId="77777777" w:rsidR="002E6CB5" w:rsidRPr="00136AAF" w:rsidRDefault="002E6CB5" w:rsidP="00136AAF">
    <w:pPr>
      <w:pStyle w:val="Pidipagina"/>
      <w:rPr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790559" w14:textId="77777777" w:rsidR="00CF52A4" w:rsidRDefault="00CF52A4">
      <w:r>
        <w:separator/>
      </w:r>
    </w:p>
  </w:footnote>
  <w:footnote w:type="continuationSeparator" w:id="0">
    <w:p w14:paraId="65FD02B8" w14:textId="77777777" w:rsidR="00CF52A4" w:rsidRDefault="00CF52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10B53" w14:textId="77777777" w:rsidR="002E6CB5" w:rsidRDefault="002E6CB5" w:rsidP="001328E3">
    <w:pPr>
      <w:pStyle w:val="Intestazione"/>
      <w:spacing w:after="60"/>
      <w:jc w:val="center"/>
      <w:rPr>
        <w:rFonts w:ascii="Palace Script MT" w:hAnsi="Palace Script MT"/>
        <w:w w:val="66"/>
        <w:sz w:val="40"/>
        <w:szCs w:val="40"/>
      </w:rPr>
    </w:pPr>
  </w:p>
  <w:p w14:paraId="11110B54" w14:textId="77777777" w:rsidR="002E6CB5" w:rsidRPr="006E4A3F" w:rsidRDefault="002E6CB5" w:rsidP="001328E3">
    <w:pPr>
      <w:pStyle w:val="Intestazione"/>
      <w:spacing w:after="60"/>
      <w:jc w:val="center"/>
      <w:rPr>
        <w:rFonts w:ascii="Palace Script MT" w:hAnsi="Palace Script MT"/>
        <w:w w:val="66"/>
        <w:sz w:val="16"/>
        <w:szCs w:val="16"/>
      </w:rPr>
    </w:pPr>
  </w:p>
  <w:p w14:paraId="11110B55" w14:textId="77777777" w:rsidR="002E6CB5" w:rsidRDefault="00D256A6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11110B5F" wp14:editId="11110B60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110B56" w14:textId="77777777"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14:paraId="11110B57" w14:textId="77777777"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14:paraId="11110B58" w14:textId="77777777"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Direzione Generale</w:t>
    </w:r>
  </w:p>
  <w:p w14:paraId="11110B59" w14:textId="77777777" w:rsidR="00787314" w:rsidRDefault="00787314" w:rsidP="008B4793">
    <w:pPr>
      <w:jc w:val="center"/>
      <w:rPr>
        <w:rFonts w:ascii="Century" w:hAnsi="Century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3EA8008C"/>
    <w:multiLevelType w:val="hybridMultilevel"/>
    <w:tmpl w:val="BD7CD4E4"/>
    <w:lvl w:ilvl="0" w:tplc="364A19DE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969011A"/>
    <w:multiLevelType w:val="multilevel"/>
    <w:tmpl w:val="43DCCDE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262D8D"/>
    <w:multiLevelType w:val="hybridMultilevel"/>
    <w:tmpl w:val="F79CDA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880001"/>
    <w:multiLevelType w:val="hybridMultilevel"/>
    <w:tmpl w:val="BDC0EC9C"/>
    <w:lvl w:ilvl="0" w:tplc="7958B74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996C3A"/>
    <w:multiLevelType w:val="hybridMultilevel"/>
    <w:tmpl w:val="86C4A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AE027F"/>
    <w:multiLevelType w:val="hybridMultilevel"/>
    <w:tmpl w:val="CB4EFB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8"/>
  </w:num>
  <w:num w:numId="7">
    <w:abstractNumId w:val="9"/>
  </w:num>
  <w:num w:numId="8">
    <w:abstractNumId w:val="7"/>
  </w:num>
  <w:num w:numId="9">
    <w:abstractNumId w:val="4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413"/>
    <w:rsid w:val="00000594"/>
    <w:rsid w:val="0003663A"/>
    <w:rsid w:val="000373ED"/>
    <w:rsid w:val="00045AF2"/>
    <w:rsid w:val="000607EB"/>
    <w:rsid w:val="00062DF4"/>
    <w:rsid w:val="000976D5"/>
    <w:rsid w:val="000A7F7B"/>
    <w:rsid w:val="000B472D"/>
    <w:rsid w:val="000C3563"/>
    <w:rsid w:val="000D7E80"/>
    <w:rsid w:val="00105136"/>
    <w:rsid w:val="001062E9"/>
    <w:rsid w:val="001169C1"/>
    <w:rsid w:val="001233EA"/>
    <w:rsid w:val="001328E3"/>
    <w:rsid w:val="00136AAF"/>
    <w:rsid w:val="001402E5"/>
    <w:rsid w:val="001446D9"/>
    <w:rsid w:val="00167C9C"/>
    <w:rsid w:val="001779CE"/>
    <w:rsid w:val="00181DBC"/>
    <w:rsid w:val="001922D6"/>
    <w:rsid w:val="001A2536"/>
    <w:rsid w:val="001A3D7B"/>
    <w:rsid w:val="001A6CC2"/>
    <w:rsid w:val="001C55BA"/>
    <w:rsid w:val="001C586C"/>
    <w:rsid w:val="00211B3F"/>
    <w:rsid w:val="00214E28"/>
    <w:rsid w:val="002211DA"/>
    <w:rsid w:val="00222ABE"/>
    <w:rsid w:val="00247B14"/>
    <w:rsid w:val="00250BC8"/>
    <w:rsid w:val="00262040"/>
    <w:rsid w:val="002628B7"/>
    <w:rsid w:val="00265122"/>
    <w:rsid w:val="00267A36"/>
    <w:rsid w:val="002726C0"/>
    <w:rsid w:val="00277ED6"/>
    <w:rsid w:val="00281D20"/>
    <w:rsid w:val="00285657"/>
    <w:rsid w:val="00285F54"/>
    <w:rsid w:val="002A2A80"/>
    <w:rsid w:val="002B087D"/>
    <w:rsid w:val="002C6C64"/>
    <w:rsid w:val="002D03ED"/>
    <w:rsid w:val="002D3DD1"/>
    <w:rsid w:val="002E6CB5"/>
    <w:rsid w:val="002F34BC"/>
    <w:rsid w:val="002F39BA"/>
    <w:rsid w:val="002F45C3"/>
    <w:rsid w:val="003126FF"/>
    <w:rsid w:val="00325D26"/>
    <w:rsid w:val="00326355"/>
    <w:rsid w:val="00326968"/>
    <w:rsid w:val="003314E0"/>
    <w:rsid w:val="00333F7D"/>
    <w:rsid w:val="00336C07"/>
    <w:rsid w:val="00340F90"/>
    <w:rsid w:val="00342C53"/>
    <w:rsid w:val="0034344A"/>
    <w:rsid w:val="00377E20"/>
    <w:rsid w:val="003969C6"/>
    <w:rsid w:val="00396DCD"/>
    <w:rsid w:val="003A2189"/>
    <w:rsid w:val="003B4C21"/>
    <w:rsid w:val="003C6398"/>
    <w:rsid w:val="003D126D"/>
    <w:rsid w:val="003E356B"/>
    <w:rsid w:val="003E58DA"/>
    <w:rsid w:val="003E68FE"/>
    <w:rsid w:val="003E7097"/>
    <w:rsid w:val="003F6E4A"/>
    <w:rsid w:val="00402978"/>
    <w:rsid w:val="00410079"/>
    <w:rsid w:val="004176D3"/>
    <w:rsid w:val="00427F65"/>
    <w:rsid w:val="00430FB9"/>
    <w:rsid w:val="00436630"/>
    <w:rsid w:val="0043724F"/>
    <w:rsid w:val="00451B49"/>
    <w:rsid w:val="0045300D"/>
    <w:rsid w:val="00456650"/>
    <w:rsid w:val="00457217"/>
    <w:rsid w:val="004667D6"/>
    <w:rsid w:val="0047283F"/>
    <w:rsid w:val="00476D43"/>
    <w:rsid w:val="004807DB"/>
    <w:rsid w:val="004A1183"/>
    <w:rsid w:val="004A70A7"/>
    <w:rsid w:val="004E7096"/>
    <w:rsid w:val="004F47EE"/>
    <w:rsid w:val="004F6620"/>
    <w:rsid w:val="00507B1A"/>
    <w:rsid w:val="00513DD4"/>
    <w:rsid w:val="005173B6"/>
    <w:rsid w:val="00527FC3"/>
    <w:rsid w:val="00540A58"/>
    <w:rsid w:val="00556856"/>
    <w:rsid w:val="00564875"/>
    <w:rsid w:val="00577B08"/>
    <w:rsid w:val="00586341"/>
    <w:rsid w:val="0059012C"/>
    <w:rsid w:val="00592366"/>
    <w:rsid w:val="005B1070"/>
    <w:rsid w:val="005B75AB"/>
    <w:rsid w:val="005D0EF5"/>
    <w:rsid w:val="005E72F2"/>
    <w:rsid w:val="005F101C"/>
    <w:rsid w:val="005F2C09"/>
    <w:rsid w:val="006013F9"/>
    <w:rsid w:val="0061401C"/>
    <w:rsid w:val="00614F17"/>
    <w:rsid w:val="0062214C"/>
    <w:rsid w:val="00622794"/>
    <w:rsid w:val="00624AAA"/>
    <w:rsid w:val="006315F4"/>
    <w:rsid w:val="006411F2"/>
    <w:rsid w:val="0066114A"/>
    <w:rsid w:val="006664EC"/>
    <w:rsid w:val="00686718"/>
    <w:rsid w:val="006A2BB1"/>
    <w:rsid w:val="006A45EC"/>
    <w:rsid w:val="006B34B4"/>
    <w:rsid w:val="006B56EA"/>
    <w:rsid w:val="006C0643"/>
    <w:rsid w:val="006D1471"/>
    <w:rsid w:val="006D43B8"/>
    <w:rsid w:val="006D54EB"/>
    <w:rsid w:val="006E4A3F"/>
    <w:rsid w:val="006E600F"/>
    <w:rsid w:val="006F1740"/>
    <w:rsid w:val="006F1970"/>
    <w:rsid w:val="00720C52"/>
    <w:rsid w:val="007228EE"/>
    <w:rsid w:val="00723538"/>
    <w:rsid w:val="00725996"/>
    <w:rsid w:val="0073795F"/>
    <w:rsid w:val="00767000"/>
    <w:rsid w:val="00777C59"/>
    <w:rsid w:val="007836B5"/>
    <w:rsid w:val="00787314"/>
    <w:rsid w:val="007A5753"/>
    <w:rsid w:val="007B479B"/>
    <w:rsid w:val="007B603E"/>
    <w:rsid w:val="007C0BD7"/>
    <w:rsid w:val="007D23CC"/>
    <w:rsid w:val="007D5130"/>
    <w:rsid w:val="007E43DB"/>
    <w:rsid w:val="007E5386"/>
    <w:rsid w:val="007F6375"/>
    <w:rsid w:val="00805F59"/>
    <w:rsid w:val="00806F87"/>
    <w:rsid w:val="008160FE"/>
    <w:rsid w:val="00820087"/>
    <w:rsid w:val="00831A5E"/>
    <w:rsid w:val="008377B6"/>
    <w:rsid w:val="00856D0E"/>
    <w:rsid w:val="00872001"/>
    <w:rsid w:val="0087463F"/>
    <w:rsid w:val="00876C16"/>
    <w:rsid w:val="0087758A"/>
    <w:rsid w:val="00890524"/>
    <w:rsid w:val="00894D08"/>
    <w:rsid w:val="00895C9D"/>
    <w:rsid w:val="008972F5"/>
    <w:rsid w:val="008A3D06"/>
    <w:rsid w:val="008A5893"/>
    <w:rsid w:val="008B38DC"/>
    <w:rsid w:val="008B4793"/>
    <w:rsid w:val="008C2E58"/>
    <w:rsid w:val="008C5CA0"/>
    <w:rsid w:val="008D607D"/>
    <w:rsid w:val="008E4173"/>
    <w:rsid w:val="0090464A"/>
    <w:rsid w:val="00911AA0"/>
    <w:rsid w:val="00911C62"/>
    <w:rsid w:val="00921469"/>
    <w:rsid w:val="0092155D"/>
    <w:rsid w:val="00925A60"/>
    <w:rsid w:val="00952391"/>
    <w:rsid w:val="00953207"/>
    <w:rsid w:val="00963B87"/>
    <w:rsid w:val="009832B2"/>
    <w:rsid w:val="00990D6F"/>
    <w:rsid w:val="00995801"/>
    <w:rsid w:val="009A270E"/>
    <w:rsid w:val="009A5CFE"/>
    <w:rsid w:val="009B219F"/>
    <w:rsid w:val="009C4538"/>
    <w:rsid w:val="009D7C26"/>
    <w:rsid w:val="009F2DC0"/>
    <w:rsid w:val="00A06161"/>
    <w:rsid w:val="00A06A97"/>
    <w:rsid w:val="00A171DE"/>
    <w:rsid w:val="00A2032C"/>
    <w:rsid w:val="00A22413"/>
    <w:rsid w:val="00A25362"/>
    <w:rsid w:val="00A26203"/>
    <w:rsid w:val="00A43D45"/>
    <w:rsid w:val="00A50443"/>
    <w:rsid w:val="00A61AFF"/>
    <w:rsid w:val="00A65058"/>
    <w:rsid w:val="00A71C43"/>
    <w:rsid w:val="00AA7A72"/>
    <w:rsid w:val="00AB4F79"/>
    <w:rsid w:val="00AC63AB"/>
    <w:rsid w:val="00AD3D5F"/>
    <w:rsid w:val="00AD4ED0"/>
    <w:rsid w:val="00AE5017"/>
    <w:rsid w:val="00AF12CA"/>
    <w:rsid w:val="00B0668D"/>
    <w:rsid w:val="00B143C0"/>
    <w:rsid w:val="00B34858"/>
    <w:rsid w:val="00B419E5"/>
    <w:rsid w:val="00B47912"/>
    <w:rsid w:val="00B5220B"/>
    <w:rsid w:val="00B52476"/>
    <w:rsid w:val="00B63880"/>
    <w:rsid w:val="00B643EA"/>
    <w:rsid w:val="00B67765"/>
    <w:rsid w:val="00B9297F"/>
    <w:rsid w:val="00BA10DD"/>
    <w:rsid w:val="00BA4C0A"/>
    <w:rsid w:val="00BA701B"/>
    <w:rsid w:val="00BC6437"/>
    <w:rsid w:val="00BD1D5E"/>
    <w:rsid w:val="00BE6C68"/>
    <w:rsid w:val="00BF0312"/>
    <w:rsid w:val="00BF27CD"/>
    <w:rsid w:val="00C0265D"/>
    <w:rsid w:val="00C04E1D"/>
    <w:rsid w:val="00C07A12"/>
    <w:rsid w:val="00C1027B"/>
    <w:rsid w:val="00C34E35"/>
    <w:rsid w:val="00C36ED6"/>
    <w:rsid w:val="00C41D10"/>
    <w:rsid w:val="00C53192"/>
    <w:rsid w:val="00C554B6"/>
    <w:rsid w:val="00C555BA"/>
    <w:rsid w:val="00C60E97"/>
    <w:rsid w:val="00C66C50"/>
    <w:rsid w:val="00C83861"/>
    <w:rsid w:val="00C84720"/>
    <w:rsid w:val="00CA24D9"/>
    <w:rsid w:val="00CC2C46"/>
    <w:rsid w:val="00CC3989"/>
    <w:rsid w:val="00CE16F7"/>
    <w:rsid w:val="00CF469D"/>
    <w:rsid w:val="00CF52A4"/>
    <w:rsid w:val="00CF6A72"/>
    <w:rsid w:val="00D10A6F"/>
    <w:rsid w:val="00D25327"/>
    <w:rsid w:val="00D25575"/>
    <w:rsid w:val="00D256A6"/>
    <w:rsid w:val="00D31910"/>
    <w:rsid w:val="00D52925"/>
    <w:rsid w:val="00D63BC4"/>
    <w:rsid w:val="00D6542F"/>
    <w:rsid w:val="00D70B9C"/>
    <w:rsid w:val="00D876A3"/>
    <w:rsid w:val="00DA1532"/>
    <w:rsid w:val="00DA3A0D"/>
    <w:rsid w:val="00DD1DAC"/>
    <w:rsid w:val="00DD3F65"/>
    <w:rsid w:val="00DE1AA4"/>
    <w:rsid w:val="00DF0B05"/>
    <w:rsid w:val="00DF5567"/>
    <w:rsid w:val="00DF6685"/>
    <w:rsid w:val="00E17330"/>
    <w:rsid w:val="00E22731"/>
    <w:rsid w:val="00E42106"/>
    <w:rsid w:val="00E437C1"/>
    <w:rsid w:val="00E52DCC"/>
    <w:rsid w:val="00E634CE"/>
    <w:rsid w:val="00E654DF"/>
    <w:rsid w:val="00E84AD1"/>
    <w:rsid w:val="00E85E29"/>
    <w:rsid w:val="00E978B6"/>
    <w:rsid w:val="00EA48D4"/>
    <w:rsid w:val="00EB6BB0"/>
    <w:rsid w:val="00EB71AB"/>
    <w:rsid w:val="00EC3A6F"/>
    <w:rsid w:val="00EE177D"/>
    <w:rsid w:val="00EE2B33"/>
    <w:rsid w:val="00EF0DCE"/>
    <w:rsid w:val="00EF4AE1"/>
    <w:rsid w:val="00F02363"/>
    <w:rsid w:val="00F0616B"/>
    <w:rsid w:val="00F105FE"/>
    <w:rsid w:val="00F274BF"/>
    <w:rsid w:val="00F570E6"/>
    <w:rsid w:val="00F658DB"/>
    <w:rsid w:val="00F707EE"/>
    <w:rsid w:val="00F70D7B"/>
    <w:rsid w:val="00F90ADE"/>
    <w:rsid w:val="00F90DB3"/>
    <w:rsid w:val="00F93A7A"/>
    <w:rsid w:val="00FD56C4"/>
    <w:rsid w:val="00FD7F2C"/>
    <w:rsid w:val="00FE10AD"/>
    <w:rsid w:val="00FF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1110A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2E58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9D7C26"/>
    <w:rPr>
      <w:rFonts w:asciiTheme="majorHAnsi" w:eastAsiaTheme="minorHAnsi" w:hAnsiTheme="majorHAnsi" w:cstheme="maj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6355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57217"/>
    <w:pPr>
      <w:ind w:left="720"/>
      <w:contextualSpacing/>
    </w:pPr>
  </w:style>
  <w:style w:type="character" w:customStyle="1" w:styleId="normaltextrun">
    <w:name w:val="normaltextrun"/>
    <w:basedOn w:val="Carpredefinitoparagrafo"/>
    <w:rsid w:val="001A2536"/>
  </w:style>
  <w:style w:type="character" w:styleId="Enfasigrassetto">
    <w:name w:val="Strong"/>
    <w:basedOn w:val="Carpredefinitoparagrafo"/>
    <w:qFormat/>
    <w:rsid w:val="00D10A6F"/>
    <w:rPr>
      <w:b/>
      <w:bCs/>
    </w:rPr>
  </w:style>
  <w:style w:type="character" w:styleId="Collegamentovisitato">
    <w:name w:val="FollowedHyperlink"/>
    <w:basedOn w:val="Carpredefinitoparagrafo"/>
    <w:rsid w:val="00D10A6F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F4AE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spellingerror">
    <w:name w:val="spellingerror"/>
    <w:basedOn w:val="Carpredefinitoparagrafo"/>
    <w:rsid w:val="00EF4AE1"/>
  </w:style>
  <w:style w:type="character" w:customStyle="1" w:styleId="eop">
    <w:name w:val="eop"/>
    <w:basedOn w:val="Carpredefinitoparagrafo"/>
    <w:rsid w:val="00EF4AE1"/>
  </w:style>
  <w:style w:type="character" w:customStyle="1" w:styleId="PidipaginaCarattere">
    <w:name w:val="Piè di pagina Carattere"/>
    <w:basedOn w:val="Carpredefinitoparagrafo"/>
    <w:link w:val="Pidipagina"/>
    <w:rsid w:val="00F274BF"/>
    <w:rPr>
      <w:sz w:val="24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3724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2E58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9D7C26"/>
    <w:rPr>
      <w:rFonts w:asciiTheme="majorHAnsi" w:eastAsiaTheme="minorHAnsi" w:hAnsiTheme="majorHAnsi" w:cstheme="maj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6355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57217"/>
    <w:pPr>
      <w:ind w:left="720"/>
      <w:contextualSpacing/>
    </w:pPr>
  </w:style>
  <w:style w:type="character" w:customStyle="1" w:styleId="normaltextrun">
    <w:name w:val="normaltextrun"/>
    <w:basedOn w:val="Carpredefinitoparagrafo"/>
    <w:rsid w:val="001A2536"/>
  </w:style>
  <w:style w:type="character" w:styleId="Enfasigrassetto">
    <w:name w:val="Strong"/>
    <w:basedOn w:val="Carpredefinitoparagrafo"/>
    <w:qFormat/>
    <w:rsid w:val="00D10A6F"/>
    <w:rPr>
      <w:b/>
      <w:bCs/>
    </w:rPr>
  </w:style>
  <w:style w:type="character" w:styleId="Collegamentovisitato">
    <w:name w:val="FollowedHyperlink"/>
    <w:basedOn w:val="Carpredefinitoparagrafo"/>
    <w:rsid w:val="00D10A6F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F4AE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spellingerror">
    <w:name w:val="spellingerror"/>
    <w:basedOn w:val="Carpredefinitoparagrafo"/>
    <w:rsid w:val="00EF4AE1"/>
  </w:style>
  <w:style w:type="character" w:customStyle="1" w:styleId="eop">
    <w:name w:val="eop"/>
    <w:basedOn w:val="Carpredefinitoparagrafo"/>
    <w:rsid w:val="00EF4AE1"/>
  </w:style>
  <w:style w:type="character" w:customStyle="1" w:styleId="PidipaginaCarattere">
    <w:name w:val="Piè di pagina Carattere"/>
    <w:basedOn w:val="Carpredefinitoparagrafo"/>
    <w:link w:val="Pidipagina"/>
    <w:rsid w:val="00F274BF"/>
    <w:rPr>
      <w:sz w:val="24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372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85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irezione-marche@istruzione.i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m2671\Downloads\MODELLO%20US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37CD4-938B-4A5D-8757-03B14B8B2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USR.dotx</Template>
  <TotalTime>1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942</CharactersWithSpaces>
  <SharedDoc>false</SharedDoc>
  <HLinks>
    <vt:vector size="18" baseType="variant"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3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0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Administrator</dc:creator>
  <cp:lastModifiedBy>Administrator</cp:lastModifiedBy>
  <cp:revision>5</cp:revision>
  <cp:lastPrinted>2016-02-02T14:18:00Z</cp:lastPrinted>
  <dcterms:created xsi:type="dcterms:W3CDTF">2019-09-25T21:54:00Z</dcterms:created>
  <dcterms:modified xsi:type="dcterms:W3CDTF">2019-09-26T06:28:00Z</dcterms:modified>
</cp:coreProperties>
</file>