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45" w:rsidRDefault="00936B50" w:rsidP="00936B50">
      <w:pPr>
        <w:pStyle w:val="Default"/>
        <w:ind w:left="3969" w:hanging="3969"/>
        <w:jc w:val="center"/>
        <w:rPr>
          <w:sz w:val="22"/>
          <w:szCs w:val="22"/>
        </w:rPr>
      </w:pPr>
      <w:r w:rsidRPr="00D3137C">
        <w:rPr>
          <w:rFonts w:asciiTheme="minorHAnsi" w:hAnsiTheme="minorHAnsi"/>
          <w:b/>
          <w:sz w:val="22"/>
          <w:szCs w:val="22"/>
        </w:rPr>
        <w:t>MODULO</w:t>
      </w:r>
      <w:r>
        <w:rPr>
          <w:rFonts w:asciiTheme="minorHAnsi" w:hAnsiTheme="minorHAnsi"/>
          <w:b/>
          <w:sz w:val="22"/>
          <w:szCs w:val="22"/>
        </w:rPr>
        <w:t xml:space="preserve"> DI ISCRIZIONE</w:t>
      </w:r>
    </w:p>
    <w:p w:rsidR="00E8125D" w:rsidRPr="00936B50" w:rsidRDefault="002746B7" w:rsidP="00936B50">
      <w:pPr>
        <w:pStyle w:val="Default"/>
        <w:ind w:left="3969" w:hanging="3969"/>
      </w:pPr>
      <w:r>
        <w:rPr>
          <w:sz w:val="22"/>
          <w:szCs w:val="22"/>
        </w:rPr>
        <w:t xml:space="preserve">                      </w:t>
      </w:r>
    </w:p>
    <w:p w:rsidR="00E57754" w:rsidRPr="00E57754" w:rsidRDefault="00E57754" w:rsidP="00E57754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  <w:r w:rsidRPr="00E57754">
        <w:rPr>
          <w:rFonts w:asciiTheme="minorHAnsi" w:hAnsiTheme="minorHAnsi"/>
          <w:b/>
          <w:color w:val="000000"/>
          <w:sz w:val="22"/>
          <w:szCs w:val="22"/>
        </w:rPr>
        <w:t>Da inviare</w:t>
      </w:r>
      <w:r w:rsidR="009A6357">
        <w:rPr>
          <w:rFonts w:asciiTheme="minorHAnsi" w:hAnsiTheme="minorHAnsi"/>
          <w:b/>
          <w:color w:val="000000"/>
          <w:sz w:val="22"/>
          <w:szCs w:val="22"/>
        </w:rPr>
        <w:t xml:space="preserve"> entro il 17 ottobre 2019 a:</w:t>
      </w:r>
    </w:p>
    <w:p w:rsidR="00E57754" w:rsidRPr="00E57754" w:rsidRDefault="00C54996" w:rsidP="00E57754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  <w:hyperlink r:id="rId9" w:history="1">
        <w:r w:rsidR="00E57754" w:rsidRPr="005E776A">
          <w:rPr>
            <w:rStyle w:val="Collegamentoipertestuale"/>
            <w:rFonts w:asciiTheme="minorHAnsi" w:hAnsiTheme="minorHAnsi"/>
            <w:b/>
            <w:sz w:val="22"/>
            <w:szCs w:val="22"/>
          </w:rPr>
          <w:t>direzione_marche@istruzione.it</w:t>
        </w:r>
      </w:hyperlink>
      <w:r w:rsidR="00E57754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E57754" w:rsidRPr="00E57754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E57754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:rsidR="00E57754" w:rsidRPr="00E57754" w:rsidRDefault="00E57754" w:rsidP="00E57754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  <w:r w:rsidRPr="00E57754">
        <w:rPr>
          <w:rFonts w:asciiTheme="minorHAnsi" w:hAnsiTheme="minorHAnsi"/>
          <w:b/>
          <w:color w:val="000000"/>
          <w:sz w:val="22"/>
          <w:szCs w:val="22"/>
        </w:rPr>
        <w:t xml:space="preserve">e p.c. </w:t>
      </w:r>
      <w:hyperlink r:id="rId10" w:history="1">
        <w:r w:rsidRPr="005E776A">
          <w:rPr>
            <w:rStyle w:val="Collegamentoipertestuale"/>
            <w:rFonts w:asciiTheme="minorHAnsi" w:hAnsiTheme="minorHAnsi"/>
            <w:b/>
            <w:sz w:val="22"/>
            <w:szCs w:val="22"/>
          </w:rPr>
          <w:t>uefs.an@istruzione.it</w:t>
        </w:r>
      </w:hyperlink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:rsidR="00E57754" w:rsidRPr="00D3137C" w:rsidRDefault="00E57754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</w:p>
    <w:p w:rsidR="00E8125D" w:rsidRPr="00D3137C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</w:p>
    <w:p w:rsidR="00E8125D" w:rsidRDefault="00E8125D" w:rsidP="00E8125D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b/>
          <w:color w:val="000000"/>
          <w:sz w:val="22"/>
          <w:szCs w:val="22"/>
        </w:rPr>
        <w:t>L’istituto Comprensivo</w:t>
      </w: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:rsidR="00E8125D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E8125D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b/>
          <w:color w:val="000000"/>
          <w:sz w:val="22"/>
          <w:szCs w:val="22"/>
        </w:rPr>
        <w:t>di</w:t>
      </w: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E8125D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E8125D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E8125D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intende partecipare alla manifestazione</w:t>
      </w:r>
    </w:p>
    <w:p w:rsidR="00E8125D" w:rsidRDefault="00E8125D" w:rsidP="00E8125D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E8125D" w:rsidRDefault="00E8125D" w:rsidP="00E8125D">
      <w:pPr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E8125D">
        <w:rPr>
          <w:rFonts w:asciiTheme="minorHAnsi" w:hAnsiTheme="minorHAnsi"/>
          <w:b/>
          <w:color w:val="000000"/>
          <w:sz w:val="22"/>
          <w:szCs w:val="22"/>
        </w:rPr>
        <w:t xml:space="preserve">ASPETTANDO LA MEZZA MARATONA DI ANCONA_ ZEROWAST BLUE_ </w:t>
      </w:r>
    </w:p>
    <w:p w:rsidR="00E8125D" w:rsidRDefault="00E8125D" w:rsidP="00E8125D">
      <w:pPr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E8125D">
        <w:rPr>
          <w:rFonts w:asciiTheme="minorHAnsi" w:hAnsiTheme="minorHAnsi"/>
          <w:b/>
          <w:color w:val="000000"/>
          <w:sz w:val="22"/>
          <w:szCs w:val="22"/>
        </w:rPr>
        <w:t>24 OTTOBRE 2019</w:t>
      </w:r>
    </w:p>
    <w:p w:rsidR="00E8125D" w:rsidRDefault="00E8125D" w:rsidP="00E8125D">
      <w:pPr>
        <w:jc w:val="center"/>
        <w:rPr>
          <w:rFonts w:asciiTheme="minorHAnsi" w:hAnsiTheme="minorHAnsi"/>
          <w:b/>
          <w:color w:val="000000"/>
          <w:sz w:val="22"/>
          <w:szCs w:val="22"/>
        </w:rPr>
      </w:pPr>
    </w:p>
    <w:p w:rsidR="00E8125D" w:rsidRDefault="00C150C4" w:rsidP="00E8125D">
      <w:pPr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</w:t>
      </w:r>
      <w:r w:rsidR="00E8125D" w:rsidRPr="00E8125D">
        <w:rPr>
          <w:rFonts w:asciiTheme="minorHAnsi" w:hAnsiTheme="minorHAnsi"/>
          <w:color w:val="000000"/>
          <w:sz w:val="22"/>
          <w:szCs w:val="22"/>
        </w:rPr>
        <w:t>on le</w:t>
      </w:r>
      <w:r w:rsidR="00D3137C">
        <w:rPr>
          <w:rFonts w:asciiTheme="minorHAnsi" w:hAnsiTheme="minorHAnsi"/>
          <w:color w:val="000000"/>
          <w:sz w:val="22"/>
          <w:szCs w:val="22"/>
        </w:rPr>
        <w:t xml:space="preserve"> seguenti</w:t>
      </w:r>
      <w:r w:rsidR="00E8125D" w:rsidRPr="00E8125D">
        <w:rPr>
          <w:rFonts w:asciiTheme="minorHAnsi" w:hAnsiTheme="minorHAnsi"/>
          <w:color w:val="000000"/>
          <w:sz w:val="22"/>
          <w:szCs w:val="22"/>
        </w:rPr>
        <w:t xml:space="preserve"> classi</w:t>
      </w:r>
      <w:r w:rsidR="00D3137C">
        <w:rPr>
          <w:rFonts w:asciiTheme="minorHAnsi" w:hAnsiTheme="minorHAnsi"/>
          <w:color w:val="000000"/>
          <w:sz w:val="22"/>
          <w:szCs w:val="22"/>
        </w:rPr>
        <w:t>:</w:t>
      </w:r>
    </w:p>
    <w:p w:rsidR="001A79B7" w:rsidRDefault="001A79B7" w:rsidP="00E8125D">
      <w:pPr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( indicare le sezioni)</w:t>
      </w:r>
    </w:p>
    <w:p w:rsidR="00D3137C" w:rsidRDefault="00D3137C" w:rsidP="00E8125D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E803FD" w:rsidRPr="00E478FB" w:rsidRDefault="00D3137C" w:rsidP="00E803FD">
      <w:pPr>
        <w:rPr>
          <w:rFonts w:asciiTheme="minorHAnsi" w:hAnsiTheme="minorHAnsi"/>
          <w:color w:val="000000"/>
          <w:sz w:val="22"/>
          <w:szCs w:val="22"/>
        </w:rPr>
      </w:pPr>
      <w:r w:rsidRPr="00D3137C">
        <w:rPr>
          <w:rFonts w:asciiTheme="minorHAnsi" w:hAnsiTheme="minorHAnsi"/>
          <w:b/>
          <w:color w:val="000000"/>
          <w:sz w:val="22"/>
          <w:szCs w:val="22"/>
        </w:rPr>
        <w:t>SCUOLA PRIMARIA</w:t>
      </w:r>
      <w:r w:rsidR="00555FE1">
        <w:rPr>
          <w:rFonts w:asciiTheme="minorHAnsi" w:hAnsiTheme="minorHAnsi"/>
          <w:b/>
          <w:color w:val="000000"/>
          <w:sz w:val="22"/>
          <w:szCs w:val="22"/>
        </w:rPr>
        <w:t>: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 xml:space="preserve">      </w:t>
      </w:r>
      <w:r w:rsidR="00E803FD" w:rsidRPr="00E803FD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 xml:space="preserve">5^ </w:t>
      </w:r>
      <w:r w:rsidR="00E803FD" w:rsidRPr="00E478FB">
        <w:rPr>
          <w:rFonts w:asciiTheme="minorHAnsi" w:hAnsiTheme="minorHAnsi"/>
          <w:color w:val="000000"/>
          <w:sz w:val="22"/>
          <w:szCs w:val="22"/>
        </w:rPr>
        <w:t>………..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 xml:space="preserve">     E    5</w:t>
      </w:r>
      <w:r w:rsidR="00E803FD" w:rsidRPr="00E478FB">
        <w:rPr>
          <w:rFonts w:asciiTheme="minorHAnsi" w:hAnsiTheme="minorHAnsi"/>
          <w:color w:val="000000"/>
          <w:sz w:val="22"/>
          <w:szCs w:val="22"/>
        </w:rPr>
        <w:t>^………………..</w:t>
      </w:r>
      <w:r w:rsidR="001A79B7">
        <w:rPr>
          <w:rFonts w:asciiTheme="minorHAnsi" w:hAnsiTheme="minorHAnsi"/>
          <w:color w:val="000000"/>
          <w:sz w:val="22"/>
          <w:szCs w:val="22"/>
        </w:rPr>
        <w:t xml:space="preserve"> </w:t>
      </w:r>
    </w:p>
    <w:tbl>
      <w:tblPr>
        <w:tblStyle w:val="Grigliatabella1"/>
        <w:tblpPr w:leftFromText="141" w:rightFromText="141" w:vertAnchor="text" w:horzAnchor="margin" w:tblpXSpec="center" w:tblpY="50"/>
        <w:tblW w:w="9957" w:type="dxa"/>
        <w:tblLook w:val="04A0" w:firstRow="1" w:lastRow="0" w:firstColumn="1" w:lastColumn="0" w:noHBand="0" w:noVBand="1"/>
      </w:tblPr>
      <w:tblGrid>
        <w:gridCol w:w="3832"/>
        <w:gridCol w:w="3431"/>
        <w:gridCol w:w="2694"/>
      </w:tblGrid>
      <w:tr w:rsidR="00E803FD" w:rsidRPr="0026636E" w:rsidTr="00E803FD">
        <w:tc>
          <w:tcPr>
            <w:tcW w:w="3832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Docente/i accompagnatore/i</w:t>
            </w: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Indirizzo @</w:t>
            </w: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n° cellulare</w:t>
            </w:r>
          </w:p>
        </w:tc>
      </w:tr>
      <w:tr w:rsidR="00E803FD" w:rsidRPr="0026636E" w:rsidTr="00E803FD">
        <w:tc>
          <w:tcPr>
            <w:tcW w:w="3832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  <w:tr w:rsidR="00E803FD" w:rsidRPr="0026636E" w:rsidTr="00E803FD">
        <w:tc>
          <w:tcPr>
            <w:tcW w:w="3832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</w:tbl>
    <w:p w:rsidR="00D3137C" w:rsidRDefault="00D3137C" w:rsidP="00E803FD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555FE1" w:rsidRDefault="00555FE1" w:rsidP="00E478FB">
      <w:pPr>
        <w:jc w:val="center"/>
        <w:rPr>
          <w:rFonts w:asciiTheme="minorHAnsi" w:hAnsiTheme="minorHAnsi"/>
          <w:b/>
          <w:color w:val="000000"/>
          <w:sz w:val="22"/>
          <w:szCs w:val="22"/>
        </w:rPr>
      </w:pPr>
    </w:p>
    <w:p w:rsidR="00E803FD" w:rsidRDefault="00D3137C" w:rsidP="00E803FD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SCUOLA SECONDARIA :</w:t>
      </w:r>
      <w:r w:rsidR="00E803FD" w:rsidRPr="00E803FD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>1^</w:t>
      </w:r>
      <w:r w:rsidR="00E803FD" w:rsidRPr="00E478FB">
        <w:rPr>
          <w:rFonts w:asciiTheme="minorHAnsi" w:hAnsiTheme="minorHAnsi"/>
          <w:color w:val="000000"/>
          <w:sz w:val="22"/>
          <w:szCs w:val="22"/>
        </w:rPr>
        <w:t>……………….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>,   1^</w:t>
      </w:r>
      <w:r w:rsidR="00E803FD" w:rsidRPr="00E478FB">
        <w:rPr>
          <w:rFonts w:asciiTheme="minorHAnsi" w:hAnsiTheme="minorHAnsi"/>
          <w:color w:val="000000"/>
          <w:sz w:val="22"/>
          <w:szCs w:val="22"/>
        </w:rPr>
        <w:t>……………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>, 2^</w:t>
      </w:r>
      <w:r w:rsidR="00E803FD" w:rsidRPr="00E478FB">
        <w:rPr>
          <w:rFonts w:asciiTheme="minorHAnsi" w:hAnsiTheme="minorHAnsi"/>
          <w:color w:val="000000"/>
          <w:sz w:val="22"/>
          <w:szCs w:val="22"/>
        </w:rPr>
        <w:t>……………….</w:t>
      </w:r>
      <w:r w:rsidR="00E803FD">
        <w:rPr>
          <w:rFonts w:asciiTheme="minorHAnsi" w:hAnsiTheme="minorHAnsi"/>
          <w:b/>
          <w:color w:val="000000"/>
          <w:sz w:val="22"/>
          <w:szCs w:val="22"/>
        </w:rPr>
        <w:t>. , 2</w:t>
      </w:r>
      <w:r w:rsidR="00E803FD" w:rsidRPr="00E478FB">
        <w:rPr>
          <w:rFonts w:asciiTheme="minorHAnsi" w:hAnsiTheme="minorHAnsi"/>
          <w:color w:val="000000"/>
          <w:sz w:val="22"/>
          <w:szCs w:val="22"/>
        </w:rPr>
        <w:t>^……………….</w:t>
      </w:r>
    </w:p>
    <w:p w:rsidR="00E803FD" w:rsidRPr="00E478FB" w:rsidRDefault="00E803FD" w:rsidP="00E803FD">
      <w:pPr>
        <w:rPr>
          <w:rFonts w:asciiTheme="minorHAnsi" w:hAnsiTheme="minorHAnsi"/>
          <w:color w:val="000000"/>
          <w:sz w:val="22"/>
          <w:szCs w:val="22"/>
        </w:rPr>
      </w:pPr>
    </w:p>
    <w:tbl>
      <w:tblPr>
        <w:tblStyle w:val="Grigliatabella1"/>
        <w:tblpPr w:leftFromText="141" w:rightFromText="141" w:vertAnchor="text" w:horzAnchor="margin" w:tblpXSpec="center" w:tblpY="50"/>
        <w:tblW w:w="10132" w:type="dxa"/>
        <w:tblLook w:val="04A0" w:firstRow="1" w:lastRow="0" w:firstColumn="1" w:lastColumn="0" w:noHBand="0" w:noVBand="1"/>
      </w:tblPr>
      <w:tblGrid>
        <w:gridCol w:w="4007"/>
        <w:gridCol w:w="3431"/>
        <w:gridCol w:w="2694"/>
      </w:tblGrid>
      <w:tr w:rsidR="00E803FD" w:rsidRPr="0026636E" w:rsidTr="00E803FD">
        <w:tc>
          <w:tcPr>
            <w:tcW w:w="4007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Docente/i accompagnatore/i</w:t>
            </w: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Indirizzo @</w:t>
            </w: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n° cellulare</w:t>
            </w:r>
          </w:p>
        </w:tc>
      </w:tr>
      <w:tr w:rsidR="00E803FD" w:rsidRPr="0026636E" w:rsidTr="00E803FD">
        <w:tc>
          <w:tcPr>
            <w:tcW w:w="4007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  <w:tr w:rsidR="00E803FD" w:rsidRPr="0026636E" w:rsidTr="00E803FD">
        <w:tc>
          <w:tcPr>
            <w:tcW w:w="4007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  <w:tr w:rsidR="00E803FD" w:rsidRPr="0026636E" w:rsidTr="00E803FD">
        <w:tc>
          <w:tcPr>
            <w:tcW w:w="4007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  <w:tr w:rsidR="00E803FD" w:rsidRPr="0026636E" w:rsidTr="00E803FD">
        <w:tc>
          <w:tcPr>
            <w:tcW w:w="4007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E803FD" w:rsidRPr="0026636E" w:rsidRDefault="00E803FD" w:rsidP="001C7C4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</w:tbl>
    <w:p w:rsidR="00E57754" w:rsidRDefault="00E57754" w:rsidP="00E57754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E57754" w:rsidRPr="00E57754" w:rsidRDefault="00E57754" w:rsidP="00E57754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color w:val="000000"/>
          <w:sz w:val="22"/>
          <w:szCs w:val="22"/>
        </w:rPr>
        <w:t>Il Dirigente Scolastico con la presente dichiara:</w:t>
      </w:r>
    </w:p>
    <w:p w:rsidR="00E57754" w:rsidRPr="00E57754" w:rsidRDefault="00E57754" w:rsidP="00E57754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color w:val="000000"/>
          <w:sz w:val="22"/>
          <w:szCs w:val="22"/>
        </w:rPr>
        <w:t>- che tutti gli alunni in elenco sono iscrit</w:t>
      </w:r>
      <w:r>
        <w:rPr>
          <w:rFonts w:asciiTheme="minorHAnsi" w:hAnsiTheme="minorHAnsi"/>
          <w:color w:val="000000"/>
          <w:sz w:val="22"/>
          <w:szCs w:val="22"/>
        </w:rPr>
        <w:t xml:space="preserve">ti e frequentanti </w:t>
      </w:r>
      <w:proofErr w:type="spellStart"/>
      <w:r>
        <w:rPr>
          <w:rFonts w:asciiTheme="minorHAnsi" w:hAnsiTheme="minorHAnsi"/>
          <w:color w:val="000000"/>
          <w:sz w:val="22"/>
          <w:szCs w:val="22"/>
        </w:rPr>
        <w:t>nell’a.s.</w:t>
      </w:r>
      <w:proofErr w:type="spellEnd"/>
      <w:r>
        <w:rPr>
          <w:rFonts w:asciiTheme="minorHAnsi" w:hAnsiTheme="minorHAnsi"/>
          <w:color w:val="000000"/>
          <w:sz w:val="22"/>
          <w:szCs w:val="22"/>
        </w:rPr>
        <w:t xml:space="preserve"> 2019-20</w:t>
      </w:r>
      <w:r w:rsidRPr="00E57754">
        <w:rPr>
          <w:rFonts w:asciiTheme="minorHAnsi" w:hAnsiTheme="minorHAnsi"/>
          <w:color w:val="000000"/>
          <w:sz w:val="22"/>
          <w:szCs w:val="22"/>
        </w:rPr>
        <w:t xml:space="preserve">  la scuola  e  sono in possesso del certificato di idoneità all’attività non agonistica ai sensi del D.M. 24.04.2013 modificato dall’art. 42 bis della L. 9.08.2013 N.98 di conversione del D.L. n.69/2013 ;</w:t>
      </w:r>
    </w:p>
    <w:p w:rsidR="00E57754" w:rsidRPr="00E57754" w:rsidRDefault="00E57754" w:rsidP="00E57754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color w:val="000000"/>
          <w:sz w:val="22"/>
          <w:szCs w:val="22"/>
        </w:rPr>
        <w:t xml:space="preserve">- di concedere l'autorizzazione al Comitato Organizzatore  ad utilizzare fotografie, nastri, video, immagini, per qualsiasi legittimo utilizzo senza remunerazione; </w:t>
      </w:r>
    </w:p>
    <w:p w:rsidR="00E57754" w:rsidRPr="00E57754" w:rsidRDefault="00E57754" w:rsidP="00E57754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color w:val="000000"/>
          <w:sz w:val="22"/>
          <w:szCs w:val="22"/>
        </w:rPr>
        <w:t xml:space="preserve">- di aver acquisito dai genitori/tutori (o dall’interessato se maggiorenne) il consenso al trattamento dei dati personali  secondo quanto previsto dal </w:t>
      </w:r>
      <w:proofErr w:type="spellStart"/>
      <w:r w:rsidRPr="00E57754">
        <w:rPr>
          <w:rFonts w:asciiTheme="minorHAnsi" w:hAnsiTheme="minorHAnsi"/>
          <w:color w:val="000000"/>
          <w:sz w:val="22"/>
          <w:szCs w:val="22"/>
        </w:rPr>
        <w:t>D.Lgs.</w:t>
      </w:r>
      <w:proofErr w:type="spellEnd"/>
      <w:r w:rsidRPr="00E57754">
        <w:rPr>
          <w:rFonts w:asciiTheme="minorHAnsi" w:hAnsiTheme="minorHAnsi"/>
          <w:color w:val="000000"/>
          <w:sz w:val="22"/>
          <w:szCs w:val="22"/>
        </w:rPr>
        <w:t xml:space="preserve"> 196/2003, e di aver predisposto l’informativa preventiva nel caso di trattamento dei dati sensibili.</w:t>
      </w:r>
    </w:p>
    <w:p w:rsidR="00E57754" w:rsidRPr="00E57754" w:rsidRDefault="00E57754" w:rsidP="00E57754">
      <w:pPr>
        <w:overflowPunct/>
        <w:autoSpaceDE/>
        <w:autoSpaceDN/>
        <w:adjustRightInd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E57754" w:rsidRDefault="00E57754" w:rsidP="00E57754">
      <w:pPr>
        <w:overflowPunct/>
        <w:autoSpaceDE/>
        <w:autoSpaceDN/>
        <w:adjustRightInd/>
        <w:jc w:val="right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color w:val="000000"/>
          <w:sz w:val="22"/>
          <w:szCs w:val="22"/>
        </w:rPr>
        <w:t>Il Dirigente Scolastico</w:t>
      </w:r>
    </w:p>
    <w:p w:rsidR="00E57754" w:rsidRDefault="00E478FB" w:rsidP="00E57754">
      <w:pPr>
        <w:overflowPunct/>
        <w:autoSpaceDE/>
        <w:autoSpaceDN/>
        <w:adjustRightInd/>
        <w:jc w:val="right"/>
        <w:textAlignment w:val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( timbro e firma)</w:t>
      </w:r>
    </w:p>
    <w:p w:rsidR="00E478FB" w:rsidRPr="00E57754" w:rsidRDefault="00E478FB" w:rsidP="00E57754">
      <w:pPr>
        <w:overflowPunct/>
        <w:autoSpaceDE/>
        <w:autoSpaceDN/>
        <w:adjustRightInd/>
        <w:jc w:val="right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:rsidR="0026636E" w:rsidRPr="004721BF" w:rsidRDefault="00E57754" w:rsidP="00936B50">
      <w:pPr>
        <w:overflowPunct/>
        <w:autoSpaceDE/>
        <w:autoSpaceDN/>
        <w:adjustRightInd/>
        <w:jc w:val="right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E57754">
        <w:rPr>
          <w:rFonts w:asciiTheme="minorHAnsi" w:hAnsiTheme="minorHAnsi"/>
          <w:color w:val="000000"/>
          <w:sz w:val="22"/>
          <w:szCs w:val="22"/>
        </w:rPr>
        <w:t>__________</w:t>
      </w:r>
      <w:r w:rsidR="00936B50">
        <w:rPr>
          <w:rFonts w:asciiTheme="minorHAnsi" w:hAnsiTheme="minorHAnsi"/>
          <w:color w:val="000000"/>
          <w:sz w:val="22"/>
          <w:szCs w:val="22"/>
        </w:rPr>
        <w:t>_______________________________</w:t>
      </w:r>
      <w:bookmarkStart w:id="0" w:name="_GoBack"/>
      <w:bookmarkEnd w:id="0"/>
    </w:p>
    <w:sectPr w:rsidR="0026636E" w:rsidRPr="004721BF" w:rsidSect="007F256F">
      <w:headerReference w:type="default" r:id="rId11"/>
      <w:footerReference w:type="default" r:id="rId12"/>
      <w:pgSz w:w="11907" w:h="16840"/>
      <w:pgMar w:top="1418" w:right="1418" w:bottom="851" w:left="1418" w:header="113" w:footer="44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996" w:rsidRDefault="00C54996">
      <w:r>
        <w:separator/>
      </w:r>
    </w:p>
  </w:endnote>
  <w:endnote w:type="continuationSeparator" w:id="0">
    <w:p w:rsidR="00C54996" w:rsidRDefault="00C5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7C" w:rsidRPr="0095407C" w:rsidRDefault="0095407C" w:rsidP="0095407C">
    <w:pPr>
      <w:rPr>
        <w:rFonts w:asciiTheme="minorHAnsi" w:hAnsiTheme="minorHAnsi" w:cs="Arial"/>
        <w:sz w:val="16"/>
        <w:szCs w:val="16"/>
      </w:rPr>
    </w:pPr>
    <w:r w:rsidRPr="00F176B7">
      <w:rPr>
        <w:rFonts w:asciiTheme="minorHAnsi" w:hAnsiTheme="minorHAnsi" w:cs="Arial"/>
        <w:sz w:val="16"/>
        <w:szCs w:val="16"/>
      </w:rPr>
      <w:t>2</w:t>
    </w:r>
    <w:r w:rsidR="008F4963">
      <w:rPr>
        <w:rFonts w:asciiTheme="minorHAnsi" w:hAnsiTheme="minorHAnsi" w:cs="Arial"/>
        <w:sz w:val="16"/>
        <w:szCs w:val="16"/>
      </w:rPr>
      <w:t>01910071245</w:t>
    </w:r>
    <w:r w:rsidR="000D6E54">
      <w:rPr>
        <w:rFonts w:asciiTheme="minorHAnsi" w:hAnsiTheme="minorHAnsi" w:cs="Arial"/>
        <w:sz w:val="16"/>
        <w:szCs w:val="16"/>
      </w:rPr>
      <w:t>_</w:t>
    </w:r>
    <w:r w:rsidR="00683484" w:rsidRPr="00683484">
      <w:t xml:space="preserve"> </w:t>
    </w:r>
    <w:r w:rsidR="00683484" w:rsidRPr="00683484">
      <w:rPr>
        <w:rFonts w:asciiTheme="minorHAnsi" w:hAnsiTheme="minorHAnsi" w:cs="Arial"/>
        <w:sz w:val="16"/>
        <w:szCs w:val="16"/>
      </w:rPr>
      <w:t xml:space="preserve">Progetto A2.2_PR1920_23_P3 Manifestazioni per classi nessuno escluso_ Aspettando la mezza Maratona di Ancona_ </w:t>
    </w:r>
    <w:proofErr w:type="spellStart"/>
    <w:r w:rsidR="00683484" w:rsidRPr="00683484">
      <w:rPr>
        <w:rFonts w:asciiTheme="minorHAnsi" w:hAnsiTheme="minorHAnsi" w:cs="Arial"/>
        <w:sz w:val="16"/>
        <w:szCs w:val="16"/>
      </w:rPr>
      <w:t>ZeroWast</w:t>
    </w:r>
    <w:proofErr w:type="spellEnd"/>
    <w:r w:rsidR="00683484" w:rsidRPr="00683484">
      <w:rPr>
        <w:rFonts w:asciiTheme="minorHAnsi" w:hAnsiTheme="minorHAnsi" w:cs="Arial"/>
        <w:sz w:val="16"/>
        <w:szCs w:val="16"/>
      </w:rPr>
      <w:t xml:space="preserve"> Blue_ 24 ottobre 2019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 xml:space="preserve">Referente attività istruttoria: </w:t>
    </w:r>
    <w:r w:rsidR="009B48C2" w:rsidRPr="009C5004">
      <w:rPr>
        <w:rFonts w:asciiTheme="minorHAnsi" w:hAnsiTheme="minorHAnsi" w:cs="Tahoma"/>
        <w:sz w:val="16"/>
        <w:szCs w:val="16"/>
      </w:rPr>
      <w:t>Paola Tedde</w:t>
    </w:r>
    <w:r w:rsidRPr="009C5004">
      <w:rPr>
        <w:rFonts w:asciiTheme="minorHAnsi" w:hAnsiTheme="minorHAnsi" w:cs="Tahoma"/>
        <w:sz w:val="16"/>
        <w:szCs w:val="16"/>
      </w:rPr>
      <w:t xml:space="preserve">   tel. </w:t>
    </w:r>
    <w:r w:rsidR="009B48C2" w:rsidRPr="009C5004">
      <w:rPr>
        <w:rFonts w:asciiTheme="minorHAnsi" w:hAnsiTheme="minorHAnsi" w:cs="Tahoma"/>
        <w:sz w:val="16"/>
        <w:szCs w:val="16"/>
      </w:rPr>
      <w:t>0712295462</w:t>
    </w:r>
    <w:r w:rsidRPr="009C5004">
      <w:rPr>
        <w:rFonts w:asciiTheme="minorHAnsi" w:hAnsiTheme="minorHAnsi" w:cs="Tahoma"/>
        <w:sz w:val="16"/>
        <w:szCs w:val="16"/>
      </w:rPr>
      <w:t xml:space="preserve">  e-mail </w:t>
    </w:r>
    <w:hyperlink r:id="rId1" w:history="1">
      <w:r w:rsidR="00F90B08" w:rsidRPr="0015733B">
        <w:rPr>
          <w:rStyle w:val="Collegamentoipertestuale"/>
          <w:rFonts w:asciiTheme="minorHAnsi" w:hAnsiTheme="minorHAnsi" w:cs="Tahoma"/>
          <w:sz w:val="16"/>
          <w:szCs w:val="16"/>
        </w:rPr>
        <w:t>uefs.a@istruzione.it</w:t>
      </w:r>
    </w:hyperlink>
    <w:r w:rsidR="00F90B08">
      <w:rPr>
        <w:rFonts w:asciiTheme="minorHAnsi" w:hAnsiTheme="minorHAnsi" w:cs="Tahoma"/>
        <w:sz w:val="16"/>
        <w:szCs w:val="16"/>
      </w:rPr>
      <w:t xml:space="preserve"> 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>Referente del proce</w:t>
    </w:r>
    <w:r w:rsidR="009B48C2" w:rsidRPr="009C5004">
      <w:rPr>
        <w:rFonts w:asciiTheme="minorHAnsi" w:hAnsiTheme="minorHAnsi" w:cs="Tahoma"/>
        <w:sz w:val="16"/>
        <w:szCs w:val="16"/>
      </w:rPr>
      <w:t xml:space="preserve">dimento: </w:t>
    </w:r>
    <w:r w:rsidR="00F90B08">
      <w:rPr>
        <w:rFonts w:asciiTheme="minorHAnsi" w:hAnsiTheme="minorHAnsi" w:cs="Tahoma"/>
        <w:sz w:val="16"/>
        <w:szCs w:val="16"/>
      </w:rPr>
      <w:t>Marco Petrini</w:t>
    </w:r>
    <w:r w:rsidR="009B48C2" w:rsidRPr="009C5004">
      <w:rPr>
        <w:rFonts w:asciiTheme="minorHAnsi" w:hAnsiTheme="minorHAnsi" w:cs="Tahoma"/>
        <w:sz w:val="16"/>
        <w:szCs w:val="16"/>
      </w:rPr>
      <w:t xml:space="preserve">   t</w:t>
    </w:r>
    <w:r w:rsidRPr="009C5004">
      <w:rPr>
        <w:rFonts w:asciiTheme="minorHAnsi" w:hAnsiTheme="minorHAnsi" w:cs="Tahoma"/>
        <w:sz w:val="16"/>
        <w:szCs w:val="16"/>
      </w:rPr>
      <w:t xml:space="preserve">el. 071 2295437 e-mail: </w:t>
    </w:r>
    <w:hyperlink r:id="rId2" w:history="1">
      <w:r w:rsidR="00F90B08" w:rsidRPr="0015733B">
        <w:rPr>
          <w:rStyle w:val="Collegamentoipertestuale"/>
          <w:rFonts w:asciiTheme="minorHAnsi" w:hAnsiTheme="minorHAnsi" w:cs="Tahoma"/>
          <w:sz w:val="16"/>
          <w:szCs w:val="16"/>
        </w:rPr>
        <w:t>edfiscamarche@istruzione.it</w:t>
      </w:r>
    </w:hyperlink>
    <w:r w:rsidR="00F90B08">
      <w:rPr>
        <w:rFonts w:asciiTheme="minorHAnsi" w:hAnsiTheme="minorHAnsi" w:cs="Tahoma"/>
        <w:sz w:val="16"/>
        <w:szCs w:val="16"/>
      </w:rPr>
      <w:t xml:space="preserve"> </w:t>
    </w:r>
  </w:p>
  <w:p w:rsidR="00042D1C" w:rsidRPr="009C5004" w:rsidRDefault="00042D1C" w:rsidP="00042D1C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9C5004">
      <w:rPr>
        <w:rFonts w:asciiTheme="minorHAnsi" w:hAnsiTheme="minorHAnsi" w:cs="Arial"/>
        <w:sz w:val="16"/>
        <w:szCs w:val="16"/>
      </w:rPr>
      <w:t xml:space="preserve">Via XXV Aprile, 19  - </w:t>
    </w:r>
    <w:r w:rsidRPr="009C5004">
      <w:rPr>
        <w:rFonts w:asciiTheme="minorHAnsi" w:hAnsiTheme="minorHAnsi" w:cs="Arial"/>
        <w:smallCaps/>
        <w:sz w:val="16"/>
        <w:szCs w:val="16"/>
      </w:rPr>
      <w:t>Ancona</w:t>
    </w:r>
    <w:r w:rsidRPr="009C5004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3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136AAF" w:rsidRDefault="00042D1C" w:rsidP="00042D1C">
    <w:pPr>
      <w:pStyle w:val="Pidipagina"/>
      <w:rPr>
        <w:szCs w:val="15"/>
      </w:rPr>
    </w:pPr>
    <w:r w:rsidRPr="009C5004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4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9C5004">
      <w:rPr>
        <w:rFonts w:asciiTheme="minorHAnsi" w:hAnsiTheme="minorHAnsi" w:cs="Arial"/>
        <w:sz w:val="16"/>
        <w:szCs w:val="16"/>
      </w:rPr>
      <w:t xml:space="preserve"> – sito WEB </w:t>
    </w:r>
    <w:hyperlink r:id="rId5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996" w:rsidRDefault="00C54996">
      <w:r>
        <w:separator/>
      </w:r>
    </w:p>
  </w:footnote>
  <w:footnote w:type="continuationSeparator" w:id="0">
    <w:p w:rsidR="00C54996" w:rsidRDefault="00C54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203B1B2C" wp14:editId="168E367C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95407C" w:rsidRDefault="002E6CB5" w:rsidP="0095407C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68E1C8D"/>
    <w:multiLevelType w:val="hybridMultilevel"/>
    <w:tmpl w:val="D8F01404"/>
    <w:lvl w:ilvl="0" w:tplc="5832C9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48175F6"/>
    <w:multiLevelType w:val="hybridMultilevel"/>
    <w:tmpl w:val="2FBA7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628E4"/>
    <w:multiLevelType w:val="hybridMultilevel"/>
    <w:tmpl w:val="E0C6A172"/>
    <w:lvl w:ilvl="0" w:tplc="0410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8C47B2"/>
    <w:multiLevelType w:val="hybridMultilevel"/>
    <w:tmpl w:val="65C011C0"/>
    <w:lvl w:ilvl="0" w:tplc="0410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9">
    <w:nsid w:val="6CAD72C7"/>
    <w:multiLevelType w:val="hybridMultilevel"/>
    <w:tmpl w:val="FBAEDED8"/>
    <w:lvl w:ilvl="0" w:tplc="04100001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F"/>
    <w:rsid w:val="00006BE7"/>
    <w:rsid w:val="000073EC"/>
    <w:rsid w:val="00021BC3"/>
    <w:rsid w:val="00023685"/>
    <w:rsid w:val="00037B1F"/>
    <w:rsid w:val="0004263C"/>
    <w:rsid w:val="00042D1C"/>
    <w:rsid w:val="00045962"/>
    <w:rsid w:val="000631A0"/>
    <w:rsid w:val="000664CB"/>
    <w:rsid w:val="00071B6B"/>
    <w:rsid w:val="000936F7"/>
    <w:rsid w:val="000A4771"/>
    <w:rsid w:val="000B1354"/>
    <w:rsid w:val="000B1C3B"/>
    <w:rsid w:val="000C16CA"/>
    <w:rsid w:val="000D430E"/>
    <w:rsid w:val="000D4BFA"/>
    <w:rsid w:val="000D6E54"/>
    <w:rsid w:val="000D781B"/>
    <w:rsid w:val="00100E5B"/>
    <w:rsid w:val="00115AE0"/>
    <w:rsid w:val="001169C1"/>
    <w:rsid w:val="001176F2"/>
    <w:rsid w:val="00130B1C"/>
    <w:rsid w:val="001328E3"/>
    <w:rsid w:val="00134739"/>
    <w:rsid w:val="00136AAF"/>
    <w:rsid w:val="00140662"/>
    <w:rsid w:val="001446D9"/>
    <w:rsid w:val="001631D1"/>
    <w:rsid w:val="001660B8"/>
    <w:rsid w:val="0018289F"/>
    <w:rsid w:val="001A79B7"/>
    <w:rsid w:val="001C0020"/>
    <w:rsid w:val="001C586C"/>
    <w:rsid w:val="001E1642"/>
    <w:rsid w:val="001E30C4"/>
    <w:rsid w:val="001F2419"/>
    <w:rsid w:val="001F2BF5"/>
    <w:rsid w:val="002220C8"/>
    <w:rsid w:val="002255C1"/>
    <w:rsid w:val="002273C2"/>
    <w:rsid w:val="002278B5"/>
    <w:rsid w:val="002333A4"/>
    <w:rsid w:val="00241429"/>
    <w:rsid w:val="00243751"/>
    <w:rsid w:val="00244C1F"/>
    <w:rsid w:val="00247B14"/>
    <w:rsid w:val="0026636E"/>
    <w:rsid w:val="002746B7"/>
    <w:rsid w:val="00287A98"/>
    <w:rsid w:val="00291C86"/>
    <w:rsid w:val="002A2A80"/>
    <w:rsid w:val="002B6B56"/>
    <w:rsid w:val="002E018A"/>
    <w:rsid w:val="002E470F"/>
    <w:rsid w:val="002E6CB5"/>
    <w:rsid w:val="002F03BC"/>
    <w:rsid w:val="002F1F09"/>
    <w:rsid w:val="002F39BA"/>
    <w:rsid w:val="002F45C3"/>
    <w:rsid w:val="002F6DAB"/>
    <w:rsid w:val="00313269"/>
    <w:rsid w:val="00313453"/>
    <w:rsid w:val="003167D9"/>
    <w:rsid w:val="00325CF5"/>
    <w:rsid w:val="00325D26"/>
    <w:rsid w:val="00326968"/>
    <w:rsid w:val="00326DF6"/>
    <w:rsid w:val="00336BF4"/>
    <w:rsid w:val="00340F90"/>
    <w:rsid w:val="00341C4E"/>
    <w:rsid w:val="00342346"/>
    <w:rsid w:val="003441BE"/>
    <w:rsid w:val="003626EC"/>
    <w:rsid w:val="00382096"/>
    <w:rsid w:val="003820E6"/>
    <w:rsid w:val="00396DCD"/>
    <w:rsid w:val="003A2189"/>
    <w:rsid w:val="003A7DFE"/>
    <w:rsid w:val="003B252A"/>
    <w:rsid w:val="003B3733"/>
    <w:rsid w:val="003B4C21"/>
    <w:rsid w:val="003C1AE8"/>
    <w:rsid w:val="003C6398"/>
    <w:rsid w:val="003D02FE"/>
    <w:rsid w:val="003F0D45"/>
    <w:rsid w:val="003F4739"/>
    <w:rsid w:val="00404888"/>
    <w:rsid w:val="00405ED5"/>
    <w:rsid w:val="004132B8"/>
    <w:rsid w:val="00422012"/>
    <w:rsid w:val="00427F65"/>
    <w:rsid w:val="004366F1"/>
    <w:rsid w:val="00440600"/>
    <w:rsid w:val="00451B49"/>
    <w:rsid w:val="004525C5"/>
    <w:rsid w:val="004629D9"/>
    <w:rsid w:val="004721BF"/>
    <w:rsid w:val="0047283F"/>
    <w:rsid w:val="00480B38"/>
    <w:rsid w:val="004B0029"/>
    <w:rsid w:val="004C54BC"/>
    <w:rsid w:val="004C7285"/>
    <w:rsid w:val="004D03AB"/>
    <w:rsid w:val="004F07A5"/>
    <w:rsid w:val="004F34EE"/>
    <w:rsid w:val="004F3E8E"/>
    <w:rsid w:val="00503902"/>
    <w:rsid w:val="005169E8"/>
    <w:rsid w:val="005173B6"/>
    <w:rsid w:val="00524C11"/>
    <w:rsid w:val="00526D79"/>
    <w:rsid w:val="00526F68"/>
    <w:rsid w:val="00527FC3"/>
    <w:rsid w:val="00531679"/>
    <w:rsid w:val="00536412"/>
    <w:rsid w:val="00542832"/>
    <w:rsid w:val="0054469E"/>
    <w:rsid w:val="00551D58"/>
    <w:rsid w:val="00555FE1"/>
    <w:rsid w:val="00566D36"/>
    <w:rsid w:val="00573F32"/>
    <w:rsid w:val="00586341"/>
    <w:rsid w:val="005B1070"/>
    <w:rsid w:val="005D0EF5"/>
    <w:rsid w:val="005D106E"/>
    <w:rsid w:val="005D1DC2"/>
    <w:rsid w:val="005D3A5E"/>
    <w:rsid w:val="005D7FB4"/>
    <w:rsid w:val="005E4271"/>
    <w:rsid w:val="005E72F2"/>
    <w:rsid w:val="006132B4"/>
    <w:rsid w:val="00615E58"/>
    <w:rsid w:val="0062214C"/>
    <w:rsid w:val="00631FD9"/>
    <w:rsid w:val="0066114A"/>
    <w:rsid w:val="006634AC"/>
    <w:rsid w:val="00670BBE"/>
    <w:rsid w:val="00676BDF"/>
    <w:rsid w:val="00677E20"/>
    <w:rsid w:val="00683484"/>
    <w:rsid w:val="00686718"/>
    <w:rsid w:val="00695B44"/>
    <w:rsid w:val="006A2BB1"/>
    <w:rsid w:val="006B34B4"/>
    <w:rsid w:val="006D43B8"/>
    <w:rsid w:val="006E1479"/>
    <w:rsid w:val="006E4A3F"/>
    <w:rsid w:val="006E7036"/>
    <w:rsid w:val="006F04A9"/>
    <w:rsid w:val="006F7E14"/>
    <w:rsid w:val="0070350D"/>
    <w:rsid w:val="007148E6"/>
    <w:rsid w:val="0072210D"/>
    <w:rsid w:val="007228EE"/>
    <w:rsid w:val="00725996"/>
    <w:rsid w:val="00733F51"/>
    <w:rsid w:val="0073795F"/>
    <w:rsid w:val="00745891"/>
    <w:rsid w:val="007461A2"/>
    <w:rsid w:val="00746E45"/>
    <w:rsid w:val="007472A4"/>
    <w:rsid w:val="00771A1B"/>
    <w:rsid w:val="007745F7"/>
    <w:rsid w:val="00777C59"/>
    <w:rsid w:val="00787314"/>
    <w:rsid w:val="007A07DC"/>
    <w:rsid w:val="007A3A1F"/>
    <w:rsid w:val="007A5422"/>
    <w:rsid w:val="007A7CD2"/>
    <w:rsid w:val="007E355B"/>
    <w:rsid w:val="007F256F"/>
    <w:rsid w:val="008050E2"/>
    <w:rsid w:val="00805F59"/>
    <w:rsid w:val="00806E29"/>
    <w:rsid w:val="00811118"/>
    <w:rsid w:val="00820087"/>
    <w:rsid w:val="00820B36"/>
    <w:rsid w:val="00823D18"/>
    <w:rsid w:val="00831A5E"/>
    <w:rsid w:val="008320A9"/>
    <w:rsid w:val="00845242"/>
    <w:rsid w:val="0084543D"/>
    <w:rsid w:val="008539D9"/>
    <w:rsid w:val="00855B57"/>
    <w:rsid w:val="00856D0E"/>
    <w:rsid w:val="00874290"/>
    <w:rsid w:val="00881074"/>
    <w:rsid w:val="00893BF3"/>
    <w:rsid w:val="008A38D6"/>
    <w:rsid w:val="008A3D06"/>
    <w:rsid w:val="008B0648"/>
    <w:rsid w:val="008B4793"/>
    <w:rsid w:val="008C5CA0"/>
    <w:rsid w:val="008D755D"/>
    <w:rsid w:val="008F32FE"/>
    <w:rsid w:val="008F4963"/>
    <w:rsid w:val="00904C0D"/>
    <w:rsid w:val="00911C62"/>
    <w:rsid w:val="00916CF4"/>
    <w:rsid w:val="009263AB"/>
    <w:rsid w:val="00933694"/>
    <w:rsid w:val="00935565"/>
    <w:rsid w:val="00936B50"/>
    <w:rsid w:val="00937804"/>
    <w:rsid w:val="009461DE"/>
    <w:rsid w:val="00952391"/>
    <w:rsid w:val="00953416"/>
    <w:rsid w:val="0095407C"/>
    <w:rsid w:val="00963101"/>
    <w:rsid w:val="00980FC8"/>
    <w:rsid w:val="009824B4"/>
    <w:rsid w:val="00985FDC"/>
    <w:rsid w:val="00987932"/>
    <w:rsid w:val="00990D6F"/>
    <w:rsid w:val="00995801"/>
    <w:rsid w:val="00995A5A"/>
    <w:rsid w:val="009A270E"/>
    <w:rsid w:val="009A5CFE"/>
    <w:rsid w:val="009A6357"/>
    <w:rsid w:val="009B48C2"/>
    <w:rsid w:val="009C4538"/>
    <w:rsid w:val="009C5004"/>
    <w:rsid w:val="009E137D"/>
    <w:rsid w:val="009E180F"/>
    <w:rsid w:val="009F566D"/>
    <w:rsid w:val="00A06A97"/>
    <w:rsid w:val="00A25362"/>
    <w:rsid w:val="00A25B89"/>
    <w:rsid w:val="00A34FA1"/>
    <w:rsid w:val="00A35955"/>
    <w:rsid w:val="00A43D45"/>
    <w:rsid w:val="00A51AE4"/>
    <w:rsid w:val="00A53482"/>
    <w:rsid w:val="00A557CF"/>
    <w:rsid w:val="00A70420"/>
    <w:rsid w:val="00A70FF1"/>
    <w:rsid w:val="00A76FA8"/>
    <w:rsid w:val="00A85F04"/>
    <w:rsid w:val="00A924FA"/>
    <w:rsid w:val="00A9393C"/>
    <w:rsid w:val="00AA54FE"/>
    <w:rsid w:val="00AA7A72"/>
    <w:rsid w:val="00AC63AB"/>
    <w:rsid w:val="00AD7189"/>
    <w:rsid w:val="00AE4C00"/>
    <w:rsid w:val="00AE7318"/>
    <w:rsid w:val="00AF066F"/>
    <w:rsid w:val="00B1444A"/>
    <w:rsid w:val="00B1598F"/>
    <w:rsid w:val="00B25B03"/>
    <w:rsid w:val="00B26E1C"/>
    <w:rsid w:val="00B3426A"/>
    <w:rsid w:val="00B45881"/>
    <w:rsid w:val="00B64BDE"/>
    <w:rsid w:val="00B655B1"/>
    <w:rsid w:val="00B850BC"/>
    <w:rsid w:val="00B9297F"/>
    <w:rsid w:val="00B9629F"/>
    <w:rsid w:val="00BA4C0A"/>
    <w:rsid w:val="00BB585C"/>
    <w:rsid w:val="00BC2AB6"/>
    <w:rsid w:val="00BE72F1"/>
    <w:rsid w:val="00C026AA"/>
    <w:rsid w:val="00C07819"/>
    <w:rsid w:val="00C10DF9"/>
    <w:rsid w:val="00C150C4"/>
    <w:rsid w:val="00C44A6C"/>
    <w:rsid w:val="00C5258B"/>
    <w:rsid w:val="00C53192"/>
    <w:rsid w:val="00C53270"/>
    <w:rsid w:val="00C54996"/>
    <w:rsid w:val="00C66B49"/>
    <w:rsid w:val="00C66C50"/>
    <w:rsid w:val="00C8199B"/>
    <w:rsid w:val="00C83861"/>
    <w:rsid w:val="00CA2DD3"/>
    <w:rsid w:val="00CA5075"/>
    <w:rsid w:val="00CC3989"/>
    <w:rsid w:val="00CC3F89"/>
    <w:rsid w:val="00CC6F80"/>
    <w:rsid w:val="00CD4286"/>
    <w:rsid w:val="00CE5AE6"/>
    <w:rsid w:val="00CE60E0"/>
    <w:rsid w:val="00CF6019"/>
    <w:rsid w:val="00D05336"/>
    <w:rsid w:val="00D067D8"/>
    <w:rsid w:val="00D256A6"/>
    <w:rsid w:val="00D25ED1"/>
    <w:rsid w:val="00D27FA1"/>
    <w:rsid w:val="00D3137C"/>
    <w:rsid w:val="00D5657C"/>
    <w:rsid w:val="00D70B9C"/>
    <w:rsid w:val="00D82A84"/>
    <w:rsid w:val="00D876A3"/>
    <w:rsid w:val="00DB2724"/>
    <w:rsid w:val="00DB793D"/>
    <w:rsid w:val="00DC5AE5"/>
    <w:rsid w:val="00DD1DAC"/>
    <w:rsid w:val="00DD1FC2"/>
    <w:rsid w:val="00DF0778"/>
    <w:rsid w:val="00DF345C"/>
    <w:rsid w:val="00DF5567"/>
    <w:rsid w:val="00E03291"/>
    <w:rsid w:val="00E0640A"/>
    <w:rsid w:val="00E12852"/>
    <w:rsid w:val="00E368E8"/>
    <w:rsid w:val="00E42106"/>
    <w:rsid w:val="00E478FB"/>
    <w:rsid w:val="00E47958"/>
    <w:rsid w:val="00E52BEC"/>
    <w:rsid w:val="00E57754"/>
    <w:rsid w:val="00E634CE"/>
    <w:rsid w:val="00E723C6"/>
    <w:rsid w:val="00E803FD"/>
    <w:rsid w:val="00E8125D"/>
    <w:rsid w:val="00EA1D3F"/>
    <w:rsid w:val="00EB3CDE"/>
    <w:rsid w:val="00ED5827"/>
    <w:rsid w:val="00EF3726"/>
    <w:rsid w:val="00F051E5"/>
    <w:rsid w:val="00F123BA"/>
    <w:rsid w:val="00F137B6"/>
    <w:rsid w:val="00F176B7"/>
    <w:rsid w:val="00F2144A"/>
    <w:rsid w:val="00F319BE"/>
    <w:rsid w:val="00F347B4"/>
    <w:rsid w:val="00F37539"/>
    <w:rsid w:val="00F658DB"/>
    <w:rsid w:val="00F70D7B"/>
    <w:rsid w:val="00F90B08"/>
    <w:rsid w:val="00F90DB3"/>
    <w:rsid w:val="00FA0CE0"/>
    <w:rsid w:val="00FC7043"/>
    <w:rsid w:val="00FD4317"/>
    <w:rsid w:val="00FD54C4"/>
    <w:rsid w:val="00FE10AD"/>
    <w:rsid w:val="00FE731D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803F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33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803F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33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efs.a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_marche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edfiscamarche@istruzione.it" TargetMode="External"/><Relationship Id="rId1" Type="http://schemas.openxmlformats.org/officeDocument/2006/relationships/hyperlink" Target="mailto:uefs.a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%20-%20Cop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23FD5-219D-47B7-88F5-6E2793F8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- Copia.dotx</Template>
  <TotalTime>18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1636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22</cp:revision>
  <cp:lastPrinted>2016-02-02T14:18:00Z</cp:lastPrinted>
  <dcterms:created xsi:type="dcterms:W3CDTF">2019-10-07T10:45:00Z</dcterms:created>
  <dcterms:modified xsi:type="dcterms:W3CDTF">2019-10-07T11:10:00Z</dcterms:modified>
</cp:coreProperties>
</file>