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0E" w:rsidRPr="003B510E" w:rsidRDefault="003B510E" w:rsidP="003B51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B510E">
        <w:rPr>
          <w:b/>
          <w:sz w:val="24"/>
          <w:szCs w:val="24"/>
        </w:rPr>
        <w:t>ALLEGATO D</w:t>
      </w:r>
    </w:p>
    <w:p w:rsidR="003B510E" w:rsidRPr="003B510E" w:rsidRDefault="003B510E" w:rsidP="003B51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LIBERATORIA DEL SOGGETTO FOTOGRAFATO/FILMATO </w:t>
      </w:r>
    </w:p>
    <w:p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Al Ministero dell’Istruzione</w:t>
      </w:r>
    </w:p>
    <w:p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Dipartimento per le risorse umane, finanziarie e strumentali </w:t>
      </w:r>
    </w:p>
    <w:p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Viale Trastevere, 76/A </w:t>
      </w:r>
    </w:p>
    <w:p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00153 ROMA </w:t>
      </w:r>
    </w:p>
    <w:p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Il/La sottoscritto/a _______________________________(nome della persona fotografata/filmata), nato/a_______________________, il_____________________, residente a_______________________________, con riferimento all’opera “______________________________”presentata dall’Istituto ________________________, per il concorso “L’Europa inizia a Lampedusa”, autorizza il Ministero dell’Istruzione a pubblicare la propria immagine per tutti gli utilizzi collegati alla suddetta iniziativa, senza riconoscimento di alcun corrispettivo. </w:t>
      </w: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Data </w:t>
      </w: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 xml:space="preserve">                  Firma</w:t>
      </w: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>_____________________</w:t>
      </w: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562349" w:rsidRPr="003B510E" w:rsidRDefault="00562349" w:rsidP="003B510E">
      <w:bookmarkStart w:id="0" w:name="_GoBack"/>
      <w:bookmarkEnd w:id="0"/>
    </w:p>
    <w:sectPr w:rsidR="00562349" w:rsidRPr="003B510E" w:rsidSect="009475A9">
      <w:headerReference w:type="default" r:id="rId8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315" w:rsidRDefault="00895315">
      <w:r>
        <w:separator/>
      </w:r>
    </w:p>
  </w:endnote>
  <w:endnote w:type="continuationSeparator" w:id="0">
    <w:p w:rsidR="00895315" w:rsidRDefault="0089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315" w:rsidRDefault="00895315">
      <w:r>
        <w:separator/>
      </w:r>
    </w:p>
  </w:footnote>
  <w:footnote w:type="continuationSeparator" w:id="0">
    <w:p w:rsidR="00895315" w:rsidRDefault="00895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DDE15E5" wp14:editId="1BFAB3E8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1" w:name="OLE_LINK1"/>
    <w:bookmarkStart w:id="2" w:name="OLE_LINK2"/>
    <w:bookmarkStart w:id="3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1"/>
  <w:bookmarkEnd w:id="2"/>
  <w:bookmarkEnd w:id="3"/>
  <w:p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B510E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95315"/>
    <w:rsid w:val="008B3EE8"/>
    <w:rsid w:val="008C4AFC"/>
    <w:rsid w:val="008C4C12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3097A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nuova.dot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2019-03-29T09:26:00Z</cp:lastPrinted>
  <dcterms:created xsi:type="dcterms:W3CDTF">2020-10-05T10:37:00Z</dcterms:created>
  <dcterms:modified xsi:type="dcterms:W3CDTF">2020-10-05T10:37:00Z</dcterms:modified>
</cp:coreProperties>
</file>