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FF183"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2316A0C6" w14:textId="77777777" w:rsidTr="00C76FB9">
        <w:tc>
          <w:tcPr>
            <w:tcW w:w="1963" w:type="dxa"/>
            <w:tcBorders>
              <w:top w:val="nil"/>
              <w:left w:val="nil"/>
              <w:bottom w:val="nil"/>
              <w:right w:val="nil"/>
            </w:tcBorders>
            <w:shd w:val="clear" w:color="auto" w:fill="auto"/>
          </w:tcPr>
          <w:p w14:paraId="72A0F4F2"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3E1D742"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2A0BD5D2" w14:textId="26F2FDE8" w:rsidR="00AC178B" w:rsidRPr="00B43B87" w:rsidRDefault="00FD4AF0" w:rsidP="00EB2682">
            <w:pPr>
              <w:jc w:val="both"/>
              <w:rPr>
                <w:rFonts w:ascii="Calibri" w:hAnsi="Calibri"/>
                <w:b/>
              </w:rPr>
            </w:pPr>
            <w:r>
              <w:rPr>
                <w:rFonts w:ascii="Calibri" w:hAnsi="Calibri"/>
                <w:b/>
              </w:rPr>
              <w:t>DICHIARAZIONE DI DISPONIBILITÀ A SVOLGERE ATTIVITÀ DI TUTORING PER I DIRIGENTI SCOLASTICI NEOASSUNTI ANNO SCOLASTICO 202</w:t>
            </w:r>
            <w:r w:rsidR="0029539A">
              <w:rPr>
                <w:rFonts w:ascii="Calibri" w:hAnsi="Calibri"/>
                <w:b/>
              </w:rPr>
              <w:t>2</w:t>
            </w:r>
            <w:r>
              <w:rPr>
                <w:rFonts w:ascii="Calibri" w:hAnsi="Calibri"/>
                <w:b/>
              </w:rPr>
              <w:t>/202</w:t>
            </w:r>
            <w:r w:rsidR="0029539A">
              <w:rPr>
                <w:rFonts w:ascii="Calibri" w:hAnsi="Calibri"/>
                <w:b/>
              </w:rPr>
              <w:t>3</w:t>
            </w:r>
          </w:p>
        </w:tc>
      </w:tr>
    </w:tbl>
    <w:p w14:paraId="36228A59"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1BDE70A1" w14:textId="77777777" w:rsidTr="00D159A8">
        <w:tc>
          <w:tcPr>
            <w:tcW w:w="4644" w:type="dxa"/>
            <w:shd w:val="clear" w:color="auto" w:fill="auto"/>
          </w:tcPr>
          <w:p w14:paraId="66223792"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49BAC191" w14:textId="77777777" w:rsidR="006F6370" w:rsidRPr="00B43B87" w:rsidRDefault="006F6370" w:rsidP="006161A8">
            <w:pPr>
              <w:rPr>
                <w:rFonts w:ascii="Calibri" w:hAnsi="Calibri"/>
                <w:b/>
              </w:rPr>
            </w:pPr>
            <w:r w:rsidRPr="00B43B87">
              <w:rPr>
                <w:rFonts w:ascii="Calibri" w:hAnsi="Calibri"/>
                <w:b/>
              </w:rPr>
              <w:t>Direttore Generale</w:t>
            </w:r>
          </w:p>
          <w:p w14:paraId="1CA0B63D" w14:textId="37682038" w:rsidR="006F6370" w:rsidRPr="00B43B87" w:rsidRDefault="006F6370" w:rsidP="006161A8">
            <w:pPr>
              <w:rPr>
                <w:rFonts w:ascii="Calibri" w:hAnsi="Calibri"/>
                <w:b/>
              </w:rPr>
            </w:pPr>
            <w:r w:rsidRPr="00B43B87">
              <w:rPr>
                <w:rFonts w:ascii="Calibri" w:hAnsi="Calibri"/>
                <w:b/>
              </w:rPr>
              <w:t xml:space="preserve">dell’Ufficio </w:t>
            </w:r>
            <w:r w:rsidR="00AD7C1E">
              <w:rPr>
                <w:rFonts w:ascii="Calibri" w:hAnsi="Calibri"/>
                <w:b/>
              </w:rPr>
              <w:t>S</w:t>
            </w:r>
            <w:r w:rsidRPr="00B43B87">
              <w:rPr>
                <w:rFonts w:ascii="Calibri" w:hAnsi="Calibri"/>
                <w:b/>
              </w:rPr>
              <w:t xml:space="preserve">colastico </w:t>
            </w:r>
            <w:r w:rsidR="00AD7C1E">
              <w:rPr>
                <w:rFonts w:ascii="Calibri" w:hAnsi="Calibri"/>
                <w:b/>
              </w:rPr>
              <w:t>R</w:t>
            </w:r>
            <w:r w:rsidRPr="00B43B87">
              <w:rPr>
                <w:rFonts w:ascii="Calibri" w:hAnsi="Calibri"/>
                <w:b/>
              </w:rPr>
              <w:t>egionale per le Marche</w:t>
            </w:r>
          </w:p>
          <w:p w14:paraId="5C7BFE7A"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5D5FB350" w14:textId="77777777" w:rsidTr="00D159A8">
        <w:tc>
          <w:tcPr>
            <w:tcW w:w="4644" w:type="dxa"/>
            <w:shd w:val="clear" w:color="auto" w:fill="auto"/>
          </w:tcPr>
          <w:p w14:paraId="3F938FF4" w14:textId="77777777" w:rsidR="00B43B87" w:rsidRPr="00B43B87" w:rsidRDefault="00B43B87" w:rsidP="00D159A8">
            <w:pPr>
              <w:jc w:val="right"/>
              <w:rPr>
                <w:rFonts w:ascii="Calibri" w:hAnsi="Calibri"/>
                <w:b/>
              </w:rPr>
            </w:pPr>
          </w:p>
        </w:tc>
        <w:tc>
          <w:tcPr>
            <w:tcW w:w="5210" w:type="dxa"/>
            <w:shd w:val="clear" w:color="auto" w:fill="auto"/>
          </w:tcPr>
          <w:p w14:paraId="1B0657B6" w14:textId="77777777" w:rsidR="00B43B87" w:rsidRPr="00B43B87" w:rsidRDefault="00545805" w:rsidP="006161A8">
            <w:pPr>
              <w:rPr>
                <w:rFonts w:ascii="Calibri" w:hAnsi="Calibri"/>
                <w:b/>
              </w:rPr>
            </w:pPr>
            <w:hyperlink r:id="rId8"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3B6EE7DE" w14:textId="77777777" w:rsidR="006F6370" w:rsidRDefault="006F6370" w:rsidP="006F6370">
      <w:pPr>
        <w:rPr>
          <w:rFonts w:ascii="Calibri" w:hAnsi="Calibri"/>
        </w:rPr>
      </w:pPr>
    </w:p>
    <w:p w14:paraId="28C20764" w14:textId="77777777" w:rsidR="0023359F" w:rsidRDefault="0023359F"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0B0F4D5E" w14:textId="77777777" w:rsidTr="00D20F89">
        <w:tc>
          <w:tcPr>
            <w:tcW w:w="1268" w:type="dxa"/>
            <w:shd w:val="clear" w:color="auto" w:fill="auto"/>
          </w:tcPr>
          <w:p w14:paraId="36A255B4"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0CBEB415" w14:textId="60BEC85B" w:rsidR="006F6370" w:rsidRPr="00B43B87" w:rsidRDefault="00FD4AF0" w:rsidP="00EB2682">
            <w:pPr>
              <w:ind w:left="8"/>
              <w:jc w:val="both"/>
              <w:rPr>
                <w:rFonts w:ascii="Calibri" w:hAnsi="Calibri"/>
                <w:b/>
              </w:rPr>
            </w:pPr>
            <w:r>
              <w:rPr>
                <w:rFonts w:ascii="Calibri" w:hAnsi="Calibri"/>
                <w:b/>
              </w:rPr>
              <w:t xml:space="preserve">Dichiarazione di disponibilità a svolgere attività di tutoring per i dirigenti scolastici </w:t>
            </w:r>
            <w:r w:rsidR="0029539A">
              <w:rPr>
                <w:rFonts w:ascii="Calibri" w:hAnsi="Calibri"/>
                <w:b/>
              </w:rPr>
              <w:t>destinatari delle attività di formazione e di prova per l’</w:t>
            </w:r>
            <w:r>
              <w:rPr>
                <w:rFonts w:ascii="Calibri" w:hAnsi="Calibri"/>
                <w:b/>
              </w:rPr>
              <w:t>anno scolastico 202</w:t>
            </w:r>
            <w:r w:rsidR="0029539A">
              <w:rPr>
                <w:rFonts w:ascii="Calibri" w:hAnsi="Calibri"/>
                <w:b/>
              </w:rPr>
              <w:t>2</w:t>
            </w:r>
            <w:r>
              <w:rPr>
                <w:rFonts w:ascii="Calibri" w:hAnsi="Calibri"/>
                <w:b/>
              </w:rPr>
              <w:t>/202</w:t>
            </w:r>
            <w:r w:rsidR="0029539A">
              <w:rPr>
                <w:rFonts w:ascii="Calibri" w:hAnsi="Calibri"/>
                <w:b/>
              </w:rPr>
              <w:t>3</w:t>
            </w:r>
            <w:r>
              <w:rPr>
                <w:rFonts w:ascii="Calibri" w:hAnsi="Calibri"/>
                <w:b/>
              </w:rPr>
              <w:t xml:space="preserve">. </w:t>
            </w:r>
          </w:p>
        </w:tc>
      </w:tr>
    </w:tbl>
    <w:p w14:paraId="6517CA6A" w14:textId="77777777" w:rsidR="006F6370" w:rsidRDefault="006F6370" w:rsidP="006F6370">
      <w:pPr>
        <w:jc w:val="center"/>
      </w:pPr>
    </w:p>
    <w:p w14:paraId="5CBD3858"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62278120"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3993D166" w14:textId="77777777">
        <w:trPr>
          <w:trHeight w:val="325"/>
        </w:trPr>
        <w:tc>
          <w:tcPr>
            <w:tcW w:w="3047" w:type="dxa"/>
            <w:tcBorders>
              <w:top w:val="nil"/>
              <w:left w:val="nil"/>
              <w:bottom w:val="nil"/>
              <w:right w:val="nil"/>
            </w:tcBorders>
          </w:tcPr>
          <w:p w14:paraId="20919DD1"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0D6011B4"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7D908605" w14:textId="77777777">
        <w:trPr>
          <w:trHeight w:val="323"/>
        </w:trPr>
        <w:tc>
          <w:tcPr>
            <w:tcW w:w="3047" w:type="dxa"/>
            <w:tcBorders>
              <w:top w:val="nil"/>
              <w:left w:val="nil"/>
              <w:bottom w:val="nil"/>
              <w:right w:val="nil"/>
            </w:tcBorders>
          </w:tcPr>
          <w:p w14:paraId="76D519EE"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6850C488" w14:textId="77777777" w:rsidR="006F6370" w:rsidRPr="00B43B87" w:rsidRDefault="006F6370" w:rsidP="006161A8">
            <w:pPr>
              <w:rPr>
                <w:rFonts w:ascii="Calibri" w:hAnsi="Calibri"/>
              </w:rPr>
            </w:pPr>
          </w:p>
        </w:tc>
      </w:tr>
      <w:tr w:rsidR="006F6370" w:rsidRPr="006F3ADA" w14:paraId="307A9D37" w14:textId="77777777">
        <w:trPr>
          <w:trHeight w:val="323"/>
        </w:trPr>
        <w:tc>
          <w:tcPr>
            <w:tcW w:w="3047" w:type="dxa"/>
            <w:tcBorders>
              <w:top w:val="nil"/>
              <w:left w:val="nil"/>
              <w:bottom w:val="nil"/>
              <w:right w:val="nil"/>
            </w:tcBorders>
          </w:tcPr>
          <w:p w14:paraId="2C726E3F"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3CFC2740" w14:textId="77777777" w:rsidR="006F6370" w:rsidRPr="00B43B87" w:rsidRDefault="006F6370" w:rsidP="006161A8">
            <w:pPr>
              <w:rPr>
                <w:rFonts w:ascii="Calibri" w:hAnsi="Calibri"/>
              </w:rPr>
            </w:pPr>
          </w:p>
        </w:tc>
      </w:tr>
      <w:tr w:rsidR="006F6370" w:rsidRPr="006F3ADA" w14:paraId="7EF1F316" w14:textId="77777777">
        <w:trPr>
          <w:trHeight w:val="323"/>
        </w:trPr>
        <w:tc>
          <w:tcPr>
            <w:tcW w:w="3047" w:type="dxa"/>
            <w:tcBorders>
              <w:top w:val="nil"/>
              <w:left w:val="nil"/>
              <w:bottom w:val="nil"/>
              <w:right w:val="nil"/>
            </w:tcBorders>
          </w:tcPr>
          <w:p w14:paraId="6AEE0E16"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499F4A4B" w14:textId="77777777" w:rsidR="006F6370" w:rsidRPr="00B43B87" w:rsidRDefault="006F6370" w:rsidP="006161A8">
            <w:pPr>
              <w:rPr>
                <w:rFonts w:ascii="Calibri" w:hAnsi="Calibri"/>
              </w:rPr>
            </w:pPr>
          </w:p>
        </w:tc>
      </w:tr>
      <w:tr w:rsidR="006F6370" w:rsidRPr="006F3ADA" w14:paraId="28CEF88D" w14:textId="77777777">
        <w:trPr>
          <w:trHeight w:val="323"/>
        </w:trPr>
        <w:tc>
          <w:tcPr>
            <w:tcW w:w="3047" w:type="dxa"/>
            <w:tcBorders>
              <w:top w:val="nil"/>
              <w:left w:val="nil"/>
              <w:bottom w:val="nil"/>
              <w:right w:val="nil"/>
            </w:tcBorders>
          </w:tcPr>
          <w:p w14:paraId="23079D03"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761F460B"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0F96B18F" w14:textId="77777777">
        <w:trPr>
          <w:trHeight w:val="323"/>
        </w:trPr>
        <w:tc>
          <w:tcPr>
            <w:tcW w:w="3047" w:type="dxa"/>
            <w:tcBorders>
              <w:top w:val="nil"/>
              <w:left w:val="nil"/>
              <w:bottom w:val="nil"/>
              <w:right w:val="nil"/>
            </w:tcBorders>
          </w:tcPr>
          <w:p w14:paraId="27220A12"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5FE92E00"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2339D246" w14:textId="77777777">
        <w:trPr>
          <w:trHeight w:val="323"/>
        </w:trPr>
        <w:tc>
          <w:tcPr>
            <w:tcW w:w="3047" w:type="dxa"/>
            <w:tcBorders>
              <w:top w:val="nil"/>
              <w:left w:val="nil"/>
              <w:bottom w:val="nil"/>
              <w:right w:val="nil"/>
            </w:tcBorders>
          </w:tcPr>
          <w:p w14:paraId="23268295" w14:textId="536B9491" w:rsidR="006F6370" w:rsidRPr="00B43B87" w:rsidRDefault="006F6370" w:rsidP="006161A8">
            <w:pPr>
              <w:rPr>
                <w:rFonts w:ascii="Calibri" w:hAnsi="Calibri"/>
                <w:sz w:val="20"/>
              </w:rPr>
            </w:pPr>
            <w:r w:rsidRPr="00B43B87">
              <w:rPr>
                <w:rFonts w:ascii="Calibri" w:hAnsi="Calibri"/>
                <w:sz w:val="20"/>
              </w:rPr>
              <w:t xml:space="preserve">e-mail </w:t>
            </w:r>
            <w:r w:rsidR="00C91B33">
              <w:rPr>
                <w:rFonts w:ascii="Calibri" w:hAnsi="Calibri"/>
                <w:sz w:val="20"/>
              </w:rPr>
              <w:t>personale istituzionale</w:t>
            </w:r>
            <w:r w:rsidRPr="00B43B87">
              <w:rPr>
                <w:rFonts w:ascii="Calibri" w:hAnsi="Calibri"/>
                <w:sz w:val="20"/>
              </w:rPr>
              <w:t>:</w:t>
            </w:r>
          </w:p>
          <w:p w14:paraId="176C5A7C" w14:textId="59B72BD8" w:rsidR="002F6AE3" w:rsidRPr="00B43B87" w:rsidRDefault="002F6AE3" w:rsidP="006161A8">
            <w:pPr>
              <w:rPr>
                <w:rFonts w:ascii="Calibri" w:hAnsi="Calibri"/>
                <w:sz w:val="20"/>
              </w:rPr>
            </w:pPr>
            <w:r w:rsidRPr="00B43B87">
              <w:rPr>
                <w:rFonts w:ascii="Calibri" w:hAnsi="Calibri"/>
                <w:sz w:val="20"/>
              </w:rPr>
              <w:t>(PEO</w:t>
            </w:r>
            <w:r w:rsidR="00C91B33">
              <w:rPr>
                <w:rFonts w:ascii="Calibri" w:hAnsi="Calibri"/>
                <w:sz w:val="20"/>
              </w:rPr>
              <w:t>)</w:t>
            </w:r>
            <w:r w:rsidR="00EB0476">
              <w:rPr>
                <w:rFonts w:ascii="Calibri" w:hAnsi="Calibri"/>
                <w:sz w:val="20"/>
              </w:rPr>
              <w:t xml:space="preserve"> </w:t>
            </w:r>
          </w:p>
        </w:tc>
        <w:tc>
          <w:tcPr>
            <w:tcW w:w="6731" w:type="dxa"/>
            <w:tcBorders>
              <w:top w:val="single" w:sz="6" w:space="0" w:color="auto"/>
              <w:left w:val="nil"/>
              <w:bottom w:val="single" w:sz="6" w:space="0" w:color="auto"/>
              <w:right w:val="nil"/>
            </w:tcBorders>
          </w:tcPr>
          <w:p w14:paraId="32D7FE0C" w14:textId="77777777" w:rsidR="006F6370" w:rsidRPr="00B43B87" w:rsidRDefault="006F6370" w:rsidP="006161A8">
            <w:pPr>
              <w:rPr>
                <w:rFonts w:ascii="Calibri" w:hAnsi="Calibri"/>
              </w:rPr>
            </w:pPr>
          </w:p>
        </w:tc>
      </w:tr>
      <w:tr w:rsidR="00292BBB" w:rsidRPr="006F3ADA" w14:paraId="63BB4A83" w14:textId="77777777">
        <w:trPr>
          <w:trHeight w:val="323"/>
        </w:trPr>
        <w:tc>
          <w:tcPr>
            <w:tcW w:w="3047" w:type="dxa"/>
            <w:tcBorders>
              <w:top w:val="nil"/>
              <w:left w:val="nil"/>
              <w:bottom w:val="nil"/>
              <w:right w:val="nil"/>
            </w:tcBorders>
          </w:tcPr>
          <w:p w14:paraId="7C449EF1"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6F9289BF" w14:textId="77777777" w:rsidR="00292BBB" w:rsidRPr="00B43B87" w:rsidRDefault="00292BBB" w:rsidP="006161A8">
            <w:pPr>
              <w:rPr>
                <w:rFonts w:ascii="Calibri" w:hAnsi="Calibri"/>
              </w:rPr>
            </w:pPr>
          </w:p>
        </w:tc>
      </w:tr>
      <w:tr w:rsidR="00292BBB" w:rsidRPr="006F3ADA" w14:paraId="1E6A8DE1" w14:textId="77777777">
        <w:trPr>
          <w:trHeight w:val="323"/>
        </w:trPr>
        <w:tc>
          <w:tcPr>
            <w:tcW w:w="3047" w:type="dxa"/>
            <w:tcBorders>
              <w:top w:val="nil"/>
              <w:left w:val="nil"/>
              <w:bottom w:val="nil"/>
              <w:right w:val="nil"/>
            </w:tcBorders>
          </w:tcPr>
          <w:p w14:paraId="2326739C"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152DF05B" w14:textId="77777777" w:rsidR="00292BBB" w:rsidRPr="00B43B87" w:rsidRDefault="00292BBB" w:rsidP="006161A8">
            <w:pPr>
              <w:rPr>
                <w:rFonts w:ascii="Calibri" w:hAnsi="Calibri"/>
              </w:rPr>
            </w:pPr>
          </w:p>
        </w:tc>
      </w:tr>
    </w:tbl>
    <w:p w14:paraId="78D1BAC4"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6D7666EC" w14:textId="77777777">
        <w:trPr>
          <w:trHeight w:val="362"/>
        </w:trPr>
        <w:tc>
          <w:tcPr>
            <w:tcW w:w="1418" w:type="dxa"/>
            <w:tcBorders>
              <w:top w:val="nil"/>
              <w:left w:val="nil"/>
              <w:bottom w:val="nil"/>
              <w:right w:val="single" w:sz="6" w:space="0" w:color="auto"/>
            </w:tcBorders>
          </w:tcPr>
          <w:p w14:paraId="20F6DCBA"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397E983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A2959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0512490"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3F45AF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052877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92433A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DF645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118438E"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AE4670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751DD4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AA29CF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B6CCE6E"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8382103"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C573BC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99CB99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C882167" w14:textId="77777777" w:rsidR="006F6370" w:rsidRPr="006F3ADA" w:rsidRDefault="006F6370" w:rsidP="006161A8">
            <w:pPr>
              <w:rPr>
                <w:sz w:val="20"/>
              </w:rPr>
            </w:pPr>
          </w:p>
        </w:tc>
      </w:tr>
    </w:tbl>
    <w:p w14:paraId="72576B42" w14:textId="77777777" w:rsidR="006F6370" w:rsidRPr="006F3ADA" w:rsidRDefault="006F6370" w:rsidP="006F6370">
      <w:pPr>
        <w:rPr>
          <w:sz w:val="20"/>
        </w:rPr>
      </w:pPr>
    </w:p>
    <w:p w14:paraId="1EBAC92D"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7EC4831C" w14:textId="77777777" w:rsidR="006F6370" w:rsidRPr="00B43B87" w:rsidRDefault="006F6370" w:rsidP="006F6370">
      <w:pPr>
        <w:rPr>
          <w:rFonts w:ascii="Calibri" w:hAnsi="Calibri"/>
          <w:bCs/>
        </w:rPr>
      </w:pPr>
    </w:p>
    <w:p w14:paraId="53E6B91D"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555875C2"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78F0DF6D" w14:textId="77777777">
        <w:trPr>
          <w:trHeight w:val="244"/>
        </w:trPr>
        <w:tc>
          <w:tcPr>
            <w:tcW w:w="2551" w:type="dxa"/>
            <w:tcBorders>
              <w:top w:val="nil"/>
              <w:left w:val="nil"/>
              <w:bottom w:val="nil"/>
              <w:right w:val="single" w:sz="6" w:space="0" w:color="auto"/>
            </w:tcBorders>
          </w:tcPr>
          <w:p w14:paraId="3DAA86B7" w14:textId="77777777" w:rsidR="006F6370" w:rsidRPr="00B43B87" w:rsidRDefault="006F6370" w:rsidP="006161A8">
            <w:pPr>
              <w:rPr>
                <w:rFonts w:ascii="Calibri" w:hAnsi="Calibri"/>
              </w:rPr>
            </w:pPr>
            <w:r w:rsidRPr="00B43B87">
              <w:rPr>
                <w:rFonts w:ascii="Calibri" w:hAnsi="Calibri"/>
              </w:rPr>
              <w:t xml:space="preserve">Codice scuola </w:t>
            </w:r>
          </w:p>
          <w:p w14:paraId="51FF0241"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3F066768"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3B9DAEB"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3C1056EB"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9E33E6D"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DDEB941"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6475F4C3"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1C3BCA5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3CCD210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477D0D9"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393D220" w14:textId="77777777" w:rsidR="006F6370" w:rsidRPr="00B43B87" w:rsidRDefault="006F6370" w:rsidP="006161A8">
            <w:pPr>
              <w:rPr>
                <w:rFonts w:ascii="Calibri" w:hAnsi="Calibri"/>
              </w:rPr>
            </w:pPr>
          </w:p>
        </w:tc>
      </w:tr>
    </w:tbl>
    <w:p w14:paraId="4BB85594" w14:textId="77777777" w:rsidR="00D735EE" w:rsidRPr="00B43B87" w:rsidRDefault="00D735EE" w:rsidP="00296876">
      <w:pPr>
        <w:pStyle w:val="Stile"/>
        <w:spacing w:line="235" w:lineRule="exact"/>
        <w:ind w:left="4"/>
        <w:rPr>
          <w:rFonts w:ascii="Calibri" w:hAnsi="Calibri" w:cs="Times New Roman"/>
          <w:lang w:bidi="he-IL"/>
        </w:rPr>
      </w:pPr>
    </w:p>
    <w:p w14:paraId="79B7E7B4" w14:textId="77777777" w:rsidR="006F6370" w:rsidRPr="00B43B87" w:rsidRDefault="006F6370" w:rsidP="00296876">
      <w:pPr>
        <w:pStyle w:val="Stile"/>
        <w:spacing w:line="235" w:lineRule="exact"/>
        <w:ind w:left="4"/>
        <w:rPr>
          <w:rFonts w:ascii="Calibri" w:hAnsi="Calibri" w:cs="Times New Roman"/>
          <w:lang w:bidi="he-IL"/>
        </w:rPr>
      </w:pPr>
    </w:p>
    <w:p w14:paraId="1F40D589"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154CA70A" w14:textId="77777777" w:rsidR="00485C32" w:rsidRPr="00B43B87" w:rsidRDefault="00485C32" w:rsidP="00EF6627">
      <w:pPr>
        <w:pStyle w:val="Stile"/>
        <w:spacing w:line="235" w:lineRule="exact"/>
        <w:ind w:left="4"/>
        <w:jc w:val="center"/>
        <w:rPr>
          <w:rFonts w:ascii="Calibri" w:hAnsi="Calibri" w:cs="Times New Roman"/>
          <w:b/>
          <w:lang w:bidi="he-IL"/>
        </w:rPr>
      </w:pPr>
    </w:p>
    <w:p w14:paraId="29E40BE6" w14:textId="6A2E9D17" w:rsidR="00FD4AF0" w:rsidRDefault="001E7F7A" w:rsidP="0029539A">
      <w:pPr>
        <w:pStyle w:val="Stile"/>
        <w:spacing w:line="360" w:lineRule="auto"/>
        <w:ind w:left="6"/>
        <w:jc w:val="both"/>
        <w:rPr>
          <w:rFonts w:ascii="Calibri" w:hAnsi="Calibri" w:cs="Times New Roman"/>
          <w:lang w:bidi="he-IL"/>
        </w:rPr>
      </w:pPr>
      <w:r w:rsidRPr="00B43B87">
        <w:rPr>
          <w:rFonts w:ascii="Calibri" w:hAnsi="Calibri" w:cs="Times New Roman"/>
          <w:lang w:bidi="he-IL"/>
        </w:rPr>
        <w:t>la propria disponibilità a</w:t>
      </w:r>
      <w:r w:rsidR="00FD4AF0">
        <w:rPr>
          <w:rFonts w:ascii="Calibri" w:hAnsi="Calibri" w:cs="Times New Roman"/>
          <w:lang w:bidi="he-IL"/>
        </w:rPr>
        <w:t xml:space="preserve"> svolgere</w:t>
      </w:r>
      <w:r w:rsidR="0029539A">
        <w:rPr>
          <w:rFonts w:ascii="Calibri" w:hAnsi="Calibri" w:cs="Times New Roman"/>
          <w:lang w:bidi="he-IL"/>
        </w:rPr>
        <w:t xml:space="preserve"> la funzione di tutor di accompagnamento di un dirigente scolastico neoassunto.</w:t>
      </w:r>
    </w:p>
    <w:p w14:paraId="5603CB32" w14:textId="49D24DEB" w:rsidR="0017084B" w:rsidRDefault="00FD4AF0" w:rsidP="0029539A">
      <w:pPr>
        <w:pStyle w:val="Stile"/>
        <w:spacing w:line="360" w:lineRule="auto"/>
        <w:ind w:left="6" w:firstLine="845"/>
        <w:jc w:val="both"/>
        <w:rPr>
          <w:rFonts w:ascii="Calibri" w:hAnsi="Calibri"/>
        </w:rPr>
      </w:pPr>
      <w:r>
        <w:rPr>
          <w:rFonts w:ascii="Calibri" w:hAnsi="Calibri" w:cs="Times New Roman"/>
          <w:lang w:bidi="he-IL"/>
        </w:rPr>
        <w:t xml:space="preserve"> </w:t>
      </w:r>
      <w:r w:rsidR="0017084B" w:rsidRPr="00B43B87">
        <w:rPr>
          <w:rFonts w:ascii="Calibri" w:hAnsi="Calibri"/>
        </w:rPr>
        <w:t xml:space="preserve">l_ </w:t>
      </w:r>
      <w:proofErr w:type="spellStart"/>
      <w:r w:rsidR="0017084B" w:rsidRPr="00B43B87">
        <w:rPr>
          <w:rFonts w:ascii="Calibri" w:hAnsi="Calibri"/>
        </w:rPr>
        <w:t>sottoscritt</w:t>
      </w:r>
      <w:proofErr w:type="spellEnd"/>
      <w:r w:rsidR="0017084B" w:rsidRPr="00B43B87">
        <w:rPr>
          <w:rFonts w:ascii="Calibri" w:hAnsi="Calibri"/>
        </w:rPr>
        <w:t xml:space="preserve">_ </w:t>
      </w:r>
      <w:r w:rsidR="0017084B">
        <w:rPr>
          <w:rFonts w:ascii="Calibri" w:hAnsi="Calibri"/>
        </w:rPr>
        <w:t>attesta sotto la propria responsabilità, ai sensi degli articoli 46 e 47 del decreto del Presidente della Repubblica n. 445/2000, la veridicità dei dati riportati nella presente dichiarazione di disponibilità e nei documenti alla stessa allegati.</w:t>
      </w:r>
    </w:p>
    <w:p w14:paraId="6A972563"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w:t>
      </w:r>
      <w:r w:rsidRPr="00B43B87">
        <w:rPr>
          <w:rFonts w:ascii="Calibri" w:hAnsi="Calibri"/>
          <w:sz w:val="24"/>
        </w:rPr>
        <w:lastRenderedPageBreak/>
        <w:t xml:space="preserve">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D20F89">
        <w:rPr>
          <w:rFonts w:ascii="Calibri" w:hAnsi="Calibri"/>
          <w:sz w:val="24"/>
        </w:rPr>
        <w:t>al</w:t>
      </w:r>
      <w:r w:rsidRPr="00B43B87">
        <w:rPr>
          <w:rFonts w:ascii="Calibri" w:hAnsi="Calibri"/>
          <w:sz w:val="24"/>
        </w:rPr>
        <w:t>l’affidamento d</w:t>
      </w:r>
      <w:r>
        <w:rPr>
          <w:rFonts w:ascii="Calibri" w:hAnsi="Calibri"/>
          <w:sz w:val="24"/>
        </w:rPr>
        <w:t>ell’incarico</w:t>
      </w:r>
      <w:r w:rsidR="00D20F89">
        <w:rPr>
          <w:rFonts w:ascii="Calibri" w:hAnsi="Calibri"/>
          <w:sz w:val="24"/>
        </w:rPr>
        <w:t xml:space="preserve"> in oggetto</w:t>
      </w:r>
      <w:r>
        <w:rPr>
          <w:rFonts w:ascii="Calibri" w:hAnsi="Calibri"/>
          <w:sz w:val="24"/>
        </w:rPr>
        <w:t>.</w:t>
      </w:r>
    </w:p>
    <w:p w14:paraId="43823A34"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r w:rsidR="00D20F89">
        <w:rPr>
          <w:rFonts w:ascii="Calibri" w:hAnsi="Calibri"/>
          <w:sz w:val="24"/>
          <w:szCs w:val="24"/>
        </w:rPr>
        <w:t>.</w:t>
      </w:r>
    </w:p>
    <w:p w14:paraId="75FFC4AA" w14:textId="77777777" w:rsidR="0017084B" w:rsidRPr="00B43B87" w:rsidRDefault="0017084B" w:rsidP="0017084B">
      <w:pPr>
        <w:pStyle w:val="Testodelblocco"/>
        <w:tabs>
          <w:tab w:val="right" w:pos="9540"/>
        </w:tabs>
        <w:ind w:left="0" w:right="0" w:firstLine="851"/>
        <w:rPr>
          <w:rFonts w:ascii="Calibri" w:hAnsi="Calibri"/>
          <w:sz w:val="24"/>
        </w:rPr>
      </w:pPr>
    </w:p>
    <w:p w14:paraId="70289D8C"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6131045C"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luogo)</w:t>
      </w:r>
      <w:r w:rsidR="00D20F89">
        <w:rPr>
          <w:rFonts w:ascii="Calibri" w:hAnsi="Calibri"/>
        </w:rPr>
        <w:t xml:space="preserve">   </w:t>
      </w:r>
      <w:proofErr w:type="gramEnd"/>
      <w:r w:rsidR="00D20F89">
        <w:rPr>
          <w:rFonts w:ascii="Calibri" w:hAnsi="Calibri"/>
        </w:rPr>
        <w:t xml:space="preserve">          </w:t>
      </w:r>
      <w:r w:rsidRPr="00B43B87">
        <w:rPr>
          <w:rFonts w:ascii="Calibri" w:hAnsi="Calibri"/>
        </w:rPr>
        <w:t xml:space="preserve">                   (data)             </w:t>
      </w:r>
    </w:p>
    <w:p w14:paraId="30812B0B" w14:textId="77777777" w:rsidR="0017084B" w:rsidRPr="00B43B87" w:rsidRDefault="0017084B" w:rsidP="0017084B">
      <w:pPr>
        <w:rPr>
          <w:rFonts w:ascii="Calibri" w:hAnsi="Calibri"/>
        </w:rPr>
      </w:pPr>
      <w:r w:rsidRPr="00B43B87">
        <w:rPr>
          <w:rFonts w:ascii="Calibri" w:hAnsi="Calibri"/>
        </w:rPr>
        <w:t xml:space="preserve">                                        </w:t>
      </w:r>
    </w:p>
    <w:p w14:paraId="665D14DE"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3289E691" w14:textId="77777777" w:rsidTr="00807E54">
        <w:tc>
          <w:tcPr>
            <w:tcW w:w="4605" w:type="dxa"/>
            <w:shd w:val="clear" w:color="auto" w:fill="auto"/>
          </w:tcPr>
          <w:p w14:paraId="1BF67A9E"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59CABD70" w14:textId="77777777" w:rsidR="0017084B" w:rsidRPr="00B43B87" w:rsidRDefault="0017084B" w:rsidP="00807E54">
            <w:pPr>
              <w:jc w:val="center"/>
              <w:rPr>
                <w:rFonts w:ascii="Calibri" w:hAnsi="Calibri"/>
              </w:rPr>
            </w:pPr>
            <w:r w:rsidRPr="00B43B87">
              <w:rPr>
                <w:rFonts w:ascii="Calibri" w:hAnsi="Calibri"/>
              </w:rPr>
              <w:t>IL DIRIGENTE SCOLASTICO</w:t>
            </w:r>
          </w:p>
          <w:p w14:paraId="51D25AD0" w14:textId="77777777" w:rsidR="0017084B" w:rsidRPr="00B43B87" w:rsidRDefault="0017084B" w:rsidP="00807E54">
            <w:pPr>
              <w:jc w:val="center"/>
              <w:rPr>
                <w:rFonts w:ascii="Calibri" w:hAnsi="Calibri"/>
              </w:rPr>
            </w:pPr>
          </w:p>
          <w:p w14:paraId="0DF2B156" w14:textId="77777777" w:rsidR="0017084B" w:rsidRPr="00B43B87" w:rsidRDefault="0017084B" w:rsidP="00807E54">
            <w:pPr>
              <w:jc w:val="center"/>
              <w:rPr>
                <w:rFonts w:ascii="Calibri" w:hAnsi="Calibri"/>
                <w:b/>
              </w:rPr>
            </w:pPr>
            <w:r w:rsidRPr="00B43B87">
              <w:rPr>
                <w:rFonts w:ascii="Calibri" w:hAnsi="Calibri"/>
              </w:rPr>
              <w:t>firma digitale</w:t>
            </w:r>
          </w:p>
        </w:tc>
      </w:tr>
    </w:tbl>
    <w:p w14:paraId="6F5F1699" w14:textId="77777777" w:rsidR="0017084B" w:rsidRDefault="0017084B" w:rsidP="0017084B">
      <w:pPr>
        <w:jc w:val="both"/>
        <w:rPr>
          <w:rFonts w:ascii="Calibri" w:hAnsi="Calibri"/>
          <w:b/>
          <w:sz w:val="28"/>
          <w:szCs w:val="28"/>
        </w:rPr>
      </w:pPr>
    </w:p>
    <w:p w14:paraId="2DF2E830" w14:textId="77777777" w:rsidR="0017084B" w:rsidRPr="00FD3CDB" w:rsidRDefault="0017084B" w:rsidP="0017084B">
      <w:pPr>
        <w:adjustRightInd w:val="0"/>
        <w:jc w:val="center"/>
        <w:rPr>
          <w:rFonts w:ascii="Calibri" w:hAnsi="Calibri" w:cs="Verdana,Bold"/>
          <w:b/>
          <w:bCs/>
          <w:color w:val="000000"/>
          <w:sz w:val="20"/>
          <w:szCs w:val="20"/>
        </w:rPr>
      </w:pPr>
      <w:r>
        <w:rPr>
          <w:rFonts w:ascii="Calibri" w:hAnsi="Calibri"/>
          <w:b/>
          <w:sz w:val="28"/>
          <w:szCs w:val="28"/>
        </w:rPr>
        <w:br w:type="page"/>
      </w:r>
      <w:r w:rsidRPr="00FD3CDB">
        <w:rPr>
          <w:rFonts w:ascii="Calibri" w:hAnsi="Calibri" w:cs="Verdana,Bold"/>
          <w:b/>
          <w:bCs/>
          <w:color w:val="000000"/>
          <w:sz w:val="20"/>
          <w:szCs w:val="20"/>
        </w:rPr>
        <w:t>INFORMATIVA</w:t>
      </w:r>
    </w:p>
    <w:p w14:paraId="5AC255F9" w14:textId="77777777" w:rsidR="0017084B" w:rsidRPr="00FD3CDB" w:rsidRDefault="0017084B" w:rsidP="0017084B">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6C6917CF" w14:textId="77777777" w:rsidR="0017084B" w:rsidRPr="00FD3CDB" w:rsidRDefault="0017084B" w:rsidP="0017084B">
      <w:pPr>
        <w:adjustRightInd w:val="0"/>
        <w:rPr>
          <w:rFonts w:ascii="Calibri" w:hAnsi="Calibri" w:cs="Verdana"/>
          <w:color w:val="000000"/>
          <w:sz w:val="20"/>
          <w:szCs w:val="20"/>
        </w:rPr>
      </w:pPr>
    </w:p>
    <w:p w14:paraId="16C33EB0"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Attraverso la compilazione della presente dichiarazione di disponibilità a</w:t>
      </w:r>
      <w:r w:rsidR="00D20F89">
        <w:rPr>
          <w:rFonts w:ascii="Calibri" w:hAnsi="Calibri" w:cs="Verdana"/>
          <w:color w:val="000000"/>
          <w:sz w:val="20"/>
          <w:szCs w:val="20"/>
        </w:rPr>
        <w:t xml:space="preserve"> svolgere attività di tutoring per i dirigenti scolastici neoassunti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B489B5C" w14:textId="11102B3D"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sidR="0029539A">
        <w:rPr>
          <w:rFonts w:ascii="Calibri" w:hAnsi="Calibri" w:cs="Verdana"/>
          <w:color w:val="000000"/>
          <w:sz w:val="20"/>
          <w:szCs w:val="20"/>
        </w:rPr>
        <w:t>i</w:t>
      </w:r>
      <w:r w:rsidRPr="00FD3CDB">
        <w:rPr>
          <w:rFonts w:ascii="Calibri" w:hAnsi="Calibri" w:cs="Verdana"/>
          <w:color w:val="000000"/>
          <w:sz w:val="20"/>
          <w:szCs w:val="20"/>
        </w:rPr>
        <w:t>struzione</w:t>
      </w:r>
      <w:r w:rsidR="0029539A">
        <w:rPr>
          <w:rFonts w:ascii="Calibri" w:hAnsi="Calibri" w:cs="Verdana"/>
          <w:color w:val="000000"/>
          <w:sz w:val="20"/>
          <w:szCs w:val="20"/>
        </w:rPr>
        <w:t xml:space="preserve"> e del merito</w:t>
      </w:r>
      <w:r w:rsidR="006B3B8C">
        <w:rPr>
          <w:rFonts w:ascii="Calibri" w:hAnsi="Calibri" w:cs="Verdana"/>
          <w:color w:val="000000"/>
          <w:sz w:val="20"/>
          <w:szCs w:val="20"/>
        </w:rPr>
        <w:t xml:space="preserve"> -</w:t>
      </w:r>
      <w:r w:rsidRPr="00FD3CDB">
        <w:rPr>
          <w:rFonts w:ascii="Calibri" w:hAnsi="Calibri" w:cs="Verdana"/>
          <w:color w:val="000000"/>
          <w:sz w:val="20"/>
          <w:szCs w:val="20"/>
        </w:rPr>
        <w:t xml:space="preserve"> Dipartimento per la programmazione e la gestione delle risorse umane, finanziarie e strumentali</w:t>
      </w:r>
      <w:r w:rsidR="006B3B8C">
        <w:rPr>
          <w:rFonts w:ascii="Calibri" w:hAnsi="Calibri" w:cs="Verdana"/>
          <w:color w:val="000000"/>
          <w:sz w:val="20"/>
          <w:szCs w:val="20"/>
        </w:rPr>
        <w:t>.</w:t>
      </w:r>
      <w:r w:rsidRPr="00FD3CDB">
        <w:rPr>
          <w:rFonts w:ascii="Calibri" w:hAnsi="Calibri" w:cs="Verdana"/>
          <w:color w:val="000000"/>
          <w:sz w:val="20"/>
          <w:szCs w:val="20"/>
        </w:rPr>
        <w:t xml:space="preserve"> Indirizzo di PEC: </w:t>
      </w:r>
      <w:r w:rsidRPr="00FD3CDB">
        <w:rPr>
          <w:rFonts w:ascii="Calibri" w:hAnsi="Calibri" w:cs="Verdana"/>
          <w:color w:val="0000FF"/>
          <w:sz w:val="20"/>
          <w:szCs w:val="20"/>
        </w:rPr>
        <w:t>dgruf@postacert.istruzione.it.</w:t>
      </w:r>
    </w:p>
    <w:p w14:paraId="0B7D05D2" w14:textId="77777777" w:rsidR="0017084B" w:rsidRPr="00FD3CDB" w:rsidRDefault="0017084B" w:rsidP="0017084B">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56550442" w14:textId="77777777" w:rsidR="0017084B" w:rsidRPr="00FD3CDB" w:rsidRDefault="0017084B" w:rsidP="0017084B">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9" w:history="1">
        <w:r w:rsidRPr="00FD3CDB">
          <w:rPr>
            <w:rStyle w:val="Collegamentoipertestuale"/>
            <w:rFonts w:ascii="Calibri" w:hAnsi="Calibri" w:cs="Verdana"/>
            <w:sz w:val="20"/>
            <w:szCs w:val="20"/>
          </w:rPr>
          <w:t>drma@postacert.istruzione.it</w:t>
        </w:r>
      </w:hyperlink>
    </w:p>
    <w:p w14:paraId="16912FF2"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 xml:space="preserve">sponsabile della protezione dei </w:t>
      </w:r>
      <w:proofErr w:type="gramStart"/>
      <w:r>
        <w:rPr>
          <w:rFonts w:ascii="Calibri" w:hAnsi="Calibri" w:cs="Verdana,Bold"/>
          <w:b/>
          <w:bCs/>
          <w:color w:val="000000"/>
          <w:sz w:val="20"/>
          <w:szCs w:val="20"/>
        </w:rPr>
        <w:t xml:space="preserve">dati:  </w:t>
      </w:r>
      <w:r>
        <w:rPr>
          <w:rFonts w:ascii="Calibri" w:hAnsi="Calibri" w:cs="Verdana,Bold"/>
          <w:bCs/>
          <w:color w:val="000000"/>
          <w:sz w:val="20"/>
          <w:szCs w:val="20"/>
        </w:rPr>
        <w:t>dott.ssa</w:t>
      </w:r>
      <w:proofErr w:type="gramEnd"/>
      <w:r>
        <w:rPr>
          <w:rFonts w:ascii="Calibri" w:hAnsi="Calibri" w:cs="Verdana,Bold"/>
          <w:bCs/>
          <w:color w:val="000000"/>
          <w:sz w:val="20"/>
          <w:szCs w:val="20"/>
        </w:rPr>
        <w:t xml:space="preserve"> Antonietta D’Amato, indirizzo mail: </w:t>
      </w:r>
      <w:hyperlink r:id="rId10"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5AE913D4" w14:textId="77777777" w:rsidR="0017084B" w:rsidRDefault="0017084B" w:rsidP="0017084B">
      <w:pPr>
        <w:adjustRightInd w:val="0"/>
        <w:ind w:left="284"/>
        <w:jc w:val="both"/>
        <w:rPr>
          <w:rFonts w:ascii="Calibri" w:hAnsi="Calibri" w:cs="Verdana"/>
          <w:color w:val="000000"/>
          <w:sz w:val="20"/>
          <w:szCs w:val="20"/>
        </w:rPr>
      </w:pPr>
      <w:r>
        <w:rPr>
          <w:rFonts w:ascii="Calibri" w:hAnsi="Calibri" w:cs="Verdana"/>
          <w:color w:val="000000"/>
          <w:sz w:val="20"/>
          <w:szCs w:val="20"/>
        </w:rPr>
        <w:t>Referente USR Marche: I</w:t>
      </w:r>
      <w:r w:rsidRPr="00FD3CDB">
        <w:rPr>
          <w:rFonts w:ascii="Calibri" w:hAnsi="Calibri" w:cs="Verdana"/>
          <w:color w:val="000000"/>
          <w:sz w:val="20"/>
          <w:szCs w:val="20"/>
        </w:rPr>
        <w:t>ng. Giovanni Discenza</w:t>
      </w:r>
      <w:r>
        <w:rPr>
          <w:rFonts w:ascii="Calibri" w:hAnsi="Calibri" w:cs="Verdana"/>
          <w:color w:val="000000"/>
          <w:sz w:val="20"/>
          <w:szCs w:val="20"/>
        </w:rPr>
        <w:t>.</w:t>
      </w:r>
    </w:p>
    <w:p w14:paraId="3AAA9FB5" w14:textId="77777777" w:rsidR="0017084B" w:rsidRDefault="0017084B" w:rsidP="0017084B">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attribuzione degli incarichi aggiuntivi di reggenza 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3EBDA79D" w14:textId="77777777" w:rsidR="0017084B" w:rsidRPr="00FD3CDB" w:rsidRDefault="0017084B" w:rsidP="0017084B">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0CD4091B"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3D6E06D5"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4108F1CB" w14:textId="77777777" w:rsidR="00CA5856" w:rsidRDefault="0017084B" w:rsidP="001E1237">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00CA5856">
        <w:rPr>
          <w:rFonts w:ascii="Calibri" w:hAnsi="Calibri" w:cs="Verdana,Bold"/>
          <w:b/>
          <w:bCs/>
          <w:color w:val="000000"/>
          <w:sz w:val="20"/>
          <w:szCs w:val="20"/>
        </w:rPr>
        <w:t>Base giuridica del trattamento</w:t>
      </w:r>
      <w:r w:rsidR="00CA5856">
        <w:rPr>
          <w:rFonts w:ascii="Calibri" w:hAnsi="Calibri" w:cs="Verdana"/>
          <w:color w:val="000000"/>
          <w:sz w:val="20"/>
          <w:szCs w:val="20"/>
        </w:rPr>
        <w:t xml:space="preserve">: articolo 6, par. 1, lett. b) del Regolamento UE 2016/679; artt. 19 e 25 del </w:t>
      </w:r>
      <w:proofErr w:type="spellStart"/>
      <w:r w:rsidR="00CA5856">
        <w:rPr>
          <w:rFonts w:ascii="Calibri" w:hAnsi="Calibri" w:cs="Verdana"/>
          <w:color w:val="000000"/>
          <w:sz w:val="20"/>
          <w:szCs w:val="20"/>
        </w:rPr>
        <w:t>D.Lgs.</w:t>
      </w:r>
      <w:proofErr w:type="spellEnd"/>
      <w:r w:rsidR="00CA5856">
        <w:rPr>
          <w:rFonts w:ascii="Calibri" w:hAnsi="Calibri" w:cs="Verdana"/>
          <w:color w:val="000000"/>
          <w:sz w:val="20"/>
          <w:szCs w:val="20"/>
        </w:rPr>
        <w:t xml:space="preserve"> 165/2001; CCNL Area Istruzione e Ricerca (ex Area V Dirigenza Scolastica) 11/4/2006, artt. 11, 13 e 20; CCNL Area Istruzione e Ricerca (ex Area V Dirigenza scolastica) 15 luglio 2010. Per i dati relativi alla salute (cfr. art. 9 Reg. UE 2016/679), la base giuridica del trattamento è costituita</w:t>
      </w:r>
      <w:r w:rsidR="001E1237">
        <w:rPr>
          <w:rFonts w:ascii="Calibri" w:hAnsi="Calibri" w:cs="Verdana"/>
          <w:color w:val="000000"/>
          <w:sz w:val="20"/>
          <w:szCs w:val="20"/>
        </w:rPr>
        <w:t xml:space="preserve"> </w:t>
      </w:r>
      <w:r w:rsidR="00CA5856">
        <w:rPr>
          <w:rFonts w:ascii="Calibri" w:hAnsi="Calibri" w:cs="Verdana"/>
          <w:color w:val="000000"/>
          <w:sz w:val="20"/>
          <w:szCs w:val="20"/>
        </w:rPr>
        <w:t>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0F30DF7A" w14:textId="77777777" w:rsidR="0017084B" w:rsidRPr="00FD3CDB" w:rsidRDefault="0017084B" w:rsidP="00CA5856">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sidR="006B3B8C">
        <w:rPr>
          <w:rFonts w:ascii="Calibri" w:hAnsi="Calibri" w:cs="Verdana"/>
          <w:color w:val="000000"/>
          <w:sz w:val="20"/>
          <w:szCs w:val="20"/>
        </w:rPr>
        <w:t>inistero dell’Istruzione</w:t>
      </w:r>
      <w:r w:rsidRPr="00FD3CDB">
        <w:rPr>
          <w:rFonts w:ascii="Calibri" w:hAnsi="Calibri" w:cs="Verdana"/>
          <w:color w:val="000000"/>
          <w:sz w:val="20"/>
          <w:szCs w:val="20"/>
        </w:rPr>
        <w:t xml:space="preserve">, agli Uffici finanziari del Ministero dell’Economia, alla Corte dei </w:t>
      </w:r>
      <w:r w:rsidR="006B3B8C">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w:t>
      </w:r>
      <w:r w:rsidR="00D20F89">
        <w:rPr>
          <w:rFonts w:ascii="Calibri" w:hAnsi="Calibri" w:cs="Verdana"/>
          <w:color w:val="000000"/>
          <w:sz w:val="20"/>
          <w:szCs w:val="20"/>
        </w:rPr>
        <w:t xml:space="preserve">i tutor individuati </w:t>
      </w:r>
      <w:r w:rsidRPr="00FD3CDB">
        <w:rPr>
          <w:rFonts w:ascii="Calibri" w:hAnsi="Calibri" w:cs="Verdana"/>
          <w:color w:val="000000"/>
          <w:sz w:val="20"/>
          <w:szCs w:val="20"/>
        </w:rPr>
        <w:t>in esito alla presente procedura con i nominativi dei Dirigenti scolastici</w:t>
      </w:r>
      <w:r w:rsidR="00D20F89">
        <w:rPr>
          <w:rFonts w:ascii="Calibri" w:hAnsi="Calibri" w:cs="Verdana"/>
          <w:color w:val="000000"/>
          <w:sz w:val="20"/>
          <w:szCs w:val="20"/>
        </w:rPr>
        <w:t xml:space="preserve"> neoassunti dal corrente anno scolastico 2021/2022</w:t>
      </w:r>
      <w:r w:rsidRPr="00FD3CDB">
        <w:rPr>
          <w:rFonts w:ascii="Calibri" w:hAnsi="Calibri" w:cs="Verdana"/>
          <w:color w:val="000000"/>
          <w:sz w:val="20"/>
          <w:szCs w:val="20"/>
        </w:rPr>
        <w:t xml:space="preserve"> sarà oggetto di pubblicazione sul sito web dell’USR Marche.</w:t>
      </w:r>
    </w:p>
    <w:p w14:paraId="60F9FFEB" w14:textId="77777777" w:rsidR="0017084B" w:rsidRPr="00FD3CDB" w:rsidRDefault="0017084B" w:rsidP="0017084B">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Il conferimento dei dati richiesti è obbligatorio in quanto previsto dalla normativa suindicata come base giuridica del trattamento. L’eventuale rifiuto di fornire tali dati potrebbe comportare l'impossibilità di conferire l’incarico aggiuntivo di reggenza.</w:t>
      </w:r>
    </w:p>
    <w:p w14:paraId="71DBC7D7" w14:textId="77777777" w:rsidR="0017084B" w:rsidRPr="00FD3CDB" w:rsidRDefault="0017084B" w:rsidP="0017084B">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per tutto il periodo antecedente alla prescrizione del diritto di azione avente ad oggetto l’incarico aggiuntivo di reggenza di cui si tratta nonché fino a quando la conservazione dei dati sia utile alla determinazione del trattamento economico di fine servizio e del trattamento di quiescenza.</w:t>
      </w:r>
    </w:p>
    <w:p w14:paraId="178E6B69" w14:textId="77777777" w:rsidR="0017084B" w:rsidRPr="00FD3CDB" w:rsidRDefault="0017084B" w:rsidP="0017084B">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4DBB48A0" w14:textId="77777777" w:rsidR="0017084B" w:rsidRPr="00FD3CDB" w:rsidRDefault="0017084B" w:rsidP="0017084B">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24DE05C8" w14:textId="77777777" w:rsidR="0017084B" w:rsidRPr="00FD3CDB" w:rsidRDefault="0017084B" w:rsidP="0017084B">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74909375" w14:textId="77777777" w:rsidR="0017084B" w:rsidRDefault="0017084B" w:rsidP="0017084B">
      <w:pPr>
        <w:jc w:val="both"/>
        <w:rPr>
          <w:rFonts w:ascii="Calibri" w:hAnsi="Calibri"/>
          <w:b/>
          <w:sz w:val="20"/>
          <w:szCs w:val="20"/>
        </w:rPr>
      </w:pPr>
    </w:p>
    <w:p w14:paraId="6975EC7B" w14:textId="77777777" w:rsidR="0017084B" w:rsidRPr="00FD3CDB" w:rsidRDefault="0017084B" w:rsidP="0017084B">
      <w:pPr>
        <w:jc w:val="both"/>
        <w:rPr>
          <w:rFonts w:ascii="Calibri" w:hAnsi="Calibri"/>
          <w:b/>
          <w:sz w:val="20"/>
          <w:szCs w:val="20"/>
        </w:rPr>
      </w:pPr>
    </w:p>
    <w:sectPr w:rsidR="0017084B" w:rsidRPr="00FD3CDB" w:rsidSect="00671D5F">
      <w:headerReference w:type="default" r:id="rId11"/>
      <w:footerReference w:type="even" r:id="rId12"/>
      <w:footerReference w:type="default" r:id="rId13"/>
      <w:pgSz w:w="11906" w:h="16838" w:code="9"/>
      <w:pgMar w:top="119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080FC" w14:textId="77777777" w:rsidR="00545805" w:rsidRDefault="00545805">
      <w:r>
        <w:separator/>
      </w:r>
    </w:p>
  </w:endnote>
  <w:endnote w:type="continuationSeparator" w:id="0">
    <w:p w14:paraId="4939AAE4" w14:textId="77777777" w:rsidR="00545805" w:rsidRDefault="0054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E232"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C7A608B"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A866"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0F3D0C7A" w14:textId="32C7CD1E" w:rsidR="00805D66" w:rsidRPr="009B2771" w:rsidRDefault="0029539A" w:rsidP="008A2FF7">
    <w:pPr>
      <w:pStyle w:val="Pidipagina"/>
      <w:ind w:right="360" w:firstLine="360"/>
      <w:rPr>
        <w:rFonts w:ascii="Calibri" w:hAnsi="Calibri"/>
        <w:sz w:val="20"/>
        <w:szCs w:val="20"/>
      </w:rPr>
    </w:pPr>
    <w:r>
      <w:rPr>
        <w:rFonts w:ascii="Calibri" w:hAnsi="Calibri"/>
        <w:sz w:val="20"/>
        <w:szCs w:val="20"/>
      </w:rPr>
      <w:t>202211230834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CB93F" w14:textId="77777777" w:rsidR="00545805" w:rsidRDefault="00545805">
      <w:r>
        <w:separator/>
      </w:r>
    </w:p>
  </w:footnote>
  <w:footnote w:type="continuationSeparator" w:id="0">
    <w:p w14:paraId="13CDAB11" w14:textId="77777777" w:rsidR="00545805" w:rsidRDefault="00545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FFED" w14:textId="77777777" w:rsidR="00805D66" w:rsidRDefault="00805D66" w:rsidP="00793E44">
    <w:pPr>
      <w:pStyle w:val="Intestazione"/>
      <w:tabs>
        <w:tab w:val="clear" w:pos="4819"/>
        <w:tab w:val="center" w:pos="6732"/>
      </w:tabs>
      <w:jc w:val="center"/>
      <w:rPr>
        <w:sz w:val="20"/>
        <w:szCs w:val="20"/>
      </w:rPr>
    </w:pPr>
  </w:p>
  <w:p w14:paraId="4782D1BB" w14:textId="77777777" w:rsidR="00805D66" w:rsidRDefault="00805D66"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13"/>
  </w:num>
  <w:num w:numId="4">
    <w:abstractNumId w:val="10"/>
  </w:num>
  <w:num w:numId="5">
    <w:abstractNumId w:val="5"/>
  </w:num>
  <w:num w:numId="6">
    <w:abstractNumId w:val="24"/>
  </w:num>
  <w:num w:numId="7">
    <w:abstractNumId w:val="28"/>
  </w:num>
  <w:num w:numId="8">
    <w:abstractNumId w:val="11"/>
  </w:num>
  <w:num w:numId="9">
    <w:abstractNumId w:val="22"/>
  </w:num>
  <w:num w:numId="10">
    <w:abstractNumId w:val="14"/>
  </w:num>
  <w:num w:numId="11">
    <w:abstractNumId w:val="2"/>
  </w:num>
  <w:num w:numId="12">
    <w:abstractNumId w:val="25"/>
  </w:num>
  <w:num w:numId="13">
    <w:abstractNumId w:val="15"/>
  </w:num>
  <w:num w:numId="14">
    <w:abstractNumId w:val="30"/>
  </w:num>
  <w:num w:numId="15">
    <w:abstractNumId w:val="19"/>
  </w:num>
  <w:num w:numId="16">
    <w:abstractNumId w:val="1"/>
  </w:num>
  <w:num w:numId="17">
    <w:abstractNumId w:val="31"/>
  </w:num>
  <w:num w:numId="18">
    <w:abstractNumId w:val="6"/>
  </w:num>
  <w:num w:numId="19">
    <w:abstractNumId w:val="8"/>
  </w:num>
  <w:num w:numId="20">
    <w:abstractNumId w:val="16"/>
  </w:num>
  <w:num w:numId="21">
    <w:abstractNumId w:val="3"/>
  </w:num>
  <w:num w:numId="22">
    <w:abstractNumId w:val="17"/>
  </w:num>
  <w:num w:numId="23">
    <w:abstractNumId w:val="23"/>
  </w:num>
  <w:num w:numId="24">
    <w:abstractNumId w:val="26"/>
  </w:num>
  <w:num w:numId="25">
    <w:abstractNumId w:val="0"/>
  </w:num>
  <w:num w:numId="26">
    <w:abstractNumId w:val="9"/>
  </w:num>
  <w:num w:numId="27">
    <w:abstractNumId w:val="32"/>
  </w:num>
  <w:num w:numId="28">
    <w:abstractNumId w:val="21"/>
  </w:num>
  <w:num w:numId="29">
    <w:abstractNumId w:val="4"/>
  </w:num>
  <w:num w:numId="30">
    <w:abstractNumId w:val="33"/>
  </w:num>
  <w:num w:numId="31">
    <w:abstractNumId w:val="20"/>
  </w:num>
  <w:num w:numId="32">
    <w:abstractNumId w:val="12"/>
  </w:num>
  <w:num w:numId="33">
    <w:abstractNumId w:val="35"/>
  </w:num>
  <w:num w:numId="34">
    <w:abstractNumId w:val="7"/>
  </w:num>
  <w:num w:numId="35">
    <w:abstractNumId w:val="3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80D7A"/>
    <w:rsid w:val="00094A57"/>
    <w:rsid w:val="000A01F9"/>
    <w:rsid w:val="000A5B20"/>
    <w:rsid w:val="000B1D1C"/>
    <w:rsid w:val="000B5AA6"/>
    <w:rsid w:val="000C151D"/>
    <w:rsid w:val="000C5A5E"/>
    <w:rsid w:val="000D1025"/>
    <w:rsid w:val="000D2348"/>
    <w:rsid w:val="000E0B4F"/>
    <w:rsid w:val="000E5B63"/>
    <w:rsid w:val="000E6B53"/>
    <w:rsid w:val="000F0309"/>
    <w:rsid w:val="000F2D73"/>
    <w:rsid w:val="000F587A"/>
    <w:rsid w:val="001019E8"/>
    <w:rsid w:val="00104819"/>
    <w:rsid w:val="00105174"/>
    <w:rsid w:val="00115835"/>
    <w:rsid w:val="001167FF"/>
    <w:rsid w:val="0012458A"/>
    <w:rsid w:val="001267C5"/>
    <w:rsid w:val="001269A9"/>
    <w:rsid w:val="00134F14"/>
    <w:rsid w:val="00144374"/>
    <w:rsid w:val="00154AE3"/>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0D75"/>
    <w:rsid w:val="0022307F"/>
    <w:rsid w:val="00232C03"/>
    <w:rsid w:val="0023359F"/>
    <w:rsid w:val="00235EC5"/>
    <w:rsid w:val="002435AE"/>
    <w:rsid w:val="00244637"/>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539A"/>
    <w:rsid w:val="00295E0A"/>
    <w:rsid w:val="00296876"/>
    <w:rsid w:val="00296988"/>
    <w:rsid w:val="00297EB7"/>
    <w:rsid w:val="002A651C"/>
    <w:rsid w:val="002A7DD5"/>
    <w:rsid w:val="002B0B24"/>
    <w:rsid w:val="002B47D2"/>
    <w:rsid w:val="002B5B29"/>
    <w:rsid w:val="002C49CE"/>
    <w:rsid w:val="002D3FAD"/>
    <w:rsid w:val="002F6AE3"/>
    <w:rsid w:val="00306B3C"/>
    <w:rsid w:val="003144FE"/>
    <w:rsid w:val="00314C5F"/>
    <w:rsid w:val="00316CDF"/>
    <w:rsid w:val="00321CFB"/>
    <w:rsid w:val="00334012"/>
    <w:rsid w:val="0033440C"/>
    <w:rsid w:val="003363E2"/>
    <w:rsid w:val="003477ED"/>
    <w:rsid w:val="003632E5"/>
    <w:rsid w:val="00372D5E"/>
    <w:rsid w:val="00373000"/>
    <w:rsid w:val="00374186"/>
    <w:rsid w:val="0037567B"/>
    <w:rsid w:val="00376302"/>
    <w:rsid w:val="00390B83"/>
    <w:rsid w:val="00392520"/>
    <w:rsid w:val="003A1638"/>
    <w:rsid w:val="003A17FB"/>
    <w:rsid w:val="003C07C6"/>
    <w:rsid w:val="003C5C2A"/>
    <w:rsid w:val="003D0EDF"/>
    <w:rsid w:val="003D19B3"/>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56B2"/>
    <w:rsid w:val="004C6DBC"/>
    <w:rsid w:val="004C7711"/>
    <w:rsid w:val="004D0F13"/>
    <w:rsid w:val="004E0434"/>
    <w:rsid w:val="004F228C"/>
    <w:rsid w:val="004F36F4"/>
    <w:rsid w:val="004F56F5"/>
    <w:rsid w:val="004F6B9E"/>
    <w:rsid w:val="00501786"/>
    <w:rsid w:val="00511DF9"/>
    <w:rsid w:val="00530739"/>
    <w:rsid w:val="005335D7"/>
    <w:rsid w:val="005355FF"/>
    <w:rsid w:val="00543B5B"/>
    <w:rsid w:val="00543E26"/>
    <w:rsid w:val="00545805"/>
    <w:rsid w:val="005641C6"/>
    <w:rsid w:val="0056625D"/>
    <w:rsid w:val="00576E1E"/>
    <w:rsid w:val="00584E1D"/>
    <w:rsid w:val="005860BC"/>
    <w:rsid w:val="0059517A"/>
    <w:rsid w:val="00595536"/>
    <w:rsid w:val="00595CEC"/>
    <w:rsid w:val="005A5387"/>
    <w:rsid w:val="005B3FC0"/>
    <w:rsid w:val="005B7240"/>
    <w:rsid w:val="005B753A"/>
    <w:rsid w:val="005C5A99"/>
    <w:rsid w:val="005D3BF2"/>
    <w:rsid w:val="005E13A1"/>
    <w:rsid w:val="005F4306"/>
    <w:rsid w:val="005F5673"/>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1D5F"/>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6F74F2"/>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44EB1"/>
    <w:rsid w:val="008618F7"/>
    <w:rsid w:val="008654BB"/>
    <w:rsid w:val="008657E4"/>
    <w:rsid w:val="00871A02"/>
    <w:rsid w:val="00881676"/>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3C89"/>
    <w:rsid w:val="008F489C"/>
    <w:rsid w:val="008F5E19"/>
    <w:rsid w:val="008F5E77"/>
    <w:rsid w:val="00901B65"/>
    <w:rsid w:val="00906BB4"/>
    <w:rsid w:val="00912776"/>
    <w:rsid w:val="009129C5"/>
    <w:rsid w:val="009203E2"/>
    <w:rsid w:val="00926EBE"/>
    <w:rsid w:val="00927949"/>
    <w:rsid w:val="00931758"/>
    <w:rsid w:val="00931DA9"/>
    <w:rsid w:val="00933771"/>
    <w:rsid w:val="00934358"/>
    <w:rsid w:val="0094039A"/>
    <w:rsid w:val="00953F1F"/>
    <w:rsid w:val="00961FA0"/>
    <w:rsid w:val="00966266"/>
    <w:rsid w:val="00967630"/>
    <w:rsid w:val="00970159"/>
    <w:rsid w:val="009708B1"/>
    <w:rsid w:val="00972449"/>
    <w:rsid w:val="00985818"/>
    <w:rsid w:val="00990150"/>
    <w:rsid w:val="0099016F"/>
    <w:rsid w:val="00997494"/>
    <w:rsid w:val="009A0ADB"/>
    <w:rsid w:val="009A7942"/>
    <w:rsid w:val="009B0443"/>
    <w:rsid w:val="009B2771"/>
    <w:rsid w:val="009B4D95"/>
    <w:rsid w:val="009C05F9"/>
    <w:rsid w:val="009C7A61"/>
    <w:rsid w:val="009D2366"/>
    <w:rsid w:val="009D2ADB"/>
    <w:rsid w:val="009D2BA7"/>
    <w:rsid w:val="009E06CD"/>
    <w:rsid w:val="009E78DA"/>
    <w:rsid w:val="009E7F03"/>
    <w:rsid w:val="00A02BA7"/>
    <w:rsid w:val="00A100A3"/>
    <w:rsid w:val="00A10A78"/>
    <w:rsid w:val="00A12383"/>
    <w:rsid w:val="00A1427F"/>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178B"/>
    <w:rsid w:val="00AC243E"/>
    <w:rsid w:val="00AC747F"/>
    <w:rsid w:val="00AD0292"/>
    <w:rsid w:val="00AD7C1E"/>
    <w:rsid w:val="00AE4EE5"/>
    <w:rsid w:val="00AF3C99"/>
    <w:rsid w:val="00AF49D2"/>
    <w:rsid w:val="00B2107A"/>
    <w:rsid w:val="00B24980"/>
    <w:rsid w:val="00B32278"/>
    <w:rsid w:val="00B3704A"/>
    <w:rsid w:val="00B43B87"/>
    <w:rsid w:val="00B46A36"/>
    <w:rsid w:val="00B472D3"/>
    <w:rsid w:val="00B47E7A"/>
    <w:rsid w:val="00B51D70"/>
    <w:rsid w:val="00B56BF3"/>
    <w:rsid w:val="00B63280"/>
    <w:rsid w:val="00B73B24"/>
    <w:rsid w:val="00B7773F"/>
    <w:rsid w:val="00B85EE4"/>
    <w:rsid w:val="00B929E9"/>
    <w:rsid w:val="00B969AE"/>
    <w:rsid w:val="00BA104C"/>
    <w:rsid w:val="00BA5146"/>
    <w:rsid w:val="00BA7997"/>
    <w:rsid w:val="00BB0E28"/>
    <w:rsid w:val="00BD1B03"/>
    <w:rsid w:val="00BD3FBE"/>
    <w:rsid w:val="00BE6EBC"/>
    <w:rsid w:val="00BE7140"/>
    <w:rsid w:val="00BF02C9"/>
    <w:rsid w:val="00BF4574"/>
    <w:rsid w:val="00BF6096"/>
    <w:rsid w:val="00C12783"/>
    <w:rsid w:val="00C13843"/>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91B33"/>
    <w:rsid w:val="00CA3BAF"/>
    <w:rsid w:val="00CA5856"/>
    <w:rsid w:val="00CB161A"/>
    <w:rsid w:val="00CB4698"/>
    <w:rsid w:val="00CC5FEE"/>
    <w:rsid w:val="00CC6626"/>
    <w:rsid w:val="00CC7D44"/>
    <w:rsid w:val="00CD4388"/>
    <w:rsid w:val="00CE34ED"/>
    <w:rsid w:val="00CE5D04"/>
    <w:rsid w:val="00CF0A9B"/>
    <w:rsid w:val="00CF2570"/>
    <w:rsid w:val="00D06B1F"/>
    <w:rsid w:val="00D13722"/>
    <w:rsid w:val="00D159A8"/>
    <w:rsid w:val="00D20F89"/>
    <w:rsid w:val="00D246D8"/>
    <w:rsid w:val="00D272FA"/>
    <w:rsid w:val="00D31368"/>
    <w:rsid w:val="00D34AFE"/>
    <w:rsid w:val="00D34D71"/>
    <w:rsid w:val="00D36F84"/>
    <w:rsid w:val="00D426B9"/>
    <w:rsid w:val="00D434C6"/>
    <w:rsid w:val="00D57968"/>
    <w:rsid w:val="00D62A1C"/>
    <w:rsid w:val="00D667C2"/>
    <w:rsid w:val="00D735EE"/>
    <w:rsid w:val="00D8045C"/>
    <w:rsid w:val="00D82BA1"/>
    <w:rsid w:val="00D9751B"/>
    <w:rsid w:val="00DB4EA8"/>
    <w:rsid w:val="00DD1E9B"/>
    <w:rsid w:val="00DE2AC7"/>
    <w:rsid w:val="00DF6B91"/>
    <w:rsid w:val="00E03DD6"/>
    <w:rsid w:val="00E047C7"/>
    <w:rsid w:val="00E048AD"/>
    <w:rsid w:val="00E06ED0"/>
    <w:rsid w:val="00E161BD"/>
    <w:rsid w:val="00E175EF"/>
    <w:rsid w:val="00E35E4F"/>
    <w:rsid w:val="00E40EA2"/>
    <w:rsid w:val="00E55C3A"/>
    <w:rsid w:val="00E63D12"/>
    <w:rsid w:val="00E64277"/>
    <w:rsid w:val="00E65E8C"/>
    <w:rsid w:val="00E705E3"/>
    <w:rsid w:val="00E7563D"/>
    <w:rsid w:val="00E77839"/>
    <w:rsid w:val="00E8563D"/>
    <w:rsid w:val="00E87598"/>
    <w:rsid w:val="00E91188"/>
    <w:rsid w:val="00EA0F09"/>
    <w:rsid w:val="00EA17A4"/>
    <w:rsid w:val="00EB0476"/>
    <w:rsid w:val="00EB2682"/>
    <w:rsid w:val="00EF408E"/>
    <w:rsid w:val="00EF6627"/>
    <w:rsid w:val="00F0095A"/>
    <w:rsid w:val="00F04DAD"/>
    <w:rsid w:val="00F10DE3"/>
    <w:rsid w:val="00F11995"/>
    <w:rsid w:val="00F11A39"/>
    <w:rsid w:val="00F174B7"/>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AF0"/>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689E6"/>
  <w15:chartTrackingRefBased/>
  <w15:docId w15:val="{6B514AED-5F78-4793-8105-04E64000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27D04-B78F-4902-81C3-936F60421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8</TotalTime>
  <Pages>3</Pages>
  <Words>1142</Words>
  <Characters>6514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FORMAZIONE ALLA RIFORMA DEGLI ORDINAMENTI SCOLASTICI</vt:lpstr>
    </vt:vector>
  </TitlesOfParts>
  <Company>Regione Emilia-Romagna</Company>
  <LinksUpToDate>false</LinksUpToDate>
  <CharactersWithSpaces>7641</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202211230834 modello attivita tutoring DS neoassunti as 2022_2023</dc:title>
  <dc:subject/>
  <dc:creator>mi00224</dc:creator>
  <cp:keywords/>
  <cp:lastModifiedBy>Mariani Giancarlo</cp:lastModifiedBy>
  <cp:revision>7</cp:revision>
  <cp:lastPrinted>2021-10-25T17:29:00Z</cp:lastPrinted>
  <dcterms:created xsi:type="dcterms:W3CDTF">2022-11-23T19:00:00Z</dcterms:created>
  <dcterms:modified xsi:type="dcterms:W3CDTF">2022-11-25T10:40:00Z</dcterms:modified>
</cp:coreProperties>
</file>