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B57" w:rsidRDefault="00956B57" w:rsidP="00956B57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  <w:bookmarkStart w:id="0" w:name="_GoBack"/>
      <w:bookmarkEnd w:id="0"/>
      <w:r>
        <w:rPr>
          <w:rFonts w:ascii="Book Antiqua" w:hAnsi="Book Antiqua" w:cs="Aharoni"/>
          <w:b/>
          <w:sz w:val="44"/>
          <w:szCs w:val="44"/>
        </w:rPr>
        <w:t xml:space="preserve">XXVIII RASSEGNA MUSICALE NAZIONALE </w:t>
      </w:r>
    </w:p>
    <w:p w:rsidR="00956B57" w:rsidRDefault="00956B57" w:rsidP="00956B57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28"/>
        </w:rPr>
      </w:pPr>
      <w:r>
        <w:rPr>
          <w:rFonts w:ascii="Book Antiqua" w:hAnsi="Book Antiqua" w:cs="Aharoni"/>
          <w:b/>
          <w:sz w:val="28"/>
        </w:rPr>
        <w:t>delle Scuole ad Indirizzo Musicale</w:t>
      </w:r>
    </w:p>
    <w:p w:rsidR="00956B57" w:rsidRDefault="004373BF" w:rsidP="00956B57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28"/>
        </w:rPr>
      </w:pPr>
      <w:r>
        <w:rPr>
          <w:rFonts w:ascii="Book Antiqua" w:hAnsi="Book Antiqua" w:cs="Aharoni"/>
          <w:b/>
          <w:sz w:val="28"/>
        </w:rPr>
        <w:t>(Policoro 08</w:t>
      </w:r>
      <w:r w:rsidR="00956B57">
        <w:rPr>
          <w:rFonts w:ascii="Book Antiqua" w:hAnsi="Book Antiqua" w:cs="Aharoni"/>
          <w:b/>
          <w:sz w:val="28"/>
        </w:rPr>
        <w:t xml:space="preserve"> – 12 maggio 2017)</w:t>
      </w:r>
    </w:p>
    <w:p w:rsidR="00956B57" w:rsidRDefault="00956B57" w:rsidP="00956B57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28"/>
        </w:rPr>
      </w:pPr>
    </w:p>
    <w:p w:rsidR="00956B57" w:rsidRDefault="00956B57" w:rsidP="00956B57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  <w:sz w:val="16"/>
          <w:szCs w:val="16"/>
        </w:rPr>
      </w:pPr>
    </w:p>
    <w:p w:rsidR="00956B57" w:rsidRDefault="00956B57" w:rsidP="00956B57">
      <w:pPr>
        <w:autoSpaceDE w:val="0"/>
        <w:autoSpaceDN w:val="0"/>
        <w:adjustRightInd w:val="0"/>
        <w:jc w:val="center"/>
        <w:rPr>
          <w:rFonts w:ascii="Book Antiqua" w:hAnsi="Book Antiqua" w:cs="Aharoni"/>
          <w:b/>
          <w:color w:val="000000"/>
          <w:sz w:val="16"/>
          <w:szCs w:val="16"/>
        </w:rPr>
      </w:pPr>
      <w:r>
        <w:rPr>
          <w:rFonts w:ascii="Book Antiqua" w:hAnsi="Book Antiqua" w:cs="Aharoni"/>
          <w:b/>
          <w:color w:val="000000"/>
        </w:rPr>
        <w:t>LIBERATORIA DI UTILIZZO DELLE IMMAGINI PER MINORENNI</w:t>
      </w:r>
    </w:p>
    <w:p w:rsidR="00956B57" w:rsidRDefault="00956B57" w:rsidP="00956B57">
      <w:pPr>
        <w:autoSpaceDE w:val="0"/>
        <w:autoSpaceDN w:val="0"/>
        <w:adjustRightInd w:val="0"/>
        <w:jc w:val="center"/>
        <w:rPr>
          <w:rFonts w:ascii="Book Antiqua" w:hAnsi="Book Antiqua" w:cs="Aharoni"/>
          <w:b/>
          <w:color w:val="000000"/>
          <w:sz w:val="16"/>
          <w:szCs w:val="16"/>
        </w:rPr>
      </w:pPr>
    </w:p>
    <w:p w:rsidR="00956B57" w:rsidRDefault="00956B57" w:rsidP="00956B57">
      <w:pPr>
        <w:autoSpaceDE w:val="0"/>
        <w:autoSpaceDN w:val="0"/>
        <w:adjustRightInd w:val="0"/>
        <w:spacing w:line="360" w:lineRule="auto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Io sottoscritto/a:</w:t>
      </w:r>
    </w:p>
    <w:p w:rsidR="00956B57" w:rsidRDefault="00956B57" w:rsidP="00956B57">
      <w:pPr>
        <w:autoSpaceDE w:val="0"/>
        <w:autoSpaceDN w:val="0"/>
        <w:adjustRightInd w:val="0"/>
        <w:spacing w:line="360" w:lineRule="auto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(Nome e cognome del dirigente scolastico) ___________________________________________________________</w:t>
      </w:r>
    </w:p>
    <w:p w:rsidR="00956B57" w:rsidRDefault="00956B57" w:rsidP="00956B57">
      <w:pPr>
        <w:autoSpaceDE w:val="0"/>
        <w:autoSpaceDN w:val="0"/>
        <w:adjustRightInd w:val="0"/>
        <w:spacing w:line="360" w:lineRule="auto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In qualità di dirigente scolastico (nome e ind</w:t>
      </w:r>
      <w:r w:rsidR="00EE1FF1">
        <w:rPr>
          <w:rFonts w:ascii="Book Antiqua" w:hAnsi="Book Antiqua" w:cs="Aharoni"/>
          <w:color w:val="000000"/>
        </w:rPr>
        <w:t>irizzo della Scuola</w:t>
      </w:r>
      <w:r>
        <w:rPr>
          <w:rFonts w:ascii="Book Antiqua" w:hAnsi="Book Antiqua" w:cs="Aharoni"/>
          <w:color w:val="000000"/>
        </w:rPr>
        <w:t>)</w:t>
      </w:r>
    </w:p>
    <w:p w:rsidR="00956B57" w:rsidRDefault="00956B57" w:rsidP="00956B57">
      <w:pPr>
        <w:autoSpaceDE w:val="0"/>
        <w:autoSpaceDN w:val="0"/>
        <w:adjustRightInd w:val="0"/>
        <w:spacing w:line="360" w:lineRule="auto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 xml:space="preserve"> di    ______________________________________________________________________________________________________________________________________________________________________________</w:t>
      </w:r>
    </w:p>
    <w:p w:rsidR="00956B57" w:rsidRDefault="00956B57" w:rsidP="00956B57">
      <w:pPr>
        <w:autoSpaceDE w:val="0"/>
        <w:autoSpaceDN w:val="0"/>
        <w:adjustRightInd w:val="0"/>
        <w:spacing w:line="300" w:lineRule="auto"/>
        <w:jc w:val="center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Dichiaro</w:t>
      </w:r>
    </w:p>
    <w:p w:rsidR="00956B57" w:rsidRDefault="00956B57" w:rsidP="00956B57">
      <w:pPr>
        <w:autoSpaceDE w:val="0"/>
        <w:autoSpaceDN w:val="0"/>
        <w:adjustRightInd w:val="0"/>
        <w:spacing w:line="300" w:lineRule="auto"/>
        <w:jc w:val="both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di aver acquisito le liberatorie debitamente firmate dai genitori/tutori degli alunni che compongono l’orchestra della scuola, che parteciperà alla XXVIII Rassegna Musicale Nazionale delle Scuole ad Indirizzo Musicale.</w:t>
      </w:r>
    </w:p>
    <w:p w:rsidR="00956B57" w:rsidRDefault="00956B57" w:rsidP="00956B57">
      <w:pPr>
        <w:autoSpaceDE w:val="0"/>
        <w:autoSpaceDN w:val="0"/>
        <w:adjustRightInd w:val="0"/>
        <w:spacing w:line="300" w:lineRule="auto"/>
        <w:jc w:val="center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Concedo</w:t>
      </w:r>
    </w:p>
    <w:p w:rsidR="00956B57" w:rsidRDefault="00956B57" w:rsidP="00956B57">
      <w:pPr>
        <w:autoSpaceDE w:val="0"/>
        <w:autoSpaceDN w:val="0"/>
        <w:adjustRightInd w:val="0"/>
        <w:spacing w:line="300" w:lineRule="auto"/>
        <w:jc w:val="both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all’Istituto Comprensivo “L. Milani” di Policoro, l’autorizzazione alla pubblicazione di materiale fotografico dei suddetti minorenni nell’ambito della settimana della musica.</w:t>
      </w:r>
    </w:p>
    <w:p w:rsidR="00956B57" w:rsidRDefault="00956B57" w:rsidP="00956B57">
      <w:pPr>
        <w:autoSpaceDE w:val="0"/>
        <w:autoSpaceDN w:val="0"/>
        <w:adjustRightInd w:val="0"/>
        <w:spacing w:line="300" w:lineRule="auto"/>
        <w:jc w:val="both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Cognome e nome dei minori:</w:t>
      </w:r>
    </w:p>
    <w:p w:rsidR="00956B57" w:rsidRDefault="00956B57" w:rsidP="00956B57">
      <w:pPr>
        <w:autoSpaceDE w:val="0"/>
        <w:autoSpaceDN w:val="0"/>
        <w:adjustRightInd w:val="0"/>
        <w:spacing w:line="300" w:lineRule="auto"/>
        <w:jc w:val="both"/>
        <w:rPr>
          <w:rFonts w:ascii="Book Antiqua" w:hAnsi="Book Antiqua" w:cs="Aharoni"/>
          <w:color w:val="000000"/>
        </w:rPr>
      </w:pPr>
      <w:r>
        <w:rPr>
          <w:rFonts w:ascii="Book Antiqua" w:hAnsi="Book Antiqua" w:cs="Aharoni"/>
          <w:color w:val="000000"/>
        </w:rPr>
        <w:t>(elenco)</w:t>
      </w:r>
    </w:p>
    <w:p w:rsidR="00956B57" w:rsidRDefault="00956B57" w:rsidP="00956B57">
      <w:pPr>
        <w:autoSpaceDE w:val="0"/>
        <w:autoSpaceDN w:val="0"/>
        <w:adjustRightInd w:val="0"/>
        <w:spacing w:line="300" w:lineRule="auto"/>
        <w:jc w:val="both"/>
        <w:rPr>
          <w:rFonts w:ascii="Book Antiqua" w:hAnsi="Book Antiqua" w:cs="Aharoni"/>
          <w:color w:val="000000"/>
          <w:sz w:val="20"/>
          <w:szCs w:val="20"/>
        </w:rPr>
      </w:pPr>
      <w:r>
        <w:rPr>
          <w:rFonts w:ascii="Book Antiqua" w:hAnsi="Book Antiqua" w:cs="Aharoni"/>
          <w:color w:val="000000"/>
          <w:sz w:val="20"/>
          <w:szCs w:val="20"/>
        </w:rPr>
        <w:t>Data: ____ / ____ / ________</w:t>
      </w:r>
    </w:p>
    <w:p w:rsidR="00956B57" w:rsidRDefault="00956B57" w:rsidP="00956B57">
      <w:pPr>
        <w:autoSpaceDE w:val="0"/>
        <w:autoSpaceDN w:val="0"/>
        <w:adjustRightInd w:val="0"/>
        <w:spacing w:line="300" w:lineRule="auto"/>
        <w:ind w:left="7080" w:firstLine="708"/>
        <w:jc w:val="both"/>
        <w:rPr>
          <w:rFonts w:ascii="Book Antiqua" w:hAnsi="Book Antiqua" w:cs="Aharoni"/>
          <w:color w:val="000000"/>
          <w:sz w:val="20"/>
          <w:szCs w:val="20"/>
        </w:rPr>
      </w:pPr>
      <w:r>
        <w:rPr>
          <w:rFonts w:ascii="Book Antiqua" w:hAnsi="Book Antiqua" w:cs="Aharoni"/>
          <w:color w:val="000000"/>
          <w:sz w:val="24"/>
          <w:szCs w:val="24"/>
        </w:rPr>
        <w:t xml:space="preserve"> In fede</w:t>
      </w:r>
    </w:p>
    <w:p w:rsidR="00956B57" w:rsidRDefault="00956B57" w:rsidP="00956B57">
      <w:pPr>
        <w:autoSpaceDE w:val="0"/>
        <w:autoSpaceDN w:val="0"/>
        <w:adjustRightInd w:val="0"/>
        <w:spacing w:after="0"/>
        <w:rPr>
          <w:rFonts w:ascii="Book Antiqua" w:hAnsi="Book Antiqua" w:cs="Aharoni"/>
          <w:color w:val="000000"/>
          <w:sz w:val="24"/>
          <w:szCs w:val="24"/>
        </w:rPr>
      </w:pPr>
    </w:p>
    <w:p w:rsidR="00956B57" w:rsidRDefault="00956B57" w:rsidP="00956B57">
      <w:pPr>
        <w:autoSpaceDE w:val="0"/>
        <w:autoSpaceDN w:val="0"/>
        <w:adjustRightInd w:val="0"/>
        <w:spacing w:after="0"/>
        <w:jc w:val="right"/>
        <w:rPr>
          <w:rFonts w:ascii="Book Antiqua" w:hAnsi="Book Antiqua" w:cs="Aharoni"/>
          <w:color w:val="000000"/>
          <w:sz w:val="24"/>
          <w:szCs w:val="24"/>
        </w:rPr>
      </w:pPr>
      <w:r>
        <w:rPr>
          <w:rFonts w:ascii="Book Antiqua" w:hAnsi="Book Antiqua" w:cs="Aharoni"/>
          <w:color w:val="000000"/>
          <w:sz w:val="16"/>
          <w:szCs w:val="16"/>
        </w:rPr>
        <w:t xml:space="preserve">   _____________________________________                                                                             </w:t>
      </w:r>
    </w:p>
    <w:p w:rsidR="00BC3414" w:rsidRPr="00956B57" w:rsidRDefault="00BC3414" w:rsidP="00956B57"/>
    <w:sectPr w:rsidR="00BC3414" w:rsidRPr="00956B57" w:rsidSect="005C3D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F1E" w:rsidRDefault="003A5F1E" w:rsidP="00A53E8C">
      <w:pPr>
        <w:spacing w:after="0" w:line="240" w:lineRule="auto"/>
      </w:pPr>
      <w:r>
        <w:separator/>
      </w:r>
    </w:p>
  </w:endnote>
  <w:endnote w:type="continuationSeparator" w:id="0">
    <w:p w:rsidR="003A5F1E" w:rsidRDefault="003A5F1E" w:rsidP="00A5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B57" w:rsidRDefault="00956B5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023" w:rsidRPr="00375023" w:rsidRDefault="003A5F1E" w:rsidP="00375023">
    <w:pPr>
      <w:pStyle w:val="Pidipagina"/>
      <w:pBdr>
        <w:bottom w:val="single" w:sz="4" w:space="1" w:color="auto"/>
      </w:pBdr>
      <w:rPr>
        <w:sz w:val="12"/>
        <w:szCs w:val="12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060F00" w:rsidRPr="00060F00">
      <w:rPr>
        <w:noProof/>
        <w:sz w:val="12"/>
        <w:szCs w:val="12"/>
      </w:rPr>
      <w:t>Documento1</w:t>
    </w:r>
    <w:r>
      <w:rPr>
        <w:noProof/>
        <w:sz w:val="12"/>
        <w:szCs w:val="12"/>
      </w:rPr>
      <w:fldChar w:fldCharType="end"/>
    </w:r>
  </w:p>
  <w:p w:rsidR="003763EA" w:rsidRDefault="00FF7F83" w:rsidP="00375023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4976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414" w:rsidRPr="00375023" w:rsidRDefault="003A5F1E" w:rsidP="00BC3414">
    <w:pPr>
      <w:pStyle w:val="Pidipagina"/>
      <w:pBdr>
        <w:bottom w:val="single" w:sz="4" w:space="1" w:color="auto"/>
      </w:pBdr>
      <w:rPr>
        <w:sz w:val="12"/>
        <w:szCs w:val="12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956B57" w:rsidRPr="00956B57">
      <w:rPr>
        <w:noProof/>
        <w:sz w:val="12"/>
        <w:szCs w:val="12"/>
      </w:rPr>
      <w:t>Liberatoria</w:t>
    </w:r>
    <w:r>
      <w:rPr>
        <w:noProof/>
        <w:sz w:val="12"/>
        <w:szCs w:val="12"/>
      </w:rPr>
      <w:fldChar w:fldCharType="end"/>
    </w:r>
  </w:p>
  <w:p w:rsidR="00BC3414" w:rsidRDefault="00FF7F83" w:rsidP="00BC3414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72F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F1E" w:rsidRDefault="003A5F1E" w:rsidP="00A53E8C">
      <w:pPr>
        <w:spacing w:after="0" w:line="240" w:lineRule="auto"/>
      </w:pPr>
      <w:r>
        <w:separator/>
      </w:r>
    </w:p>
  </w:footnote>
  <w:footnote w:type="continuationSeparator" w:id="0">
    <w:p w:rsidR="003A5F1E" w:rsidRDefault="003A5F1E" w:rsidP="00A5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B57" w:rsidRDefault="00956B5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1242"/>
      <w:gridCol w:w="7263"/>
      <w:gridCol w:w="1134"/>
    </w:tblGrid>
    <w:tr w:rsidR="00536001" w:rsidRPr="00AD3FCE" w:rsidTr="007B3C1D">
      <w:trPr>
        <w:trHeight w:val="852"/>
      </w:trPr>
      <w:tc>
        <w:tcPr>
          <w:tcW w:w="1242" w:type="dxa"/>
          <w:vAlign w:val="center"/>
        </w:tcPr>
        <w:p w:rsidR="009B28E4" w:rsidRPr="00A75B78" w:rsidRDefault="009B28E4" w:rsidP="00A75B78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A75B78" w:rsidRPr="00AD3FCE" w:rsidRDefault="00A75B78" w:rsidP="00A75B78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396659" cy="382555"/>
                <wp:effectExtent l="19050" t="0" r="3391" b="0"/>
                <wp:docPr id="9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6659" cy="382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3" w:type="dxa"/>
          <w:vAlign w:val="center"/>
        </w:tcPr>
        <w:p w:rsidR="009B28E4" w:rsidRPr="00060F00" w:rsidRDefault="009B28E4" w:rsidP="007B3C1D">
          <w:pPr>
            <w:pStyle w:val="Intestazione"/>
            <w:jc w:val="center"/>
            <w:rPr>
              <w:rFonts w:ascii="Tahoma" w:hAnsi="Tahoma" w:cs="Tahoma"/>
              <w:color w:val="0070C0"/>
              <w:spacing w:val="36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060F00">
            <w:rPr>
              <w:rFonts w:ascii="Tahoma" w:hAnsi="Tahoma" w:cs="Tahoma"/>
              <w:color w:val="0070C0"/>
              <w:spacing w:val="36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ISTITUTO COMPRENSIVO STATALE N. 1</w:t>
          </w:r>
        </w:p>
        <w:p w:rsidR="00536001" w:rsidRPr="00536001" w:rsidRDefault="009B28E4" w:rsidP="007B3C1D">
          <w:pPr>
            <w:pStyle w:val="Intestazione"/>
            <w:jc w:val="center"/>
            <w:rPr>
              <w:rFonts w:ascii="Tahoma" w:hAnsi="Tahoma" w:cs="Tahoma"/>
              <w:color w:val="00B050"/>
            </w:rPr>
          </w:pPr>
          <w:r w:rsidRPr="00536001">
            <w:rPr>
              <w:rFonts w:ascii="Tahoma" w:hAnsi="Tahoma" w:cs="Tahoma"/>
              <w:i/>
              <w:color w:val="0070C0"/>
            </w:rPr>
            <w:t>“L. Milani”</w:t>
          </w:r>
          <w:r w:rsidR="00536001" w:rsidRPr="00536001">
            <w:rPr>
              <w:rFonts w:ascii="Tahoma" w:hAnsi="Tahoma" w:cs="Tahoma"/>
              <w:i/>
              <w:color w:val="0070C0"/>
            </w:rPr>
            <w:t xml:space="preserve">   -   </w:t>
          </w:r>
          <w:r w:rsidR="00536001" w:rsidRPr="00536001">
            <w:rPr>
              <w:rFonts w:ascii="Tahoma" w:hAnsi="Tahoma" w:cs="Tahoma"/>
              <w:color w:val="0070C0"/>
            </w:rPr>
            <w:t xml:space="preserve">Via Puglia, 4  </w:t>
          </w:r>
          <w:r w:rsidRPr="00536001">
            <w:rPr>
              <w:rFonts w:ascii="Tahoma" w:hAnsi="Tahoma" w:cs="Tahoma"/>
              <w:color w:val="0070C0"/>
            </w:rPr>
            <w:t xml:space="preserve">75025 - </w:t>
          </w:r>
          <w:r w:rsidRPr="00536001">
            <w:rPr>
              <w:rFonts w:ascii="Tahoma" w:hAnsi="Tahoma" w:cs="Tahoma"/>
              <w:color w:val="0070C0"/>
              <w:u w:val="single"/>
            </w:rPr>
            <w:t>POLICORO</w:t>
          </w:r>
          <w:r w:rsidRPr="00536001">
            <w:rPr>
              <w:rFonts w:ascii="Tahoma" w:hAnsi="Tahoma" w:cs="Tahoma"/>
              <w:color w:val="0070C0"/>
            </w:rPr>
            <w:t xml:space="preserve">  (Matera)</w:t>
          </w:r>
        </w:p>
      </w:tc>
      <w:tc>
        <w:tcPr>
          <w:tcW w:w="1134" w:type="dxa"/>
        </w:tcPr>
        <w:p w:rsidR="009B28E4" w:rsidRPr="00A75B78" w:rsidRDefault="009B28E4" w:rsidP="00A75B78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A75B78" w:rsidRPr="00AD3FCE" w:rsidRDefault="00A75B78" w:rsidP="00755159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319103" cy="363894"/>
                <wp:effectExtent l="19050" t="0" r="4747" b="0"/>
                <wp:docPr id="7" name="Immagine 8" descr="emblema_m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mblema_m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0595" cy="365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28E4" w:rsidRPr="007B3C1D" w:rsidRDefault="009B28E4">
    <w:pPr>
      <w:pStyle w:val="Intestazion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1242"/>
      <w:gridCol w:w="7263"/>
      <w:gridCol w:w="1134"/>
    </w:tblGrid>
    <w:tr w:rsidR="005C3D18" w:rsidRPr="00AD3FCE" w:rsidTr="00122EC1">
      <w:trPr>
        <w:trHeight w:val="918"/>
      </w:trPr>
      <w:tc>
        <w:tcPr>
          <w:tcW w:w="1242" w:type="dxa"/>
          <w:vAlign w:val="center"/>
        </w:tcPr>
        <w:p w:rsidR="005C3D18" w:rsidRPr="00A75B78" w:rsidRDefault="005C3D18" w:rsidP="00122EC1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5C3D18" w:rsidRPr="00AD3FCE" w:rsidRDefault="005C3D18" w:rsidP="00122EC1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632075" cy="609600"/>
                <wp:effectExtent l="19050" t="0" r="0" b="0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187" cy="6126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3" w:type="dxa"/>
          <w:vAlign w:val="center"/>
        </w:tcPr>
        <w:p w:rsidR="005C3D18" w:rsidRPr="00060F00" w:rsidRDefault="005C3D18" w:rsidP="00122EC1">
          <w:pPr>
            <w:pStyle w:val="Intestazione"/>
            <w:jc w:val="center"/>
            <w:rPr>
              <w:rFonts w:ascii="Tahoma" w:hAnsi="Tahoma" w:cs="Tahoma"/>
              <w:color w:val="0070C0"/>
              <w:spacing w:val="36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060F00">
            <w:rPr>
              <w:rFonts w:ascii="Tahoma" w:hAnsi="Tahoma" w:cs="Tahoma"/>
              <w:color w:val="0070C0"/>
              <w:spacing w:val="36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ISTITUTO COMPRENSIVO STATALE N. 1</w:t>
          </w:r>
        </w:p>
        <w:p w:rsidR="005C3D18" w:rsidRPr="00536001" w:rsidRDefault="005C3D18" w:rsidP="00122EC1">
          <w:pPr>
            <w:pStyle w:val="Intestazione"/>
            <w:spacing w:after="80"/>
            <w:jc w:val="center"/>
            <w:rPr>
              <w:rFonts w:ascii="Tahoma" w:hAnsi="Tahoma" w:cs="Tahoma"/>
              <w:color w:val="0070C0"/>
            </w:rPr>
          </w:pPr>
          <w:r w:rsidRPr="00536001">
            <w:rPr>
              <w:rFonts w:ascii="Tahoma" w:hAnsi="Tahoma" w:cs="Tahoma"/>
              <w:i/>
              <w:color w:val="0070C0"/>
            </w:rPr>
            <w:t xml:space="preserve">“L. Milani”   -   </w:t>
          </w:r>
          <w:r w:rsidRPr="00536001">
            <w:rPr>
              <w:rFonts w:ascii="Tahoma" w:hAnsi="Tahoma" w:cs="Tahoma"/>
              <w:color w:val="0070C0"/>
            </w:rPr>
            <w:t xml:space="preserve">Via Puglia, 4  75025 - </w:t>
          </w:r>
          <w:r w:rsidRPr="00536001">
            <w:rPr>
              <w:rFonts w:ascii="Tahoma" w:hAnsi="Tahoma" w:cs="Tahoma"/>
              <w:color w:val="0070C0"/>
              <w:u w:val="single"/>
            </w:rPr>
            <w:t>POLICORO</w:t>
          </w:r>
          <w:r w:rsidRPr="00536001">
            <w:rPr>
              <w:rFonts w:ascii="Tahoma" w:hAnsi="Tahoma" w:cs="Tahoma"/>
              <w:color w:val="0070C0"/>
            </w:rPr>
            <w:t xml:space="preserve">  (Matera)</w:t>
          </w:r>
        </w:p>
        <w:p w:rsidR="005C3D18" w:rsidRPr="00536001" w:rsidRDefault="005C3D18" w:rsidP="00122EC1">
          <w:pPr>
            <w:pStyle w:val="Pidipagina"/>
            <w:tabs>
              <w:tab w:val="clear" w:pos="9638"/>
              <w:tab w:val="right" w:pos="9639"/>
            </w:tabs>
            <w:spacing w:line="160" w:lineRule="exact"/>
            <w:ind w:left="-340" w:right="-340"/>
            <w:jc w:val="center"/>
            <w:rPr>
              <w:rFonts w:ascii="Tahoma" w:eastAsia="Arial Unicode MS" w:hAnsi="Tahoma" w:cs="Tahoma"/>
              <w:color w:val="0070C0"/>
              <w:sz w:val="14"/>
              <w:szCs w:val="14"/>
            </w:rPr>
          </w:pPr>
          <w:r w:rsidRPr="00536001">
            <w:rPr>
              <w:rFonts w:ascii="Tahoma" w:eastAsia="Arial Unicode MS" w:hAnsi="Tahoma" w:cs="Tahoma"/>
              <w:color w:val="0070C0"/>
              <w:sz w:val="14"/>
              <w:szCs w:val="14"/>
            </w:rPr>
            <w:t>Cod. fisc.: 90021060778  -  Cod. min.: MTIC831002  -  Tel.: 0835 985908 (central.)  0835 972576 (Uff. personale)</w:t>
          </w:r>
        </w:p>
        <w:p w:rsidR="005C3D18" w:rsidRPr="00536001" w:rsidRDefault="005C3D18" w:rsidP="00122EC1">
          <w:pPr>
            <w:pStyle w:val="Pidipagina"/>
            <w:spacing w:line="160" w:lineRule="exact"/>
            <w:ind w:left="-340" w:right="-340"/>
            <w:jc w:val="center"/>
            <w:rPr>
              <w:rFonts w:ascii="Tahoma" w:hAnsi="Tahoma" w:cs="Tahoma"/>
              <w:color w:val="00B050"/>
            </w:rPr>
          </w:pPr>
          <w:r w:rsidRPr="00536001">
            <w:rPr>
              <w:rFonts w:ascii="Tahoma" w:eastAsia="Arial Unicode MS" w:hAnsi="Tahoma" w:cs="Tahoma"/>
              <w:color w:val="0070C0"/>
              <w:sz w:val="14"/>
              <w:szCs w:val="14"/>
            </w:rPr>
            <w:t xml:space="preserve">PEC: </w:t>
          </w:r>
          <w:hyperlink r:id="rId2" w:history="1">
            <w:r w:rsidRPr="00536001">
              <w:rPr>
                <w:rStyle w:val="Collegamentoipertestuale"/>
                <w:rFonts w:ascii="Tahoma" w:eastAsia="Arial Unicode MS" w:hAnsi="Tahoma" w:cs="Tahoma"/>
                <w:sz w:val="14"/>
                <w:szCs w:val="14"/>
              </w:rPr>
              <w:t>mtic831002@pec.istruzione.it</w:t>
            </w:r>
          </w:hyperlink>
          <w:r w:rsidRPr="00536001">
            <w:rPr>
              <w:rFonts w:ascii="Tahoma" w:eastAsia="Arial Unicode MS" w:hAnsi="Tahoma" w:cs="Tahoma"/>
              <w:color w:val="0070C0"/>
              <w:sz w:val="14"/>
              <w:szCs w:val="14"/>
            </w:rPr>
            <w:t xml:space="preserve">     E-mail: </w:t>
          </w:r>
          <w:hyperlink r:id="rId3" w:history="1">
            <w:r w:rsidRPr="00536001">
              <w:rPr>
                <w:rStyle w:val="Collegamentoipertestuale"/>
                <w:rFonts w:ascii="Tahoma" w:eastAsia="Arial Unicode MS" w:hAnsi="Tahoma" w:cs="Tahoma"/>
                <w:sz w:val="14"/>
                <w:szCs w:val="14"/>
              </w:rPr>
              <w:t>mtic831002@istruzione.it</w:t>
            </w:r>
          </w:hyperlink>
          <w:r w:rsidRPr="00536001">
            <w:rPr>
              <w:rFonts w:ascii="Tahoma" w:eastAsia="Arial Unicode MS" w:hAnsi="Tahoma" w:cs="Tahoma"/>
              <w:color w:val="0070C0"/>
              <w:sz w:val="14"/>
              <w:szCs w:val="14"/>
            </w:rPr>
            <w:t xml:space="preserve">     Sito web: </w:t>
          </w:r>
          <w:hyperlink r:id="rId4" w:history="1">
            <w:r w:rsidRPr="00536001">
              <w:rPr>
                <w:rStyle w:val="Collegamentoipertestuale"/>
                <w:rFonts w:ascii="Tahoma" w:eastAsia="Arial Unicode MS" w:hAnsi="Tahoma" w:cs="Tahoma"/>
                <w:sz w:val="14"/>
                <w:szCs w:val="14"/>
              </w:rPr>
              <w:t>www.icmilanipolicoro.gov.it</w:t>
            </w:r>
          </w:hyperlink>
        </w:p>
      </w:tc>
      <w:tc>
        <w:tcPr>
          <w:tcW w:w="1134" w:type="dxa"/>
        </w:tcPr>
        <w:p w:rsidR="005C3D18" w:rsidRPr="00A75B78" w:rsidRDefault="005C3D18" w:rsidP="00122EC1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5C3D18" w:rsidRPr="00AD3FCE" w:rsidRDefault="005C3D18" w:rsidP="00122EC1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550764" cy="628073"/>
                <wp:effectExtent l="19050" t="0" r="1686" b="0"/>
                <wp:docPr id="3" name="Immagine 8" descr="emblema_m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mblema_m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058" cy="6295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C3D18" w:rsidRDefault="005C3D18" w:rsidP="007B3C1D">
    <w:pPr>
      <w:pStyle w:val="Intestazione"/>
      <w:spacing w:line="36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F00"/>
    <w:rsid w:val="00034976"/>
    <w:rsid w:val="00060F00"/>
    <w:rsid w:val="000B5829"/>
    <w:rsid w:val="000E0AB8"/>
    <w:rsid w:val="000E23D6"/>
    <w:rsid w:val="001B6F4A"/>
    <w:rsid w:val="002444C9"/>
    <w:rsid w:val="00264957"/>
    <w:rsid w:val="002F604B"/>
    <w:rsid w:val="00303BD2"/>
    <w:rsid w:val="0032007A"/>
    <w:rsid w:val="00375023"/>
    <w:rsid w:val="003763EA"/>
    <w:rsid w:val="003A5F1E"/>
    <w:rsid w:val="003B2B7D"/>
    <w:rsid w:val="004373BF"/>
    <w:rsid w:val="00441CBD"/>
    <w:rsid w:val="004815DE"/>
    <w:rsid w:val="00482663"/>
    <w:rsid w:val="004F6A68"/>
    <w:rsid w:val="00520394"/>
    <w:rsid w:val="00536001"/>
    <w:rsid w:val="00542950"/>
    <w:rsid w:val="0056545A"/>
    <w:rsid w:val="005C3D18"/>
    <w:rsid w:val="006849E1"/>
    <w:rsid w:val="006E1385"/>
    <w:rsid w:val="00755159"/>
    <w:rsid w:val="0077114F"/>
    <w:rsid w:val="007B3C1D"/>
    <w:rsid w:val="007B6C1C"/>
    <w:rsid w:val="007C3879"/>
    <w:rsid w:val="00846626"/>
    <w:rsid w:val="008547F7"/>
    <w:rsid w:val="008713AD"/>
    <w:rsid w:val="008E4B32"/>
    <w:rsid w:val="00953ED1"/>
    <w:rsid w:val="00956B57"/>
    <w:rsid w:val="009A3D03"/>
    <w:rsid w:val="009B28E4"/>
    <w:rsid w:val="009F76AF"/>
    <w:rsid w:val="00A53E8C"/>
    <w:rsid w:val="00A75B78"/>
    <w:rsid w:val="00AD7AA4"/>
    <w:rsid w:val="00B321FB"/>
    <w:rsid w:val="00BC3414"/>
    <w:rsid w:val="00BE7690"/>
    <w:rsid w:val="00C71831"/>
    <w:rsid w:val="00D76393"/>
    <w:rsid w:val="00DA2B89"/>
    <w:rsid w:val="00E43EC8"/>
    <w:rsid w:val="00E67545"/>
    <w:rsid w:val="00EE1FF1"/>
    <w:rsid w:val="00F20304"/>
    <w:rsid w:val="00FC72FB"/>
    <w:rsid w:val="00FF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6B57"/>
    <w:rPr>
      <w:rFonts w:ascii="Calibri" w:eastAsia="Times New Roman" w:hAnsi="Calibri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53E8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3E8C"/>
  </w:style>
  <w:style w:type="paragraph" w:styleId="Pidipagina">
    <w:name w:val="footer"/>
    <w:basedOn w:val="Normale"/>
    <w:link w:val="PidipaginaCarattere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3E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3E8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3E8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A53E8C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styleId="Collegamentoipertestuale">
    <w:name w:val="Hyperlink"/>
    <w:unhideWhenUsed/>
    <w:rsid w:val="00A53E8C"/>
    <w:rPr>
      <w:color w:val="0000FF"/>
      <w:u w:val="single"/>
    </w:rPr>
  </w:style>
  <w:style w:type="paragraph" w:styleId="Nessunaspaziatura">
    <w:name w:val="No Spacing"/>
    <w:uiPriority w:val="1"/>
    <w:qFormat/>
    <w:rsid w:val="00A53E8C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56B57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6B57"/>
    <w:rPr>
      <w:rFonts w:ascii="Calibri" w:eastAsia="Times New Roman" w:hAnsi="Calibri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53E8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3E8C"/>
  </w:style>
  <w:style w:type="paragraph" w:styleId="Pidipagina">
    <w:name w:val="footer"/>
    <w:basedOn w:val="Normale"/>
    <w:link w:val="PidipaginaCarattere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3E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3E8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3E8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A53E8C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styleId="Collegamentoipertestuale">
    <w:name w:val="Hyperlink"/>
    <w:unhideWhenUsed/>
    <w:rsid w:val="00A53E8C"/>
    <w:rPr>
      <w:color w:val="0000FF"/>
      <w:u w:val="single"/>
    </w:rPr>
  </w:style>
  <w:style w:type="paragraph" w:styleId="Nessunaspaziatura">
    <w:name w:val="No Spacing"/>
    <w:uiPriority w:val="1"/>
    <w:qFormat/>
    <w:rsid w:val="00A53E8C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56B57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mtic831002@istruzione.it" TargetMode="External"/><Relationship Id="rId2" Type="http://schemas.openxmlformats.org/officeDocument/2006/relationships/hyperlink" Target="mailto:mtic831002@pec.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jpeg"/><Relationship Id="rId4" Type="http://schemas.openxmlformats.org/officeDocument/2006/relationships/hyperlink" Target="http://www.icmilanipolicoro.gov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\Desktop\Carta%20intestata%20Logo%20(colori%20con%20pi&#232;%20di%20pagina)_02-2016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Logo (colori con piè di pagina)_02-2016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CARMELA</cp:lastModifiedBy>
  <cp:revision>2</cp:revision>
  <cp:lastPrinted>2016-05-24T16:21:00Z</cp:lastPrinted>
  <dcterms:created xsi:type="dcterms:W3CDTF">2017-03-01T08:55:00Z</dcterms:created>
  <dcterms:modified xsi:type="dcterms:W3CDTF">2017-03-01T08:55:00Z</dcterms:modified>
</cp:coreProperties>
</file>