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C42" w:rsidRDefault="00B56C42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.75pt;height:138.75pt">
            <v:imagedata r:id="rId5" o:title=""/>
          </v:shape>
        </w:pict>
      </w:r>
    </w:p>
    <w:p w:rsidR="00B56C42" w:rsidRDefault="00B56C42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ISTITUTO ISTRUZIONE SUPERIORE “Govone”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B56C42" w:rsidRDefault="00B56C42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LICEO CLASSICO - ALBA</w:t>
      </w:r>
    </w:p>
    <w:p w:rsidR="00B56C42" w:rsidRDefault="00B56C42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 Certame Fenogliano</w:t>
      </w:r>
    </w:p>
    <w:p w:rsidR="00B56C42" w:rsidRDefault="00B56C42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A.S. 2016/2017</w:t>
      </w:r>
    </w:p>
    <w:p w:rsidR="00B56C42" w:rsidRDefault="00B56C42" w:rsidP="009B68D1">
      <w:pPr>
        <w:rPr>
          <w:rFonts w:ascii="Arial" w:hAnsi="Arial" w:cs="Arial"/>
          <w:color w:val="000000"/>
          <w:sz w:val="24"/>
          <w:szCs w:val="24"/>
        </w:rPr>
      </w:pPr>
    </w:p>
    <w:p w:rsidR="00B56C42" w:rsidRDefault="00B56C42">
      <w:pPr>
        <w:ind w:left="16" w:hanging="10"/>
        <w:jc w:val="center"/>
        <w:rPr>
          <w:rFonts w:ascii="Arial" w:hAnsi="Arial" w:cs="Arial"/>
          <w:color w:val="000000"/>
          <w:sz w:val="24"/>
          <w:szCs w:val="24"/>
        </w:rPr>
      </w:pPr>
    </w:p>
    <w:p w:rsidR="00B56C42" w:rsidRDefault="00B56C42" w:rsidP="00427864">
      <w:pPr>
        <w:jc w:val="right"/>
        <w:rPr>
          <w:rFonts w:ascii="Trebuchet MS" w:hAnsi="Trebuchet MS" w:cs="Trebuchet MS"/>
          <w:u w:val="single"/>
        </w:rPr>
      </w:pPr>
      <w:r>
        <w:rPr>
          <w:rFonts w:ascii="Trebuchet MS" w:hAnsi="Trebuchet MS" w:cs="Trebuchet MS"/>
          <w:u w:val="single"/>
        </w:rPr>
        <w:t>Allegato B</w:t>
      </w:r>
    </w:p>
    <w:p w:rsidR="00B56C42" w:rsidRDefault="00B56C42" w:rsidP="00427864">
      <w:pPr>
        <w:spacing w:line="360" w:lineRule="auto"/>
        <w:ind w:left="284"/>
        <w:rPr>
          <w:rFonts w:ascii="Trebuchet MS" w:hAnsi="Trebuchet MS" w:cs="Trebuchet MS"/>
          <w:sz w:val="20"/>
          <w:szCs w:val="20"/>
        </w:rPr>
      </w:pPr>
    </w:p>
    <w:p w:rsidR="00B56C42" w:rsidRDefault="00B56C42" w:rsidP="00427864">
      <w:pPr>
        <w:spacing w:line="360" w:lineRule="auto"/>
        <w:ind w:left="284"/>
        <w:rPr>
          <w:rFonts w:ascii="Trebuchet MS" w:hAnsi="Trebuchet MS" w:cs="Trebuchet MS"/>
          <w:sz w:val="20"/>
          <w:szCs w:val="20"/>
        </w:rPr>
      </w:pPr>
    </w:p>
    <w:p w:rsidR="00B56C42" w:rsidRDefault="00B56C42" w:rsidP="00427864">
      <w:pPr>
        <w:spacing w:line="360" w:lineRule="auto"/>
        <w:ind w:left="284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__________________________________________________________________________________</w:t>
      </w:r>
    </w:p>
    <w:p w:rsidR="00B56C42" w:rsidRDefault="00B56C42" w:rsidP="00427864">
      <w:pPr>
        <w:spacing w:line="360" w:lineRule="auto"/>
        <w:ind w:left="284"/>
        <w:jc w:val="center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Timbro lineare della scuola</w:t>
      </w:r>
    </w:p>
    <w:p w:rsidR="00B56C42" w:rsidRDefault="00B56C42" w:rsidP="00427864">
      <w:pPr>
        <w:spacing w:line="360" w:lineRule="auto"/>
        <w:rPr>
          <w:rFonts w:ascii="Trebuchet MS" w:hAnsi="Trebuchet MS" w:cs="Trebuchet MS"/>
        </w:rPr>
      </w:pPr>
    </w:p>
    <w:p w:rsidR="00B56C42" w:rsidRDefault="00B56C42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Il/la  sottoscritto/a…………………………………………………………………………..</w:t>
      </w:r>
    </w:p>
    <w:p w:rsidR="00B56C42" w:rsidRDefault="00B56C42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dirigente scolastico dell’Istituto…………………………………………………………………….……………,</w:t>
      </w:r>
    </w:p>
    <w:p w:rsidR="00B56C42" w:rsidRDefault="00B56C42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tel.……………………………………email…………………………………………………………………………………………….</w:t>
      </w:r>
    </w:p>
    <w:p w:rsidR="00B56C42" w:rsidRDefault="00B56C42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invia le domande di partecipazione alla seconda edizione del Certame Fenogliano degli studenti</w:t>
      </w:r>
    </w:p>
    <w:p w:rsidR="00B56C42" w:rsidRDefault="00B56C42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…………………………………………………………… </w:t>
      </w:r>
    </w:p>
    <w:p w:rsidR="00B56C42" w:rsidRDefault="00B56C42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…………………………………………………………… </w:t>
      </w:r>
    </w:p>
    <w:p w:rsidR="00B56C42" w:rsidRDefault="00B56C42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Gli studenti saranno accompagnati dal</w:t>
      </w:r>
    </w:p>
    <w:p w:rsidR="00B56C42" w:rsidRDefault="00B56C42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docente Prof./ssa…………………………………………………………………….</w:t>
      </w:r>
    </w:p>
    <w:p w:rsidR="00B56C42" w:rsidRDefault="00B56C42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Altro accompagnatore Sig./ra………………………………………………………….</w:t>
      </w:r>
    </w:p>
    <w:p w:rsidR="00B56C42" w:rsidRDefault="00B56C42" w:rsidP="00427864">
      <w:pPr>
        <w:spacing w:line="360" w:lineRule="auto"/>
        <w:rPr>
          <w:rFonts w:ascii="Trebuchet MS" w:hAnsi="Trebuchet MS" w:cs="Trebuchet MS"/>
        </w:rPr>
      </w:pPr>
    </w:p>
    <w:p w:rsidR="00B56C42" w:rsidRDefault="00B56C42" w:rsidP="00427864">
      <w:pPr>
        <w:spacing w:line="360" w:lineRule="auto"/>
        <w:rPr>
          <w:rFonts w:ascii="Trebuchet MS" w:hAnsi="Trebuchet MS" w:cs="Trebuchet MS"/>
        </w:rPr>
      </w:pPr>
    </w:p>
    <w:p w:rsidR="00B56C42" w:rsidRDefault="00B56C42" w:rsidP="00427864">
      <w:pPr>
        <w:spacing w:line="360" w:lineRule="auto"/>
        <w:rPr>
          <w:rFonts w:ascii="Trebuchet MS" w:hAnsi="Trebuchet MS" w:cs="Trebuchet MS"/>
        </w:rPr>
      </w:pPr>
    </w:p>
    <w:p w:rsidR="00B56C42" w:rsidRDefault="00B56C42" w:rsidP="00427864">
      <w:pPr>
        <w:spacing w:line="480" w:lineRule="auto"/>
        <w:ind w:left="1415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 Dirigente scolastico</w:t>
      </w:r>
    </w:p>
    <w:p w:rsidR="00B56C42" w:rsidRDefault="00B56C42" w:rsidP="00427864">
      <w:pPr>
        <w:spacing w:line="480" w:lineRule="auto"/>
        <w:ind w:left="1415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…………………………………………………………………….</w:t>
      </w:r>
    </w:p>
    <w:p w:rsidR="00B56C42" w:rsidRDefault="00B56C42">
      <w:pPr>
        <w:spacing w:after="8" w:line="268" w:lineRule="auto"/>
        <w:ind w:left="5387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B56C42" w:rsidSect="00617B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F3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02119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4056B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E4E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F7D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0D5A3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3F7"/>
    <w:rsid w:val="00427864"/>
    <w:rsid w:val="004423F7"/>
    <w:rsid w:val="00617BDA"/>
    <w:rsid w:val="00686B96"/>
    <w:rsid w:val="006A5051"/>
    <w:rsid w:val="008767C5"/>
    <w:rsid w:val="008C78FD"/>
    <w:rsid w:val="009729E0"/>
    <w:rsid w:val="009B68D1"/>
    <w:rsid w:val="00B56C42"/>
    <w:rsid w:val="00BE130B"/>
    <w:rsid w:val="00FB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7C5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0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112</Words>
  <Characters>640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anolli</dc:creator>
  <cp:keywords/>
  <dc:description/>
  <cp:lastModifiedBy>anolli</cp:lastModifiedBy>
  <cp:revision>2</cp:revision>
  <cp:lastPrinted>2017-01-11T10:11:00Z</cp:lastPrinted>
  <dcterms:created xsi:type="dcterms:W3CDTF">2017-01-11T10:16:00Z</dcterms:created>
  <dcterms:modified xsi:type="dcterms:W3CDTF">2017-01-11T10:16:00Z</dcterms:modified>
</cp:coreProperties>
</file>