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30B" w:rsidRDefault="00BE130B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4.75pt;height:138.75pt">
            <v:imagedata r:id="rId5" o:title=""/>
          </v:shape>
        </w:pict>
      </w:r>
    </w:p>
    <w:p w:rsidR="00BE130B" w:rsidRDefault="00BE130B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ISTITUTO ISTRUZIONE SUPERIORE “Govone”</w:t>
      </w:r>
      <w:r>
        <w:rPr>
          <w:rFonts w:ascii="Times New Roman" w:hAnsi="Times New Roman" w:cs="Times New Roman"/>
          <w:color w:val="000000"/>
        </w:rPr>
        <w:t xml:space="preserve"> </w:t>
      </w:r>
    </w:p>
    <w:p w:rsidR="00BE130B" w:rsidRDefault="00BE130B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LICEO CLASSICO - ALBA</w:t>
      </w:r>
    </w:p>
    <w:p w:rsidR="00BE130B" w:rsidRDefault="00BE130B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II Certame Fenogliano</w:t>
      </w:r>
    </w:p>
    <w:p w:rsidR="00BE130B" w:rsidRDefault="00BE130B" w:rsidP="009B68D1">
      <w:pPr>
        <w:spacing w:after="8" w:line="268" w:lineRule="auto"/>
        <w:ind w:left="16" w:hanging="1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A.S. 2016/2017</w:t>
      </w:r>
    </w:p>
    <w:p w:rsidR="00BE130B" w:rsidRDefault="00BE130B" w:rsidP="009B68D1">
      <w:pPr>
        <w:rPr>
          <w:rFonts w:ascii="Arial" w:hAnsi="Arial" w:cs="Arial"/>
          <w:color w:val="000000"/>
          <w:sz w:val="24"/>
          <w:szCs w:val="24"/>
        </w:rPr>
      </w:pPr>
    </w:p>
    <w:p w:rsidR="00BE130B" w:rsidRDefault="00BE130B">
      <w:pPr>
        <w:ind w:left="16" w:hanging="10"/>
        <w:jc w:val="center"/>
        <w:rPr>
          <w:rFonts w:ascii="Arial" w:hAnsi="Arial" w:cs="Arial"/>
          <w:color w:val="000000"/>
          <w:sz w:val="24"/>
          <w:szCs w:val="24"/>
        </w:rPr>
      </w:pPr>
    </w:p>
    <w:p w:rsidR="00BE130B" w:rsidRDefault="00BE130B" w:rsidP="009729E0">
      <w:pPr>
        <w:jc w:val="right"/>
        <w:rPr>
          <w:rFonts w:ascii="Trebuchet MS" w:hAnsi="Trebuchet MS" w:cs="Trebuchet MS"/>
          <w:u w:val="single"/>
        </w:rPr>
      </w:pPr>
      <w:r>
        <w:rPr>
          <w:rFonts w:ascii="Trebuchet MS" w:hAnsi="Trebuchet MS" w:cs="Trebuchet MS"/>
          <w:u w:val="single"/>
        </w:rPr>
        <w:t>Allegato A</w:t>
      </w:r>
    </w:p>
    <w:p w:rsidR="00BE130B" w:rsidRDefault="00BE130B" w:rsidP="009729E0">
      <w:pPr>
        <w:jc w:val="center"/>
        <w:rPr>
          <w:rFonts w:ascii="Trebuchet MS" w:hAnsi="Trebuchet MS" w:cs="Trebuchet MS"/>
          <w:sz w:val="32"/>
          <w:szCs w:val="32"/>
        </w:rPr>
      </w:pPr>
      <w:r>
        <w:rPr>
          <w:rFonts w:ascii="Trebuchet MS" w:hAnsi="Trebuchet MS" w:cs="Trebuchet MS"/>
          <w:sz w:val="32"/>
          <w:szCs w:val="32"/>
        </w:rPr>
        <w:t>MODULO DI ISCRIZIONE AL 2° CERTAME FENOGLIANO</w:t>
      </w:r>
    </w:p>
    <w:p w:rsidR="00BE130B" w:rsidRDefault="00BE130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r>
        <w:rPr>
          <w:rFonts w:ascii="Trebuchet MS" w:hAnsi="Trebuchet MS" w:cs="Trebuchet MS"/>
          <w:sz w:val="28"/>
          <w:szCs w:val="28"/>
        </w:rPr>
        <w:t>a.s. 2016/2017</w:t>
      </w:r>
      <w:r>
        <w:rPr>
          <w:rFonts w:ascii="Trebuchet MS" w:hAnsi="Trebuchet MS" w:cs="Trebuchet MS"/>
          <w:i/>
          <w:iCs/>
          <w:sz w:val="28"/>
          <w:szCs w:val="28"/>
        </w:rPr>
        <w:t xml:space="preserve">    </w:t>
      </w:r>
    </w:p>
    <w:p w:rsidR="00BE130B" w:rsidRDefault="00BE130B" w:rsidP="009729E0">
      <w:pPr>
        <w:jc w:val="center"/>
        <w:rPr>
          <w:rFonts w:ascii="Trebuchet MS" w:hAnsi="Trebuchet MS" w:cs="Trebuchet MS"/>
          <w:i/>
          <w:iCs/>
          <w:sz w:val="28"/>
          <w:szCs w:val="28"/>
        </w:rPr>
      </w:pPr>
      <w:r>
        <w:rPr>
          <w:rFonts w:ascii="Trebuchet MS" w:hAnsi="Trebuchet MS" w:cs="Trebuchet MS"/>
          <w:i/>
          <w:iCs/>
          <w:sz w:val="28"/>
          <w:szCs w:val="28"/>
        </w:rPr>
        <w:t>ALBA 27-28-29 APRILE 2017</w:t>
      </w:r>
    </w:p>
    <w:p w:rsidR="00BE130B" w:rsidRDefault="00BE130B" w:rsidP="009729E0">
      <w:pPr>
        <w:spacing w:line="360" w:lineRule="auto"/>
        <w:jc w:val="center"/>
        <w:rPr>
          <w:rFonts w:ascii="Trebuchet MS" w:hAnsi="Trebuchet MS" w:cs="Trebuchet MS"/>
          <w:i/>
          <w:iCs/>
          <w:sz w:val="24"/>
          <w:szCs w:val="24"/>
        </w:rPr>
      </w:pPr>
    </w:p>
    <w:p w:rsidR="00BE130B" w:rsidRDefault="00BE130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Alla cortese attenzione del Dirigente Scolastico</w:t>
      </w:r>
    </w:p>
    <w:p w:rsidR="00BE130B" w:rsidRDefault="00BE130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r>
        <w:rPr>
          <w:rFonts w:ascii="Trebuchet MS" w:hAnsi="Trebuchet MS" w:cs="Trebuchet MS"/>
          <w:i/>
          <w:iCs/>
          <w:sz w:val="24"/>
          <w:szCs w:val="24"/>
        </w:rPr>
        <w:t>del Liceo Classico G. Govone di Alba</w:t>
      </w:r>
    </w:p>
    <w:p w:rsidR="00BE130B" w:rsidRDefault="00BE130B" w:rsidP="009729E0">
      <w:pPr>
        <w:spacing w:line="360" w:lineRule="auto"/>
        <w:jc w:val="right"/>
        <w:rPr>
          <w:rFonts w:ascii="Trebuchet MS" w:hAnsi="Trebuchet MS" w:cs="Trebuchet MS"/>
          <w:i/>
          <w:iCs/>
          <w:sz w:val="24"/>
          <w:szCs w:val="24"/>
        </w:rPr>
      </w:pPr>
      <w:hyperlink r:id="rId6">
        <w:r>
          <w:rPr>
            <w:rFonts w:ascii="Trebuchet MS" w:hAnsi="Trebuchet MS" w:cs="Trebuchet MS"/>
            <w:i/>
            <w:iCs/>
            <w:color w:val="0000FF"/>
            <w:sz w:val="24"/>
            <w:szCs w:val="24"/>
            <w:u w:val="single"/>
          </w:rPr>
          <w:t>cnis00700t@pec.istruzione.it</w:t>
        </w:r>
      </w:hyperlink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Il/la sottoscritto/a …………………………………………………………… sesso…………………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nato/a a ……………………………………………………………il …………………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e residente in ……………………………………………………………prov ……………………………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via ……………………………………………………………tel ………………………………………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frequentante la classe …… sez. ……… indirizzo di studi........................</w:t>
      </w: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dell'Istituto scolastico ……………………………………………………………</w:t>
      </w: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di …………………………………………..…………………………prov ……………………………………</w:t>
      </w:r>
    </w:p>
    <w:p w:rsidR="00BE130B" w:rsidRDefault="00BE130B" w:rsidP="009729E0">
      <w:pPr>
        <w:keepNext/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CHIEDE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di essere ammesso/a a partecipare alla </w:t>
      </w:r>
      <w:r>
        <w:rPr>
          <w:rFonts w:ascii="Cambria" w:hAnsi="Cambria" w:cs="Cambria"/>
          <w:b/>
          <w:bCs/>
        </w:rPr>
        <w:t>II edizione del Certame Fenogliano</w:t>
      </w:r>
      <w:r>
        <w:rPr>
          <w:rFonts w:ascii="Trebuchet MS" w:hAnsi="Trebuchet MS" w:cs="Trebuchet MS"/>
        </w:rPr>
        <w:t xml:space="preserve"> che si terrà in Alba nei giorni 27-28-29 aprile 2017.</w:t>
      </w:r>
    </w:p>
    <w:p w:rsidR="00BE130B" w:rsidRDefault="00BE130B" w:rsidP="009729E0">
      <w:pPr>
        <w:spacing w:line="360" w:lineRule="auto"/>
        <w:jc w:val="center"/>
        <w:rPr>
          <w:rFonts w:ascii="Trebuchet MS" w:hAnsi="Trebuchet MS" w:cs="Trebuchet MS"/>
        </w:rPr>
      </w:pPr>
    </w:p>
    <w:p w:rsidR="00BE130B" w:rsidRDefault="00BE130B" w:rsidP="009729E0">
      <w:pPr>
        <w:spacing w:line="360" w:lineRule="auto"/>
        <w:jc w:val="center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COMUNICA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-i dati del Docente Referente:</w:t>
      </w:r>
    </w:p>
    <w:p w:rsidR="00BE130B" w:rsidRDefault="00BE130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BE130B" w:rsidRDefault="00BE130B" w:rsidP="009729E0">
      <w:pPr>
        <w:spacing w:line="360" w:lineRule="auto"/>
        <w:ind w:left="1134" w:firstLine="284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-il voto di italiano nello scrutinio finale dell'a.s. 2015/2016 (espresso in decimi) ____/10</w:t>
      </w:r>
    </w:p>
    <w:p w:rsidR="00BE130B" w:rsidRDefault="00BE130B" w:rsidP="009729E0">
      <w:pPr>
        <w:spacing w:line="360" w:lineRule="auto"/>
        <w:jc w:val="both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-i dati dell’accompagnatore: |_|Docente |_|Genitore |_|delegato</w:t>
      </w:r>
    </w:p>
    <w:p w:rsidR="00BE130B" w:rsidRDefault="00BE130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cognome e nome ……………………………………………………………</w:t>
      </w:r>
    </w:p>
    <w:p w:rsidR="00BE130B" w:rsidRDefault="00BE130B" w:rsidP="009729E0">
      <w:pPr>
        <w:spacing w:line="36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recapito telefonico ……………………………………………………………</w:t>
      </w: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-di aver provveduto al pagamento della quota di iscrizione pari a € 25,00 (venticinque/00) tramite bonifico bancario a favore dell’ Associazione Ex-allievi del Liceo “Govone” e di allegare alla presente l’attestazione dell’avvenuto versamento. </w:t>
      </w: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Autorizza il trattamento dei dati personali, ai sensi del D.lgs. 196 del 30 giugno 2003.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minorenne…………………………………………………………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</w:rPr>
      </w:pPr>
    </w:p>
    <w:p w:rsidR="00BE130B" w:rsidRDefault="00BE130B" w:rsidP="009729E0">
      <w:pPr>
        <w:spacing w:line="360" w:lineRule="auto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 xml:space="preserve"> Ai sensi dell’art. 10 cod. civ. degli artt. 96 e 97 legge n° 633/1941 sul diritto d’autore e degli artt. 13 e 23 del D.lgs. n° 196/2003, autorizza l’uso, la riproduzione e la pubblicazione con ogni mezzo tecnico delle proprie immagini riprese dal fotografo nel corso della manifestazione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dello studente……………………………………………………………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</w:rPr>
      </w:pPr>
      <w:r>
        <w:rPr>
          <w:rFonts w:ascii="Trebuchet MS" w:hAnsi="Trebuchet MS" w:cs="Trebuchet MS"/>
        </w:rPr>
        <w:t>Firma del genitore se alunno minorenne……………………………………………………</w:t>
      </w:r>
    </w:p>
    <w:p w:rsidR="00BE130B" w:rsidRDefault="00BE130B" w:rsidP="009729E0">
      <w:pPr>
        <w:spacing w:line="480" w:lineRule="auto"/>
        <w:ind w:left="709" w:firstLine="709"/>
        <w:rPr>
          <w:rFonts w:ascii="Trebuchet MS" w:hAnsi="Trebuchet MS" w:cs="Trebuchet MS"/>
          <w:sz w:val="20"/>
          <w:szCs w:val="20"/>
        </w:rPr>
      </w:pPr>
      <w:r>
        <w:rPr>
          <w:rFonts w:ascii="Trebuchet MS" w:hAnsi="Trebuchet MS" w:cs="Trebuchet MS"/>
          <w:sz w:val="20"/>
          <w:szCs w:val="20"/>
        </w:rPr>
        <w:t xml:space="preserve"> </w:t>
      </w:r>
    </w:p>
    <w:p w:rsidR="00BE130B" w:rsidRDefault="00BE130B">
      <w:pPr>
        <w:spacing w:after="8" w:line="268" w:lineRule="auto"/>
        <w:ind w:left="5387"/>
        <w:jc w:val="both"/>
        <w:rPr>
          <w:rFonts w:ascii="Arial" w:hAnsi="Arial" w:cs="Arial"/>
          <w:color w:val="000000"/>
          <w:sz w:val="24"/>
          <w:szCs w:val="24"/>
        </w:rPr>
      </w:pPr>
    </w:p>
    <w:sectPr w:rsidR="00BE130B" w:rsidSect="00617BD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8C0F33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602119B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4056B5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ADE4EAC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FF7DBD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20D5A3F"/>
    <w:multiLevelType w:val="multilevel"/>
    <w:tmpl w:val="FFFFFFFF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23F7"/>
    <w:rsid w:val="004423F7"/>
    <w:rsid w:val="00617BDA"/>
    <w:rsid w:val="008C78FD"/>
    <w:rsid w:val="009729E0"/>
    <w:rsid w:val="009B68D1"/>
    <w:rsid w:val="00BE130B"/>
    <w:rsid w:val="00FB4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nis00700t@pec.istruzione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312</Words>
  <Characters>1785</Characters>
  <Application>Microsoft Office Outlook</Application>
  <DocSecurity>0</DocSecurity>
  <Lines>0</Lines>
  <Paragraphs>0</Paragraphs>
  <ScaleCrop>false</ScaleCrop>
  <Company> 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anolli</dc:creator>
  <cp:keywords/>
  <dc:description/>
  <cp:lastModifiedBy>anolli</cp:lastModifiedBy>
  <cp:revision>2</cp:revision>
  <cp:lastPrinted>2017-01-11T10:11:00Z</cp:lastPrinted>
  <dcterms:created xsi:type="dcterms:W3CDTF">2017-01-11T10:14:00Z</dcterms:created>
  <dcterms:modified xsi:type="dcterms:W3CDTF">2017-01-11T10:14:00Z</dcterms:modified>
</cp:coreProperties>
</file>