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4B" w:rsidRDefault="00A8344B" w:rsidP="005871C0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262.5pt;height:141pt;visibility:visible">
            <v:imagedata r:id="rId5" o:title=""/>
          </v:shape>
        </w:pict>
      </w:r>
    </w:p>
    <w:p w:rsidR="00A8344B" w:rsidRDefault="00A8344B" w:rsidP="005871C0">
      <w:pPr>
        <w:ind w:left="3540" w:firstLine="708"/>
        <w:rPr>
          <w:rFonts w:ascii="Arial" w:hAnsi="Arial" w:cs="Arial"/>
          <w:color w:val="000000"/>
          <w:sz w:val="24"/>
          <w:szCs w:val="24"/>
        </w:rPr>
      </w:pPr>
      <w:r w:rsidRPr="009A1B6A">
        <w:rPr>
          <w:rFonts w:ascii="Arial" w:hAnsi="Arial" w:cs="Arial"/>
          <w:b/>
          <w:bCs/>
          <w:noProof/>
          <w:color w:val="000000"/>
          <w:sz w:val="24"/>
          <w:szCs w:val="24"/>
        </w:rPr>
        <w:pict>
          <v:shape id="Immagine 2" o:spid="_x0000_i1026" type="#_x0000_t75" style="width:65.25pt;height:54.75pt;visibility:visible">
            <v:imagedata r:id="rId6" o:title=""/>
          </v:shape>
        </w:pict>
      </w:r>
    </w:p>
    <w:p w:rsidR="00A8344B" w:rsidRDefault="00A8344B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A8344B" w:rsidRDefault="00A8344B" w:rsidP="009729E0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A</w:t>
      </w:r>
    </w:p>
    <w:p w:rsidR="00A8344B" w:rsidRDefault="00A8344B" w:rsidP="009729E0">
      <w:pPr>
        <w:jc w:val="center"/>
        <w:rPr>
          <w:rFonts w:ascii="Trebuchet MS" w:hAnsi="Trebuchet MS" w:cs="Trebuchet MS"/>
          <w:sz w:val="32"/>
          <w:szCs w:val="32"/>
        </w:rPr>
      </w:pPr>
      <w:r>
        <w:rPr>
          <w:rFonts w:ascii="Trebuchet MS" w:hAnsi="Trebuchet MS" w:cs="Trebuchet MS"/>
          <w:sz w:val="32"/>
          <w:szCs w:val="32"/>
        </w:rPr>
        <w:t>MODULO DI ISCRIZIONE AL 3° CERTAME FENOGLIANO</w:t>
      </w:r>
    </w:p>
    <w:p w:rsidR="00A8344B" w:rsidRDefault="00A8344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t>a.s. 2017/2018</w:t>
      </w:r>
      <w:r>
        <w:rPr>
          <w:rFonts w:ascii="Trebuchet MS" w:hAnsi="Trebuchet MS" w:cs="Trebuchet MS"/>
          <w:i/>
          <w:iCs/>
          <w:sz w:val="28"/>
          <w:szCs w:val="28"/>
        </w:rPr>
        <w:t xml:space="preserve">    </w:t>
      </w:r>
    </w:p>
    <w:p w:rsidR="00A8344B" w:rsidRDefault="00A8344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r>
        <w:rPr>
          <w:rFonts w:ascii="Trebuchet MS" w:hAnsi="Trebuchet MS" w:cs="Trebuchet MS"/>
          <w:i/>
          <w:iCs/>
          <w:sz w:val="28"/>
          <w:szCs w:val="28"/>
        </w:rPr>
        <w:t>ALBA 13 APRILE 2018</w:t>
      </w:r>
    </w:p>
    <w:p w:rsidR="00A8344B" w:rsidRDefault="00A8344B" w:rsidP="009729E0">
      <w:pPr>
        <w:spacing w:line="360" w:lineRule="auto"/>
        <w:jc w:val="center"/>
        <w:rPr>
          <w:rFonts w:ascii="Trebuchet MS" w:hAnsi="Trebuchet MS" w:cs="Trebuchet MS"/>
          <w:i/>
          <w:iCs/>
          <w:sz w:val="24"/>
          <w:szCs w:val="24"/>
        </w:rPr>
      </w:pPr>
    </w:p>
    <w:p w:rsidR="00A8344B" w:rsidRDefault="00A8344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Alla cortese attenzione del Dirigente Scolastico</w:t>
      </w:r>
    </w:p>
    <w:p w:rsidR="00A8344B" w:rsidRDefault="00A8344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del Liceo Classico G. Govone di Alba</w:t>
      </w:r>
    </w:p>
    <w:p w:rsidR="00A8344B" w:rsidRPr="00BC309C" w:rsidRDefault="00A8344B" w:rsidP="00BC309C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hyperlink r:id="rId7">
        <w:r>
          <w:rPr>
            <w:rFonts w:ascii="Trebuchet MS" w:hAnsi="Trebuchet MS" w:cs="Trebuchet MS"/>
            <w:i/>
            <w:iCs/>
            <w:color w:val="0000FF"/>
            <w:sz w:val="24"/>
            <w:szCs w:val="24"/>
            <w:u w:val="single"/>
          </w:rPr>
          <w:t>cnis00700t@pec.istruzione.it</w:t>
        </w:r>
      </w:hyperlink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sottoscritto/a …………………………………………………………… sesso…………………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nato/a a ……………………………………………………………il 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 residente in ……………………………………………………………prov ……………………………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via ……………………………………………………………tel ………………………………………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frequentante la classe …… sez. ……… indirizzo di studi........................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dell'Istituto scolastico ……………………………………………………………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di …………………………………………..…………………………prov ……………………………………</w:t>
      </w:r>
    </w:p>
    <w:p w:rsidR="00A8344B" w:rsidRDefault="00A8344B" w:rsidP="009729E0">
      <w:pPr>
        <w:keepNext/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CHIEDE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di essere ammesso/a a partecipare alla </w:t>
      </w:r>
      <w:r>
        <w:rPr>
          <w:rFonts w:ascii="Cambria" w:hAnsi="Cambria" w:cs="Cambria"/>
          <w:b/>
          <w:bCs/>
        </w:rPr>
        <w:t>III Edizione del Certame Fenogliano</w:t>
      </w:r>
      <w:r>
        <w:rPr>
          <w:rFonts w:ascii="Trebuchet MS" w:hAnsi="Trebuchet MS" w:cs="Trebuchet MS"/>
        </w:rPr>
        <w:t xml:space="preserve"> che si terrà in Alba il 13 aprile 2018.</w:t>
      </w:r>
    </w:p>
    <w:p w:rsidR="00A8344B" w:rsidRDefault="00A8344B" w:rsidP="009729E0">
      <w:pPr>
        <w:spacing w:line="360" w:lineRule="auto"/>
        <w:jc w:val="center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COMUNICA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-i dati del Docente Referente:</w:t>
      </w:r>
    </w:p>
    <w:p w:rsidR="00A8344B" w:rsidRDefault="00A8344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A8344B" w:rsidRDefault="00A8344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-i dati dell’accompagnatore: |_|Docente |_|Genitore |_|delegato</w:t>
      </w:r>
    </w:p>
    <w:p w:rsidR="00A8344B" w:rsidRDefault="00A8344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A8344B" w:rsidRDefault="00A8344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Autorizza il trattamento dei dati personali, ai sensi del D.lgs. 196 del 30 giugno 2003.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Ai sensi dell’art. 10 cod. civ. degli artt. 96 e 97 legge n° 633/1941 sul diritto d’autore e degli artt. 13 e 23 del D.lgs. n° 196/2003, autorizza l’uso, la riproduzione e la pubblicazione con ogni mezzo tecnico delle proprie immagini riprese dal fotografo nel corso della manifestazione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</w:t>
      </w:r>
    </w:p>
    <w:p w:rsidR="00A8344B" w:rsidRDefault="00A8344B">
      <w:pPr>
        <w:spacing w:after="8" w:line="268" w:lineRule="auto"/>
        <w:ind w:left="5387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A8344B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3F7"/>
    <w:rsid w:val="000F7622"/>
    <w:rsid w:val="001C3817"/>
    <w:rsid w:val="00232DF5"/>
    <w:rsid w:val="002630E8"/>
    <w:rsid w:val="003802DA"/>
    <w:rsid w:val="0040530F"/>
    <w:rsid w:val="004423F7"/>
    <w:rsid w:val="004E3B62"/>
    <w:rsid w:val="00581150"/>
    <w:rsid w:val="005871C0"/>
    <w:rsid w:val="005B2300"/>
    <w:rsid w:val="00617BDA"/>
    <w:rsid w:val="00666F83"/>
    <w:rsid w:val="006D4DD7"/>
    <w:rsid w:val="007224C5"/>
    <w:rsid w:val="00776ADF"/>
    <w:rsid w:val="00892BE5"/>
    <w:rsid w:val="008C78FD"/>
    <w:rsid w:val="009729E0"/>
    <w:rsid w:val="009A1B6A"/>
    <w:rsid w:val="009B68D1"/>
    <w:rsid w:val="00A25622"/>
    <w:rsid w:val="00A8344B"/>
    <w:rsid w:val="00B87E28"/>
    <w:rsid w:val="00BA19D1"/>
    <w:rsid w:val="00BB1591"/>
    <w:rsid w:val="00BC309C"/>
    <w:rsid w:val="00BE130B"/>
    <w:rsid w:val="00C666EB"/>
    <w:rsid w:val="00E156A5"/>
    <w:rsid w:val="00EA6906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C5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nis00700t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244</Words>
  <Characters>1395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anolli</dc:creator>
  <cp:keywords/>
  <dc:description/>
  <cp:lastModifiedBy>anolli</cp:lastModifiedBy>
  <cp:revision>2</cp:revision>
  <cp:lastPrinted>2018-01-22T09:34:00Z</cp:lastPrinted>
  <dcterms:created xsi:type="dcterms:W3CDTF">2018-01-25T07:34:00Z</dcterms:created>
  <dcterms:modified xsi:type="dcterms:W3CDTF">2018-01-25T07:34:00Z</dcterms:modified>
</cp:coreProperties>
</file>