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C1" w:rsidRPr="006C11D7" w:rsidRDefault="00FF43C1" w:rsidP="008A28A7">
      <w:pPr>
        <w:pStyle w:val="NoSpacing"/>
        <w:jc w:val="center"/>
        <w:rPr>
          <w:b/>
        </w:rPr>
      </w:pPr>
      <w:r w:rsidRPr="006C11D7">
        <w:rPr>
          <w:b/>
        </w:rPr>
        <w:t>Giochi Sportivi Studenteschi Indoor 2010 II Grado – Atletica Leggera</w:t>
      </w:r>
    </w:p>
    <w:p w:rsidR="00FF43C1" w:rsidRPr="006C11D7" w:rsidRDefault="00FF43C1" w:rsidP="008A28A7">
      <w:pPr>
        <w:pStyle w:val="NoSpacing"/>
        <w:jc w:val="center"/>
        <w:rPr>
          <w:b/>
        </w:rPr>
      </w:pPr>
      <w:r w:rsidRPr="006C11D7">
        <w:rPr>
          <w:b/>
        </w:rPr>
        <w:t>Fase Regionale – 26 Gennaio 2011 Ancona</w:t>
      </w:r>
    </w:p>
    <w:p w:rsidR="00FF43C1" w:rsidRDefault="00FF43C1" w:rsidP="008A28A7">
      <w:pPr>
        <w:pStyle w:val="NoSpacing"/>
        <w:jc w:val="center"/>
        <w:rPr>
          <w:b/>
        </w:rPr>
      </w:pPr>
      <w:r w:rsidRPr="006C11D7">
        <w:rPr>
          <w:b/>
        </w:rPr>
        <w:t>Cat. Allievi-Allieve e Junior m/f  - NON TESSERATI</w:t>
      </w:r>
    </w:p>
    <w:p w:rsidR="00FF43C1" w:rsidRDefault="00FF43C1" w:rsidP="008A28A7">
      <w:pPr>
        <w:pStyle w:val="NoSpacing"/>
        <w:jc w:val="center"/>
        <w:rPr>
          <w:b/>
        </w:rPr>
      </w:pPr>
    </w:p>
    <w:p w:rsidR="00FF43C1" w:rsidRDefault="00FF43C1" w:rsidP="008A28A7">
      <w:pPr>
        <w:pStyle w:val="NoSpacing"/>
        <w:jc w:val="center"/>
        <w:rPr>
          <w:b/>
        </w:rPr>
      </w:pPr>
      <w:r>
        <w:rPr>
          <w:b/>
        </w:rPr>
        <w:t xml:space="preserve">Specialità: </w:t>
      </w:r>
      <w:smartTag w:uri="urn:schemas-microsoft-com:office:smarttags" w:element="metricconverter">
        <w:smartTagPr>
          <w:attr w:name="ProductID" w:val="60 metri"/>
        </w:smartTagPr>
        <w:r>
          <w:rPr>
            <w:b/>
          </w:rPr>
          <w:t>60 metri</w:t>
        </w:r>
      </w:smartTag>
      <w:r>
        <w:rPr>
          <w:b/>
        </w:rPr>
        <w:t xml:space="preserve"> piani</w:t>
      </w:r>
    </w:p>
    <w:p w:rsidR="00FF43C1" w:rsidRDefault="00FF43C1">
      <w:r>
        <w:t>Batteria 1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2340"/>
        <w:gridCol w:w="1084"/>
        <w:gridCol w:w="929"/>
        <w:gridCol w:w="3240"/>
        <w:gridCol w:w="1227"/>
      </w:tblGrid>
      <w:tr w:rsidR="00FF43C1" w:rsidRPr="00E86681" w:rsidTr="00CE71E4">
        <w:tc>
          <w:tcPr>
            <w:tcW w:w="1008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CLASSIFI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CA</w:t>
            </w:r>
          </w:p>
        </w:tc>
        <w:tc>
          <w:tcPr>
            <w:tcW w:w="720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COR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SIA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COGNOME - NOME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DATA DI NASCITA</w:t>
            </w:r>
          </w:p>
        </w:tc>
        <w:tc>
          <w:tcPr>
            <w:tcW w:w="929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CATE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GORIA</w:t>
            </w:r>
          </w:p>
        </w:tc>
        <w:tc>
          <w:tcPr>
            <w:tcW w:w="32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SCUOLA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6681">
              <w:rPr>
                <w:sz w:val="20"/>
                <w:szCs w:val="20"/>
              </w:rPr>
              <w:t>PRESTAZIONE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6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Gabrielli Davide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1995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2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“Costanza Varano” Camerino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8.07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Casarola Mattia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26.09.96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2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IPSIA Pieralisi Jesi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8.23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Dikedzic Hazim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27.11.94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2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IPSIA Pogognoni Matelica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8.41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Oncini Riccardo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20.05.96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240" w:type="dxa"/>
          </w:tcPr>
          <w:p w:rsidR="00FF43C1" w:rsidRPr="00E86681" w:rsidRDefault="00FF43C1" w:rsidP="00E86681">
            <w:pPr>
              <w:pStyle w:val="NoSpacing"/>
              <w:jc w:val="center"/>
            </w:pPr>
            <w:r w:rsidRPr="00E86681">
              <w:t>IIS Corridoni – Campana Osimo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8.46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Micucci Mauro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1996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240" w:type="dxa"/>
          </w:tcPr>
          <w:p w:rsidR="00FF43C1" w:rsidRPr="00E86681" w:rsidRDefault="00FF43C1" w:rsidP="00E86681">
            <w:pPr>
              <w:pStyle w:val="NoSpacing"/>
              <w:jc w:val="center"/>
            </w:pPr>
            <w:r w:rsidRPr="00E86681">
              <w:t>Costanza Varano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8.67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6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Schimmenti Gaetano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28.11.94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d</w:t>
            </w:r>
          </w:p>
        </w:tc>
        <w:tc>
          <w:tcPr>
            <w:tcW w:w="32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IIS Corridoni – Campana Osimo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9.09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Gianfranceschi Andrea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09.07.96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2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Liceo Classico Jesi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9.28</w:t>
            </w:r>
          </w:p>
        </w:tc>
      </w:tr>
    </w:tbl>
    <w:p w:rsidR="00FF43C1" w:rsidRDefault="00FF43C1"/>
    <w:p w:rsidR="00FF43C1" w:rsidRDefault="00FF43C1">
      <w:r>
        <w:t>BATTERIA 2</w:t>
      </w:r>
    </w:p>
    <w:tbl>
      <w:tblPr>
        <w:tblW w:w="10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2127"/>
        <w:gridCol w:w="1084"/>
        <w:gridCol w:w="1109"/>
        <w:gridCol w:w="3060"/>
        <w:gridCol w:w="1397"/>
      </w:tblGrid>
      <w:tr w:rsidR="00FF43C1" w:rsidRPr="00E86681" w:rsidTr="00CE71E4">
        <w:tc>
          <w:tcPr>
            <w:tcW w:w="1008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CLASSIFI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CA</w:t>
            </w:r>
          </w:p>
        </w:tc>
        <w:tc>
          <w:tcPr>
            <w:tcW w:w="720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COR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SIA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COGNOME - NOME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DATA DI NASCITA</w:t>
            </w:r>
          </w:p>
        </w:tc>
        <w:tc>
          <w:tcPr>
            <w:tcW w:w="1109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CATE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GORIA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SCUOLA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6681">
              <w:rPr>
                <w:sz w:val="20"/>
                <w:szCs w:val="20"/>
              </w:rPr>
              <w:t>PRESTAZIONE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Ortensi Michele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1994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IIS Corridoni – Campana Osimo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7.84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Panarello Elia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17.11.94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IPSIA Pogognoni Matelica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8.47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Calabrò Giacomo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26.05.94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smartTag w:uri="urn:schemas-microsoft-com:office:smarttags" w:element="PersonName">
              <w:smartTagPr>
                <w:attr w:name="ProductID" w:val="ITIS Merloni"/>
              </w:smartTagPr>
              <w:r w:rsidRPr="00E86681">
                <w:t>ITIS Merloni</w:t>
              </w:r>
            </w:smartTag>
            <w:r w:rsidRPr="00E86681">
              <w:t xml:space="preserve"> Fabriano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8.49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Graciotti Alessandro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30.06.95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IIS Corridoni – Campana Osimo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8.84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Spadera Salvatore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17.12.93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Liceo Classico Jesi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8.87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6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Riggeri Samuele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07.06.93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smartTag w:uri="urn:schemas-microsoft-com:office:smarttags" w:element="PersonName">
              <w:smartTagPr>
                <w:attr w:name="ProductID" w:val="ITIS Merloni"/>
              </w:smartTagPr>
              <w:r w:rsidRPr="00E86681">
                <w:t>ITIS Merloni</w:t>
              </w:r>
            </w:smartTag>
            <w:r w:rsidRPr="00E86681">
              <w:t xml:space="preserve"> Fabriano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9.09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6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Giuliodori Riccardo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01.02.91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d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IIS Corridoni – Campana Osimo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9.53</w:t>
            </w:r>
          </w:p>
        </w:tc>
      </w:tr>
    </w:tbl>
    <w:p w:rsidR="00FF43C1" w:rsidRDefault="00FF43C1"/>
    <w:p w:rsidR="00FF43C1" w:rsidRDefault="00FF43C1">
      <w:r>
        <w:t>BATTERIA3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2340"/>
        <w:gridCol w:w="1084"/>
        <w:gridCol w:w="1109"/>
        <w:gridCol w:w="3060"/>
        <w:gridCol w:w="1227"/>
      </w:tblGrid>
      <w:tr w:rsidR="00FF43C1" w:rsidRPr="00E86681" w:rsidTr="00CE71E4">
        <w:tc>
          <w:tcPr>
            <w:tcW w:w="1008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CLASSIFI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CA</w:t>
            </w:r>
          </w:p>
        </w:tc>
        <w:tc>
          <w:tcPr>
            <w:tcW w:w="720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COR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SIA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COGNOME - NOME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DATA DI NASCITA</w:t>
            </w:r>
          </w:p>
        </w:tc>
        <w:tc>
          <w:tcPr>
            <w:tcW w:w="1109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CATE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GORIA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SCUOLA</w:t>
            </w:r>
          </w:p>
        </w:tc>
        <w:tc>
          <w:tcPr>
            <w:tcW w:w="1227" w:type="dxa"/>
          </w:tcPr>
          <w:p w:rsidR="00FF43C1" w:rsidRDefault="00FF43C1" w:rsidP="00E86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6681">
              <w:rPr>
                <w:sz w:val="20"/>
                <w:szCs w:val="20"/>
              </w:rPr>
              <w:t>PRESTAZIO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6681">
              <w:rPr>
                <w:sz w:val="20"/>
                <w:szCs w:val="20"/>
              </w:rPr>
              <w:t>NE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6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Salami Stefano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01.10.92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IIS Corridoni – Campana Osimo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7.92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Omurut Paul Timi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14.03.93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IPSIA Pieralisi Jesi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7.97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Di Modica Alessandro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18.02.92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IPSIA Pogognoni Matelica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7.99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Brega Tommaso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1993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smartTag w:uri="urn:schemas-microsoft-com:office:smarttags" w:element="PersonName">
              <w:smartTagPr>
                <w:attr w:name="ProductID" w:val="ITIS Merloni"/>
              </w:smartTagPr>
              <w:r w:rsidRPr="00E86681">
                <w:t>ITIS Merloni</w:t>
              </w:r>
            </w:smartTag>
            <w:r w:rsidRPr="00E86681">
              <w:t xml:space="preserve"> Fabriano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8.31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Caccia mani Fabio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28.09.93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IIS Corridoni – Campana Osimo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8.54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6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Giuseppucci Lorenzo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1993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“Costanza Varano” Camerino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8.55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7</w:t>
            </w:r>
          </w:p>
        </w:tc>
        <w:tc>
          <w:tcPr>
            <w:tcW w:w="234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Vignati Giacomo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04.07.93</w:t>
            </w:r>
          </w:p>
        </w:tc>
        <w:tc>
          <w:tcPr>
            <w:tcW w:w="110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J/m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ITIS S.Severino M.</w:t>
            </w:r>
          </w:p>
        </w:tc>
        <w:tc>
          <w:tcPr>
            <w:tcW w:w="12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8.63</w:t>
            </w:r>
          </w:p>
        </w:tc>
      </w:tr>
    </w:tbl>
    <w:p w:rsidR="00FF43C1" w:rsidRDefault="00FF43C1" w:rsidP="005013A3">
      <w:pPr>
        <w:sectPr w:rsidR="00FF43C1" w:rsidSect="00CE71E4"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</w:p>
    <w:p w:rsidR="00FF43C1" w:rsidRDefault="00FF43C1" w:rsidP="005013A3"/>
    <w:p w:rsidR="00FF43C1" w:rsidRDefault="00FF43C1" w:rsidP="005013A3"/>
    <w:p w:rsidR="00FF43C1" w:rsidRDefault="00FF43C1" w:rsidP="005013A3">
      <w:pPr>
        <w:sectPr w:rsidR="00FF43C1" w:rsidSect="00785AC5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FF43C1" w:rsidRDefault="00FF43C1" w:rsidP="005013A3">
      <w:r>
        <w:t>Batteria 4</w:t>
      </w:r>
    </w:p>
    <w:tbl>
      <w:tblPr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2127"/>
        <w:gridCol w:w="1084"/>
        <w:gridCol w:w="929"/>
        <w:gridCol w:w="3060"/>
        <w:gridCol w:w="1397"/>
      </w:tblGrid>
      <w:tr w:rsidR="00FF43C1" w:rsidRPr="00E86681" w:rsidTr="00CE71E4">
        <w:tc>
          <w:tcPr>
            <w:tcW w:w="1008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CLASSIFI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CA</w:t>
            </w:r>
          </w:p>
        </w:tc>
        <w:tc>
          <w:tcPr>
            <w:tcW w:w="720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COR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SIA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COGNOME - NOME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DATA DI NASCITA</w:t>
            </w:r>
          </w:p>
        </w:tc>
        <w:tc>
          <w:tcPr>
            <w:tcW w:w="929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CATE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GORIA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SCUOLA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6681">
              <w:rPr>
                <w:sz w:val="20"/>
                <w:szCs w:val="20"/>
              </w:rPr>
              <w:t>PRESTAZIONE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Marucci Agnese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1996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“Costanza Varano” Camerino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9.25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Faulisi Giulia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05.04.94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IIS Corridoni – Campana Osimo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9.55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Ceccarelli Costanza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12.02.96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Liceo Classico Jesi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9.66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6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Fedeli Chiara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08.02.94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“Costanza Varano” Camerino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9.68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Capomagi Giorgia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26.10.95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IIS Corridoni – Campana Osimo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9.89</w:t>
            </w:r>
          </w:p>
        </w:tc>
      </w:tr>
    </w:tbl>
    <w:p w:rsidR="00FF43C1" w:rsidRDefault="00FF43C1" w:rsidP="005013A3"/>
    <w:p w:rsidR="00FF43C1" w:rsidRDefault="00FF43C1" w:rsidP="005013A3"/>
    <w:p w:rsidR="00FF43C1" w:rsidRDefault="00FF43C1" w:rsidP="005013A3"/>
    <w:p w:rsidR="00FF43C1" w:rsidRDefault="00FF43C1" w:rsidP="005013A3"/>
    <w:p w:rsidR="00FF43C1" w:rsidRDefault="00FF43C1" w:rsidP="005013A3">
      <w:r>
        <w:t>BATTERIA 5</w:t>
      </w:r>
    </w:p>
    <w:tbl>
      <w:tblPr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720"/>
        <w:gridCol w:w="2127"/>
        <w:gridCol w:w="1084"/>
        <w:gridCol w:w="929"/>
        <w:gridCol w:w="3060"/>
        <w:gridCol w:w="1397"/>
      </w:tblGrid>
      <w:tr w:rsidR="00FF43C1" w:rsidRPr="00E86681" w:rsidTr="00CE71E4">
        <w:tc>
          <w:tcPr>
            <w:tcW w:w="1008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CLASSIFI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CA</w:t>
            </w:r>
          </w:p>
        </w:tc>
        <w:tc>
          <w:tcPr>
            <w:tcW w:w="720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COR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SIA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COGNOME - NOME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DATA DI NASCITA</w:t>
            </w:r>
          </w:p>
        </w:tc>
        <w:tc>
          <w:tcPr>
            <w:tcW w:w="929" w:type="dxa"/>
          </w:tcPr>
          <w:p w:rsidR="00FF43C1" w:rsidRDefault="00FF43C1" w:rsidP="00E86681">
            <w:pPr>
              <w:spacing w:after="0" w:line="240" w:lineRule="auto"/>
              <w:jc w:val="center"/>
            </w:pPr>
            <w:r w:rsidRPr="00E86681">
              <w:t>CATE</w:t>
            </w:r>
          </w:p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GORIA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SCUOLA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86681">
              <w:rPr>
                <w:sz w:val="20"/>
                <w:szCs w:val="20"/>
              </w:rPr>
              <w:t>PRESTAZIONE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Bucari Sara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11.11.94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Liceo Classico Jesi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9.25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6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Rosetti elisa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08.07.92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Liceo Classico Jesi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9.38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3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Tiberi Michela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15.04.94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A/f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Liceo Classico Jesi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9.79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Sanseverinati Noemi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22.11.93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IIS Corridoni – Campana Osimo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10.02</w:t>
            </w:r>
          </w:p>
        </w:tc>
      </w:tr>
      <w:tr w:rsidR="00FF43C1" w:rsidRPr="00E86681" w:rsidTr="00CE71E4">
        <w:tc>
          <w:tcPr>
            <w:tcW w:w="1008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5</w:t>
            </w:r>
          </w:p>
        </w:tc>
        <w:tc>
          <w:tcPr>
            <w:tcW w:w="72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4</w:t>
            </w:r>
          </w:p>
        </w:tc>
        <w:tc>
          <w:tcPr>
            <w:tcW w:w="212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Copparomi Elisa</w:t>
            </w:r>
          </w:p>
        </w:tc>
        <w:tc>
          <w:tcPr>
            <w:tcW w:w="1084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11.11.93</w:t>
            </w:r>
          </w:p>
        </w:tc>
        <w:tc>
          <w:tcPr>
            <w:tcW w:w="929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J/f</w:t>
            </w:r>
          </w:p>
        </w:tc>
        <w:tc>
          <w:tcPr>
            <w:tcW w:w="3060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Liceo Classico Jesi</w:t>
            </w:r>
          </w:p>
        </w:tc>
        <w:tc>
          <w:tcPr>
            <w:tcW w:w="1397" w:type="dxa"/>
          </w:tcPr>
          <w:p w:rsidR="00FF43C1" w:rsidRPr="00E86681" w:rsidRDefault="00FF43C1" w:rsidP="00E86681">
            <w:pPr>
              <w:spacing w:after="0" w:line="240" w:lineRule="auto"/>
              <w:jc w:val="center"/>
            </w:pPr>
            <w:r w:rsidRPr="00E86681">
              <w:t>11.38</w:t>
            </w:r>
          </w:p>
        </w:tc>
      </w:tr>
    </w:tbl>
    <w:p w:rsidR="00FF43C1" w:rsidRDefault="00FF43C1" w:rsidP="005013A3"/>
    <w:p w:rsidR="00FF43C1" w:rsidRDefault="00FF43C1" w:rsidP="005013A3"/>
    <w:p w:rsidR="00FF43C1" w:rsidRDefault="00FF43C1" w:rsidP="005013A3"/>
    <w:p w:rsidR="00FF43C1" w:rsidRDefault="00FF43C1" w:rsidP="00CC1D1D">
      <w:pPr>
        <w:sectPr w:rsidR="00FF43C1" w:rsidSect="00785AC5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FF43C1" w:rsidRDefault="00FF43C1" w:rsidP="00CC1D1D">
      <w:r>
        <w:t>Classifica  J/m:</w:t>
      </w:r>
    </w:p>
    <w:p w:rsidR="00FF43C1" w:rsidRDefault="00FF43C1" w:rsidP="00CC1D1D">
      <w:r>
        <w:t>1 – Salami Stefano</w:t>
      </w:r>
    </w:p>
    <w:p w:rsidR="00FF43C1" w:rsidRDefault="00FF43C1" w:rsidP="00CC1D1D">
      <w:r>
        <w:t>2 –Omorut  Paul Timi</w:t>
      </w:r>
    </w:p>
    <w:p w:rsidR="00FF43C1" w:rsidRDefault="00FF43C1" w:rsidP="00CC1D1D">
      <w:r>
        <w:t>3 –Di Modica Alessandro</w:t>
      </w:r>
    </w:p>
    <w:p w:rsidR="00FF43C1" w:rsidRDefault="00FF43C1" w:rsidP="00CC1D1D"/>
    <w:p w:rsidR="00FF43C1" w:rsidRDefault="00FF43C1" w:rsidP="00CC1D1D">
      <w:r>
        <w:t>Classifica A/m :</w:t>
      </w:r>
    </w:p>
    <w:p w:rsidR="00FF43C1" w:rsidRDefault="00FF43C1" w:rsidP="00CC1D1D">
      <w:r>
        <w:t>1 – Ortensi Michele</w:t>
      </w:r>
    </w:p>
    <w:p w:rsidR="00FF43C1" w:rsidRDefault="00FF43C1" w:rsidP="00CC1D1D">
      <w:r>
        <w:t>2 – Gabrielli Davide</w:t>
      </w:r>
    </w:p>
    <w:p w:rsidR="00FF43C1" w:rsidRDefault="00FF43C1" w:rsidP="00CC1D1D">
      <w:r>
        <w:t>3 – Casarola Mattia</w:t>
      </w:r>
    </w:p>
    <w:p w:rsidR="00FF43C1" w:rsidRDefault="00FF43C1" w:rsidP="00CC1D1D"/>
    <w:p w:rsidR="00FF43C1" w:rsidRDefault="00FF43C1" w:rsidP="00CC1D1D">
      <w:r>
        <w:t>Classifica J/f :</w:t>
      </w:r>
    </w:p>
    <w:p w:rsidR="00FF43C1" w:rsidRDefault="00FF43C1" w:rsidP="00CC1D1D">
      <w:r>
        <w:t>1 – Rosetti  Elisa</w:t>
      </w:r>
    </w:p>
    <w:p w:rsidR="00FF43C1" w:rsidRDefault="00FF43C1" w:rsidP="00CC1D1D">
      <w:r>
        <w:t>2 – Sanseverinati Noemi</w:t>
      </w:r>
    </w:p>
    <w:p w:rsidR="00FF43C1" w:rsidRDefault="00FF43C1" w:rsidP="00CC1D1D">
      <w:r>
        <w:t>3 – Copparomi Elisa</w:t>
      </w:r>
    </w:p>
    <w:p w:rsidR="00FF43C1" w:rsidRDefault="00FF43C1" w:rsidP="00CC1D1D"/>
    <w:p w:rsidR="00FF43C1" w:rsidRDefault="00FF43C1" w:rsidP="00CC1D1D">
      <w:r>
        <w:t>Classifica A/f:</w:t>
      </w:r>
    </w:p>
    <w:p w:rsidR="00FF43C1" w:rsidRDefault="00FF43C1" w:rsidP="00CC1D1D">
      <w:r>
        <w:t xml:space="preserve">1 – Marucci Agnese  </w:t>
      </w:r>
    </w:p>
    <w:p w:rsidR="00FF43C1" w:rsidRDefault="00FF43C1" w:rsidP="00CC1D1D">
      <w:r>
        <w:t xml:space="preserve">1 – Bucari Sara </w:t>
      </w:r>
    </w:p>
    <w:p w:rsidR="00FF43C1" w:rsidRDefault="00FF43C1" w:rsidP="00CC1D1D">
      <w:r>
        <w:t xml:space="preserve">3 – Rosetti Elisa </w:t>
      </w:r>
    </w:p>
    <w:p w:rsidR="00FF43C1" w:rsidRDefault="00FF43C1" w:rsidP="005013A3">
      <w:pPr>
        <w:sectPr w:rsidR="00FF43C1" w:rsidSect="00CC1D1D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FF43C1" w:rsidRDefault="00FF43C1" w:rsidP="005013A3"/>
    <w:p w:rsidR="00FF43C1" w:rsidRDefault="00FF43C1" w:rsidP="005013A3"/>
    <w:p w:rsidR="00FF43C1" w:rsidRDefault="00FF43C1" w:rsidP="005013A3"/>
    <w:p w:rsidR="00FF43C1" w:rsidRDefault="00FF43C1" w:rsidP="005013A3"/>
    <w:p w:rsidR="00FF43C1" w:rsidRDefault="00FF43C1" w:rsidP="005013A3"/>
    <w:p w:rsidR="00FF43C1" w:rsidRDefault="00FF43C1" w:rsidP="005013A3"/>
    <w:sectPr w:rsidR="00FF43C1" w:rsidSect="00785AC5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13A3"/>
    <w:rsid w:val="002F0A79"/>
    <w:rsid w:val="004B7270"/>
    <w:rsid w:val="005013A3"/>
    <w:rsid w:val="006C11D7"/>
    <w:rsid w:val="00785AC5"/>
    <w:rsid w:val="008A28A7"/>
    <w:rsid w:val="00A161B8"/>
    <w:rsid w:val="00A20379"/>
    <w:rsid w:val="00B67727"/>
    <w:rsid w:val="00CC1D1D"/>
    <w:rsid w:val="00CC4F80"/>
    <w:rsid w:val="00CE71E4"/>
    <w:rsid w:val="00E86681"/>
    <w:rsid w:val="00FF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1B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13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8A28A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442</Words>
  <Characters>2520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Giochi Sportivi Studenteschi Indoor 2010 II Grado – Atletica Leggera</dc:title>
  <dc:subject/>
  <dc:creator>Vale</dc:creator>
  <cp:keywords/>
  <dc:description/>
  <cp:lastModifiedBy>M.I.U.R.</cp:lastModifiedBy>
  <cp:revision>3</cp:revision>
  <cp:lastPrinted>2011-02-28T10:23:00Z</cp:lastPrinted>
  <dcterms:created xsi:type="dcterms:W3CDTF">2011-02-28T10:19:00Z</dcterms:created>
  <dcterms:modified xsi:type="dcterms:W3CDTF">2011-02-28T10:23:00Z</dcterms:modified>
</cp:coreProperties>
</file>