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07" w:rsidRDefault="00055407" w:rsidP="00D92456">
      <w:pPr>
        <w:jc w:val="center"/>
      </w:pPr>
      <w:r w:rsidRPr="00D92456">
        <w:rPr>
          <w:b/>
        </w:rPr>
        <w:t>Modulo per l'elaborazione del progetto</w:t>
      </w:r>
      <w:r w:rsidRPr="00D92456">
        <w:t xml:space="preserve"> </w:t>
      </w:r>
    </w:p>
    <w:p w:rsidR="00055407" w:rsidRPr="00D92456" w:rsidRDefault="00055407" w:rsidP="00D92456">
      <w:pPr>
        <w:jc w:val="center"/>
      </w:pPr>
    </w:p>
    <w:p w:rsidR="00055407" w:rsidRDefault="00055407" w:rsidP="00810F0D">
      <w:pPr>
        <w:jc w:val="both"/>
        <w:rPr>
          <w:color w:val="333333"/>
        </w:rPr>
      </w:pPr>
    </w:p>
    <w:p w:rsidR="00055407" w:rsidRPr="00F23A35" w:rsidRDefault="00055407" w:rsidP="00F23A35">
      <w:pPr>
        <w:tabs>
          <w:tab w:val="left" w:pos="5940"/>
        </w:tabs>
        <w:autoSpaceDE w:val="0"/>
        <w:autoSpaceDN w:val="0"/>
        <w:adjustRightInd w:val="0"/>
        <w:jc w:val="right"/>
        <w:rPr>
          <w:color w:val="333333"/>
        </w:rPr>
      </w:pPr>
    </w:p>
    <w:p w:rsidR="00055407" w:rsidRPr="00F23A35" w:rsidRDefault="00055407" w:rsidP="00F23A35">
      <w:pPr>
        <w:tabs>
          <w:tab w:val="left" w:pos="5940"/>
        </w:tabs>
        <w:autoSpaceDE w:val="0"/>
        <w:autoSpaceDN w:val="0"/>
        <w:adjustRightInd w:val="0"/>
        <w:jc w:val="both"/>
        <w:rPr>
          <w:color w:val="333333"/>
        </w:rPr>
      </w:pPr>
      <w:r>
        <w:rPr>
          <w:color w:val="333333"/>
        </w:rPr>
        <w:tab/>
      </w:r>
      <w:r w:rsidRPr="00F23A35">
        <w:rPr>
          <w:color w:val="333333"/>
        </w:rPr>
        <w:t xml:space="preserve">Al </w:t>
      </w:r>
      <w:r w:rsidRPr="00F23A35">
        <w:rPr>
          <w:color w:val="333333"/>
        </w:rPr>
        <w:tab/>
        <w:t xml:space="preserve">Dirigente </w:t>
      </w:r>
    </w:p>
    <w:p w:rsidR="00055407" w:rsidRPr="00F23A35" w:rsidRDefault="00055407" w:rsidP="00F23A35">
      <w:pPr>
        <w:tabs>
          <w:tab w:val="left" w:pos="5940"/>
        </w:tabs>
        <w:autoSpaceDE w:val="0"/>
        <w:autoSpaceDN w:val="0"/>
        <w:adjustRightInd w:val="0"/>
        <w:jc w:val="both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 w:rsidRPr="00F23A35">
        <w:rPr>
          <w:color w:val="333333"/>
        </w:rPr>
        <w:t xml:space="preserve">dell'Ufficio Scolastico Regionale </w:t>
      </w:r>
    </w:p>
    <w:p w:rsidR="00055407" w:rsidRPr="00F23A35" w:rsidRDefault="00055407" w:rsidP="00F23A35">
      <w:pPr>
        <w:tabs>
          <w:tab w:val="left" w:pos="5940"/>
        </w:tabs>
        <w:autoSpaceDE w:val="0"/>
        <w:autoSpaceDN w:val="0"/>
        <w:adjustRightInd w:val="0"/>
        <w:jc w:val="both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 w:rsidRPr="00F23A35">
        <w:rPr>
          <w:color w:val="333333"/>
        </w:rPr>
        <w:t xml:space="preserve">per .................................... </w:t>
      </w:r>
    </w:p>
    <w:p w:rsidR="00055407" w:rsidRPr="00F23A35" w:rsidRDefault="00055407" w:rsidP="00F23A35">
      <w:pPr>
        <w:tabs>
          <w:tab w:val="left" w:pos="5940"/>
        </w:tabs>
        <w:autoSpaceDE w:val="0"/>
        <w:autoSpaceDN w:val="0"/>
        <w:adjustRightInd w:val="0"/>
        <w:jc w:val="both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 w:rsidRPr="00F23A35">
        <w:rPr>
          <w:color w:val="333333"/>
        </w:rPr>
        <w:t>Via.........................</w:t>
      </w:r>
      <w:r>
        <w:rPr>
          <w:color w:val="333333"/>
        </w:rPr>
        <w:t>.......</w:t>
      </w:r>
      <w:r w:rsidRPr="00F23A35">
        <w:rPr>
          <w:color w:val="333333"/>
        </w:rPr>
        <w:t>......</w:t>
      </w:r>
    </w:p>
    <w:p w:rsidR="00055407" w:rsidRDefault="00055407" w:rsidP="00F23A35">
      <w:pPr>
        <w:tabs>
          <w:tab w:val="left" w:pos="5940"/>
        </w:tabs>
        <w:autoSpaceDE w:val="0"/>
        <w:autoSpaceDN w:val="0"/>
        <w:adjustRightInd w:val="0"/>
        <w:jc w:val="right"/>
        <w:rPr>
          <w:lang w:eastAsia="it-IT"/>
        </w:rPr>
      </w:pPr>
      <w:r>
        <w:rPr>
          <w:color w:val="333333"/>
        </w:rPr>
        <w:tab/>
      </w:r>
      <w:r>
        <w:rPr>
          <w:lang w:eastAsia="it-IT"/>
        </w:rPr>
        <w:t xml:space="preserve"> </w:t>
      </w:r>
    </w:p>
    <w:p w:rsidR="00055407" w:rsidRDefault="00055407" w:rsidP="00F23A35">
      <w:pPr>
        <w:tabs>
          <w:tab w:val="left" w:pos="5940"/>
        </w:tabs>
        <w:autoSpaceDE w:val="0"/>
        <w:autoSpaceDN w:val="0"/>
        <w:adjustRightInd w:val="0"/>
        <w:jc w:val="right"/>
        <w:rPr>
          <w:lang w:eastAsia="it-IT"/>
        </w:rPr>
      </w:pPr>
    </w:p>
    <w:p w:rsidR="00055407" w:rsidRDefault="00055407" w:rsidP="00F23A35">
      <w:pPr>
        <w:tabs>
          <w:tab w:val="left" w:pos="5940"/>
        </w:tabs>
        <w:autoSpaceDE w:val="0"/>
        <w:autoSpaceDN w:val="0"/>
        <w:adjustRightInd w:val="0"/>
        <w:jc w:val="right"/>
        <w:rPr>
          <w:lang w:eastAsia="it-IT"/>
        </w:rPr>
      </w:pPr>
    </w:p>
    <w:p w:rsidR="00055407" w:rsidRDefault="00055407" w:rsidP="00F23A35">
      <w:pPr>
        <w:tabs>
          <w:tab w:val="left" w:pos="5940"/>
        </w:tabs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 xml:space="preserve">Oggetto: Concorso </w:t>
      </w:r>
      <w:r>
        <w:rPr>
          <w:i/>
          <w:iCs/>
          <w:lang w:eastAsia="it-IT"/>
        </w:rPr>
        <w:t>“Testimoni dei diritti”</w:t>
      </w:r>
      <w:r>
        <w:rPr>
          <w:lang w:eastAsia="it-IT"/>
        </w:rPr>
        <w:t>.</w:t>
      </w:r>
    </w:p>
    <w:p w:rsidR="00055407" w:rsidRDefault="00055407" w:rsidP="00F23A35">
      <w:pPr>
        <w:tabs>
          <w:tab w:val="left" w:pos="5940"/>
        </w:tabs>
        <w:autoSpaceDE w:val="0"/>
        <w:autoSpaceDN w:val="0"/>
        <w:adjustRightInd w:val="0"/>
        <w:rPr>
          <w:lang w:eastAsia="it-IT"/>
        </w:rPr>
      </w:pPr>
    </w:p>
    <w:p w:rsidR="00055407" w:rsidRDefault="00055407" w:rsidP="00810F0D">
      <w:pPr>
        <w:autoSpaceDE w:val="0"/>
        <w:autoSpaceDN w:val="0"/>
        <w:adjustRightInd w:val="0"/>
        <w:rPr>
          <w:lang w:eastAsia="it-IT"/>
        </w:rPr>
      </w:pPr>
    </w:p>
    <w:p w:rsidR="00055407" w:rsidRDefault="00055407" w:rsidP="00134636">
      <w:pPr>
        <w:autoSpaceDE w:val="0"/>
        <w:autoSpaceDN w:val="0"/>
        <w:adjustRightInd w:val="0"/>
        <w:spacing w:line="360" w:lineRule="auto"/>
        <w:rPr>
          <w:lang w:eastAsia="it-IT"/>
        </w:rPr>
      </w:pPr>
    </w:p>
    <w:p w:rsidR="00055407" w:rsidRDefault="00055407" w:rsidP="00134636">
      <w:pPr>
        <w:autoSpaceDE w:val="0"/>
        <w:autoSpaceDN w:val="0"/>
        <w:adjustRightInd w:val="0"/>
        <w:spacing w:line="360" w:lineRule="auto"/>
        <w:jc w:val="both"/>
        <w:rPr>
          <w:lang w:eastAsia="it-IT"/>
        </w:rPr>
      </w:pPr>
      <w:r>
        <w:rPr>
          <w:lang w:eastAsia="it-IT"/>
        </w:rPr>
        <w:t xml:space="preserve">La classe ……………………………………………… dell'Istituto di istruzione secondaria di primo grado ............................................................ con sede a ....………………… Via................................ ………………………………………………………………, </w:t>
      </w:r>
    </w:p>
    <w:p w:rsidR="00055407" w:rsidRDefault="00055407" w:rsidP="00134636">
      <w:pPr>
        <w:autoSpaceDE w:val="0"/>
        <w:autoSpaceDN w:val="0"/>
        <w:adjustRightInd w:val="0"/>
        <w:spacing w:line="360" w:lineRule="auto"/>
        <w:jc w:val="both"/>
        <w:rPr>
          <w:lang w:eastAsia="it-IT"/>
        </w:rPr>
      </w:pPr>
      <w:r>
        <w:rPr>
          <w:lang w:eastAsia="it-IT"/>
        </w:rPr>
        <w:t xml:space="preserve">chiede di partecipare al concorso </w:t>
      </w:r>
      <w:r>
        <w:rPr>
          <w:i/>
          <w:iCs/>
          <w:lang w:eastAsia="it-IT"/>
        </w:rPr>
        <w:t>“Testimoni dei diritti”</w:t>
      </w:r>
      <w:r>
        <w:rPr>
          <w:lang w:eastAsia="it-IT"/>
        </w:rPr>
        <w:t xml:space="preserve">, indetto per l'anno scolastico 2012-2013 dal Senato della Repubblica d'intesa con il Ministero dell'Istruzione, dell'Università e della Ricerca. </w:t>
      </w:r>
    </w:p>
    <w:p w:rsidR="00055407" w:rsidRDefault="00055407" w:rsidP="00134636">
      <w:pPr>
        <w:autoSpaceDE w:val="0"/>
        <w:autoSpaceDN w:val="0"/>
        <w:adjustRightInd w:val="0"/>
        <w:spacing w:line="360" w:lineRule="auto"/>
        <w:jc w:val="both"/>
        <w:rPr>
          <w:lang w:eastAsia="it-IT"/>
        </w:rPr>
      </w:pPr>
    </w:p>
    <w:p w:rsidR="00055407" w:rsidRDefault="00055407" w:rsidP="00F252FD">
      <w:pPr>
        <w:autoSpaceDE w:val="0"/>
        <w:autoSpaceDN w:val="0"/>
        <w:adjustRightInd w:val="0"/>
        <w:jc w:val="both"/>
        <w:rPr>
          <w:lang w:eastAsia="it-IT"/>
        </w:rPr>
      </w:pPr>
      <w:r>
        <w:rPr>
          <w:lang w:eastAsia="it-IT"/>
        </w:rPr>
        <w:t>Dichiara di voler approfondire l'articolo ..... della Dichiarazione universale dei diritti umani (eventualmente: con particolare riferimento al comma .............) con le seguenti motivazioni:</w:t>
      </w:r>
    </w:p>
    <w:p w:rsidR="00055407" w:rsidRDefault="00055407" w:rsidP="00810F0D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F252FD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D6D03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F252FD">
      <w:pPr>
        <w:autoSpaceDE w:val="0"/>
        <w:autoSpaceDN w:val="0"/>
        <w:adjustRightInd w:val="0"/>
        <w:spacing w:before="120"/>
        <w:rPr>
          <w:lang w:eastAsia="it-IT"/>
        </w:rPr>
      </w:pPr>
      <w:r>
        <w:rPr>
          <w:lang w:eastAsia="it-IT"/>
        </w:rPr>
        <w:t>Dichiara, altresì, che intende avvalersi delle seguenti modalità di approfondimento: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F252FD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D6D03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proponendosi di realizzare il seguente progetto:</w:t>
      </w:r>
    </w:p>
    <w:p w:rsidR="00055407" w:rsidRDefault="00055407" w:rsidP="001D6D03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F252FD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D6D03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1D6D03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F252FD">
      <w:pPr>
        <w:autoSpaceDE w:val="0"/>
        <w:autoSpaceDN w:val="0"/>
        <w:adjustRightInd w:val="0"/>
        <w:spacing w:before="120"/>
        <w:rPr>
          <w:lang w:eastAsia="it-IT"/>
        </w:rPr>
      </w:pPr>
      <w:r>
        <w:rPr>
          <w:lang w:eastAsia="it-IT"/>
        </w:rPr>
        <w:t xml:space="preserve">Dichiara, infine, che il referente dell'istituto per tale progetto è il/la prof./prof.ssa </w:t>
      </w:r>
    </w:p>
    <w:p w:rsidR="00055407" w:rsidRDefault="00055407" w:rsidP="00134636">
      <w:pPr>
        <w:autoSpaceDE w:val="0"/>
        <w:autoSpaceDN w:val="0"/>
        <w:adjustRightInd w:val="0"/>
        <w:rPr>
          <w:lang w:eastAsia="it-IT"/>
        </w:rPr>
      </w:pPr>
      <w:r>
        <w:rPr>
          <w:lang w:eastAsia="it-IT"/>
        </w:rPr>
        <w:t>.....................................................................................................................................................</w:t>
      </w:r>
    </w:p>
    <w:p w:rsidR="00055407" w:rsidRDefault="00055407" w:rsidP="00810F0D">
      <w:pPr>
        <w:autoSpaceDE w:val="0"/>
        <w:autoSpaceDN w:val="0"/>
        <w:adjustRightInd w:val="0"/>
        <w:rPr>
          <w:lang w:eastAsia="it-IT"/>
        </w:rPr>
      </w:pPr>
    </w:p>
    <w:p w:rsidR="00055407" w:rsidRDefault="00055407" w:rsidP="00810F0D">
      <w:pPr>
        <w:autoSpaceDE w:val="0"/>
        <w:autoSpaceDN w:val="0"/>
        <w:adjustRightInd w:val="0"/>
        <w:rPr>
          <w:lang w:eastAsia="it-IT"/>
        </w:rPr>
      </w:pPr>
    </w:p>
    <w:p w:rsidR="00055407" w:rsidRDefault="00055407" w:rsidP="00810F0D">
      <w:pPr>
        <w:autoSpaceDE w:val="0"/>
        <w:autoSpaceDN w:val="0"/>
        <w:adjustRightInd w:val="0"/>
        <w:rPr>
          <w:lang w:eastAsia="it-IT"/>
        </w:rPr>
      </w:pPr>
    </w:p>
    <w:p w:rsidR="00055407" w:rsidRDefault="00055407" w:rsidP="00810F0D">
      <w:pPr>
        <w:autoSpaceDE w:val="0"/>
        <w:autoSpaceDN w:val="0"/>
        <w:adjustRightInd w:val="0"/>
        <w:rPr>
          <w:lang w:eastAsia="it-IT"/>
        </w:rPr>
      </w:pPr>
    </w:p>
    <w:p w:rsidR="00055407" w:rsidRPr="00531E2E" w:rsidRDefault="00055407" w:rsidP="006A4CB3">
      <w:pPr>
        <w:autoSpaceDE w:val="0"/>
        <w:autoSpaceDN w:val="0"/>
        <w:adjustRightInd w:val="0"/>
        <w:rPr>
          <w:color w:val="333333"/>
        </w:rPr>
      </w:pPr>
      <w:r>
        <w:rPr>
          <w:lang w:eastAsia="it-IT"/>
        </w:rPr>
        <w:t xml:space="preserve">Data </w:t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  <w:t>Il Dirigente Scolastico</w:t>
      </w:r>
    </w:p>
    <w:sectPr w:rsidR="00055407" w:rsidRPr="00531E2E" w:rsidSect="00E6226C">
      <w:footerReference w:type="even" r:id="rId7"/>
      <w:footerReference w:type="default" r:id="rId8"/>
      <w:pgSz w:w="11906" w:h="16838"/>
      <w:pgMar w:top="96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407" w:rsidRDefault="00055407">
      <w:r>
        <w:separator/>
      </w:r>
    </w:p>
  </w:endnote>
  <w:endnote w:type="continuationSeparator" w:id="1">
    <w:p w:rsidR="00055407" w:rsidRDefault="00055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07" w:rsidRDefault="00055407" w:rsidP="000C5E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407" w:rsidRDefault="00055407" w:rsidP="00BB235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07" w:rsidRPr="00F23A35" w:rsidRDefault="00055407" w:rsidP="000C5E44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F23A35">
      <w:rPr>
        <w:rStyle w:val="PageNumber"/>
        <w:sz w:val="20"/>
        <w:szCs w:val="20"/>
      </w:rPr>
      <w:fldChar w:fldCharType="begin"/>
    </w:r>
    <w:r w:rsidRPr="00F23A35">
      <w:rPr>
        <w:rStyle w:val="PageNumber"/>
        <w:sz w:val="20"/>
        <w:szCs w:val="20"/>
      </w:rPr>
      <w:instrText xml:space="preserve">PAGE  </w:instrText>
    </w:r>
    <w:r w:rsidRPr="00F23A35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Pr="00F23A35">
      <w:rPr>
        <w:rStyle w:val="PageNumber"/>
        <w:sz w:val="20"/>
        <w:szCs w:val="20"/>
      </w:rPr>
      <w:fldChar w:fldCharType="end"/>
    </w:r>
  </w:p>
  <w:p w:rsidR="00055407" w:rsidRDefault="00055407" w:rsidP="00BB235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407" w:rsidRDefault="00055407">
      <w:r>
        <w:separator/>
      </w:r>
    </w:p>
  </w:footnote>
  <w:footnote w:type="continuationSeparator" w:id="1">
    <w:p w:rsidR="00055407" w:rsidRDefault="000554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A17B5"/>
    <w:multiLevelType w:val="multilevel"/>
    <w:tmpl w:val="7F24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822CC4"/>
    <w:multiLevelType w:val="multilevel"/>
    <w:tmpl w:val="610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ED00D8"/>
    <w:multiLevelType w:val="hybridMultilevel"/>
    <w:tmpl w:val="23E2F3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713BB"/>
    <w:multiLevelType w:val="hybridMultilevel"/>
    <w:tmpl w:val="A386FAB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7C8"/>
    <w:rsid w:val="000045CD"/>
    <w:rsid w:val="000122F2"/>
    <w:rsid w:val="000127CA"/>
    <w:rsid w:val="0001598A"/>
    <w:rsid w:val="00017A9B"/>
    <w:rsid w:val="000234FE"/>
    <w:rsid w:val="00025192"/>
    <w:rsid w:val="0003088E"/>
    <w:rsid w:val="000376D8"/>
    <w:rsid w:val="00042E27"/>
    <w:rsid w:val="000458F6"/>
    <w:rsid w:val="00047F2E"/>
    <w:rsid w:val="00055407"/>
    <w:rsid w:val="00056F41"/>
    <w:rsid w:val="00057E37"/>
    <w:rsid w:val="000601B2"/>
    <w:rsid w:val="00074609"/>
    <w:rsid w:val="00075CE2"/>
    <w:rsid w:val="000815D1"/>
    <w:rsid w:val="000907D4"/>
    <w:rsid w:val="000951F0"/>
    <w:rsid w:val="00095D04"/>
    <w:rsid w:val="000A381A"/>
    <w:rsid w:val="000A3D9D"/>
    <w:rsid w:val="000A540F"/>
    <w:rsid w:val="000A6385"/>
    <w:rsid w:val="000A6502"/>
    <w:rsid w:val="000B34C4"/>
    <w:rsid w:val="000B5B66"/>
    <w:rsid w:val="000C5E44"/>
    <w:rsid w:val="000C6624"/>
    <w:rsid w:val="000D32FF"/>
    <w:rsid w:val="000D544A"/>
    <w:rsid w:val="000E3525"/>
    <w:rsid w:val="000F1DC9"/>
    <w:rsid w:val="000F671F"/>
    <w:rsid w:val="001010C4"/>
    <w:rsid w:val="001010E8"/>
    <w:rsid w:val="00101649"/>
    <w:rsid w:val="00106FD4"/>
    <w:rsid w:val="00116270"/>
    <w:rsid w:val="001217A0"/>
    <w:rsid w:val="0013125A"/>
    <w:rsid w:val="00132363"/>
    <w:rsid w:val="00134636"/>
    <w:rsid w:val="00140FA0"/>
    <w:rsid w:val="00145081"/>
    <w:rsid w:val="00163E4F"/>
    <w:rsid w:val="00165CF2"/>
    <w:rsid w:val="0016646A"/>
    <w:rsid w:val="00180406"/>
    <w:rsid w:val="00187F40"/>
    <w:rsid w:val="0019005A"/>
    <w:rsid w:val="00191FF4"/>
    <w:rsid w:val="00193DBA"/>
    <w:rsid w:val="001A00AF"/>
    <w:rsid w:val="001A0B1A"/>
    <w:rsid w:val="001B1470"/>
    <w:rsid w:val="001B611C"/>
    <w:rsid w:val="001C036B"/>
    <w:rsid w:val="001C225D"/>
    <w:rsid w:val="001D0BF6"/>
    <w:rsid w:val="001D6D03"/>
    <w:rsid w:val="001D72F6"/>
    <w:rsid w:val="001E632D"/>
    <w:rsid w:val="001E7BF6"/>
    <w:rsid w:val="001E7C35"/>
    <w:rsid w:val="001F0148"/>
    <w:rsid w:val="001F1214"/>
    <w:rsid w:val="002037AE"/>
    <w:rsid w:val="00203B36"/>
    <w:rsid w:val="00235460"/>
    <w:rsid w:val="00235BD1"/>
    <w:rsid w:val="00241323"/>
    <w:rsid w:val="002642A1"/>
    <w:rsid w:val="0026458B"/>
    <w:rsid w:val="0026784E"/>
    <w:rsid w:val="002701AE"/>
    <w:rsid w:val="002711E0"/>
    <w:rsid w:val="00277A66"/>
    <w:rsid w:val="00277CEE"/>
    <w:rsid w:val="00284C6D"/>
    <w:rsid w:val="002921F6"/>
    <w:rsid w:val="00293816"/>
    <w:rsid w:val="00294B1F"/>
    <w:rsid w:val="002B0449"/>
    <w:rsid w:val="002B5400"/>
    <w:rsid w:val="002C0CF9"/>
    <w:rsid w:val="002D01C4"/>
    <w:rsid w:val="002D2E36"/>
    <w:rsid w:val="002E1D2F"/>
    <w:rsid w:val="002E21F9"/>
    <w:rsid w:val="002F4243"/>
    <w:rsid w:val="002F5DF4"/>
    <w:rsid w:val="00310055"/>
    <w:rsid w:val="00312099"/>
    <w:rsid w:val="0031332F"/>
    <w:rsid w:val="00314DA7"/>
    <w:rsid w:val="0031508B"/>
    <w:rsid w:val="003151E1"/>
    <w:rsid w:val="00322315"/>
    <w:rsid w:val="00333233"/>
    <w:rsid w:val="00333B43"/>
    <w:rsid w:val="00335F86"/>
    <w:rsid w:val="00336873"/>
    <w:rsid w:val="003374C6"/>
    <w:rsid w:val="00337861"/>
    <w:rsid w:val="00340CB9"/>
    <w:rsid w:val="00343ED4"/>
    <w:rsid w:val="00346AF2"/>
    <w:rsid w:val="00354556"/>
    <w:rsid w:val="00357049"/>
    <w:rsid w:val="003625CB"/>
    <w:rsid w:val="00366318"/>
    <w:rsid w:val="00367389"/>
    <w:rsid w:val="003777E3"/>
    <w:rsid w:val="003930FB"/>
    <w:rsid w:val="003A3486"/>
    <w:rsid w:val="003A4301"/>
    <w:rsid w:val="003A6914"/>
    <w:rsid w:val="003C2CC2"/>
    <w:rsid w:val="003C4D34"/>
    <w:rsid w:val="003E4521"/>
    <w:rsid w:val="003F5894"/>
    <w:rsid w:val="003F65FA"/>
    <w:rsid w:val="003F6C06"/>
    <w:rsid w:val="00400838"/>
    <w:rsid w:val="004013D5"/>
    <w:rsid w:val="00401D5D"/>
    <w:rsid w:val="0042173A"/>
    <w:rsid w:val="00424DCB"/>
    <w:rsid w:val="004268B4"/>
    <w:rsid w:val="00434FFE"/>
    <w:rsid w:val="00441C25"/>
    <w:rsid w:val="00452FB6"/>
    <w:rsid w:val="0045545B"/>
    <w:rsid w:val="004639D9"/>
    <w:rsid w:val="00471A40"/>
    <w:rsid w:val="00483315"/>
    <w:rsid w:val="00490D6B"/>
    <w:rsid w:val="00492B25"/>
    <w:rsid w:val="004936B6"/>
    <w:rsid w:val="004A0E29"/>
    <w:rsid w:val="004A75CE"/>
    <w:rsid w:val="004B268B"/>
    <w:rsid w:val="004B7132"/>
    <w:rsid w:val="004C71C2"/>
    <w:rsid w:val="004D4AD9"/>
    <w:rsid w:val="004D626D"/>
    <w:rsid w:val="004E397B"/>
    <w:rsid w:val="004E598D"/>
    <w:rsid w:val="004E5B85"/>
    <w:rsid w:val="004F0C3D"/>
    <w:rsid w:val="004F43F9"/>
    <w:rsid w:val="004F5954"/>
    <w:rsid w:val="004F59DA"/>
    <w:rsid w:val="004F5D06"/>
    <w:rsid w:val="004F6F51"/>
    <w:rsid w:val="004F6F73"/>
    <w:rsid w:val="0050052C"/>
    <w:rsid w:val="00504BCB"/>
    <w:rsid w:val="00505F0E"/>
    <w:rsid w:val="005062F2"/>
    <w:rsid w:val="00510CFA"/>
    <w:rsid w:val="0051475E"/>
    <w:rsid w:val="00517FB8"/>
    <w:rsid w:val="00520CFF"/>
    <w:rsid w:val="00531E2E"/>
    <w:rsid w:val="005323B2"/>
    <w:rsid w:val="005447AB"/>
    <w:rsid w:val="005448A4"/>
    <w:rsid w:val="00550860"/>
    <w:rsid w:val="005520D7"/>
    <w:rsid w:val="005641CD"/>
    <w:rsid w:val="005654A5"/>
    <w:rsid w:val="00572E6F"/>
    <w:rsid w:val="00575964"/>
    <w:rsid w:val="005828E0"/>
    <w:rsid w:val="005837BA"/>
    <w:rsid w:val="00586D38"/>
    <w:rsid w:val="00590EA8"/>
    <w:rsid w:val="005929F9"/>
    <w:rsid w:val="00594966"/>
    <w:rsid w:val="005A4901"/>
    <w:rsid w:val="005A6CD6"/>
    <w:rsid w:val="005B029E"/>
    <w:rsid w:val="005B4443"/>
    <w:rsid w:val="005B6B8A"/>
    <w:rsid w:val="005C53BE"/>
    <w:rsid w:val="005D50DC"/>
    <w:rsid w:val="005E206D"/>
    <w:rsid w:val="005E2817"/>
    <w:rsid w:val="005E6543"/>
    <w:rsid w:val="005F4FBB"/>
    <w:rsid w:val="006013E5"/>
    <w:rsid w:val="00601B52"/>
    <w:rsid w:val="00602DF7"/>
    <w:rsid w:val="0062074E"/>
    <w:rsid w:val="00624285"/>
    <w:rsid w:val="0062436C"/>
    <w:rsid w:val="00636962"/>
    <w:rsid w:val="00636DEB"/>
    <w:rsid w:val="00643E0F"/>
    <w:rsid w:val="006539EC"/>
    <w:rsid w:val="0067168F"/>
    <w:rsid w:val="00674F01"/>
    <w:rsid w:val="00676D48"/>
    <w:rsid w:val="0067794D"/>
    <w:rsid w:val="00686DF3"/>
    <w:rsid w:val="00690C1D"/>
    <w:rsid w:val="00696D2A"/>
    <w:rsid w:val="006A4CB3"/>
    <w:rsid w:val="006B0DA4"/>
    <w:rsid w:val="006B3718"/>
    <w:rsid w:val="006C5518"/>
    <w:rsid w:val="006C7774"/>
    <w:rsid w:val="006D405B"/>
    <w:rsid w:val="006E1588"/>
    <w:rsid w:val="006E193E"/>
    <w:rsid w:val="006E2571"/>
    <w:rsid w:val="006E4FDD"/>
    <w:rsid w:val="006E757C"/>
    <w:rsid w:val="006F061D"/>
    <w:rsid w:val="006F0B7A"/>
    <w:rsid w:val="006F113F"/>
    <w:rsid w:val="006F1B17"/>
    <w:rsid w:val="007030ED"/>
    <w:rsid w:val="00707DDA"/>
    <w:rsid w:val="00712595"/>
    <w:rsid w:val="00713836"/>
    <w:rsid w:val="00713AAA"/>
    <w:rsid w:val="00715B49"/>
    <w:rsid w:val="00720649"/>
    <w:rsid w:val="0073152F"/>
    <w:rsid w:val="007414F7"/>
    <w:rsid w:val="0074337A"/>
    <w:rsid w:val="0075227D"/>
    <w:rsid w:val="0075777E"/>
    <w:rsid w:val="00763EDD"/>
    <w:rsid w:val="00784BAC"/>
    <w:rsid w:val="0078539E"/>
    <w:rsid w:val="007A16DA"/>
    <w:rsid w:val="007A1B73"/>
    <w:rsid w:val="007A51CD"/>
    <w:rsid w:val="007B1A6D"/>
    <w:rsid w:val="007B3497"/>
    <w:rsid w:val="007B6772"/>
    <w:rsid w:val="007C7468"/>
    <w:rsid w:val="007D33AC"/>
    <w:rsid w:val="007F17A0"/>
    <w:rsid w:val="007F45C4"/>
    <w:rsid w:val="0080288B"/>
    <w:rsid w:val="0080306D"/>
    <w:rsid w:val="00810F0D"/>
    <w:rsid w:val="00814182"/>
    <w:rsid w:val="008166C0"/>
    <w:rsid w:val="00823B1E"/>
    <w:rsid w:val="00825667"/>
    <w:rsid w:val="00837889"/>
    <w:rsid w:val="00846925"/>
    <w:rsid w:val="00853152"/>
    <w:rsid w:val="008557C1"/>
    <w:rsid w:val="008576F5"/>
    <w:rsid w:val="0086300A"/>
    <w:rsid w:val="0086347C"/>
    <w:rsid w:val="008663C8"/>
    <w:rsid w:val="008678D7"/>
    <w:rsid w:val="00877F7B"/>
    <w:rsid w:val="008867E7"/>
    <w:rsid w:val="00891E33"/>
    <w:rsid w:val="008A07FE"/>
    <w:rsid w:val="008A512D"/>
    <w:rsid w:val="008B1B5B"/>
    <w:rsid w:val="008B1C9C"/>
    <w:rsid w:val="008B2C4F"/>
    <w:rsid w:val="008B32F1"/>
    <w:rsid w:val="008B645E"/>
    <w:rsid w:val="008C5C6C"/>
    <w:rsid w:val="008D1E8A"/>
    <w:rsid w:val="008D45E0"/>
    <w:rsid w:val="008E5A4D"/>
    <w:rsid w:val="008E6F53"/>
    <w:rsid w:val="008F1F30"/>
    <w:rsid w:val="008F4FD7"/>
    <w:rsid w:val="00905C82"/>
    <w:rsid w:val="00906CB5"/>
    <w:rsid w:val="00907DF7"/>
    <w:rsid w:val="00910AAD"/>
    <w:rsid w:val="0092429D"/>
    <w:rsid w:val="009245CB"/>
    <w:rsid w:val="00926D86"/>
    <w:rsid w:val="0092707A"/>
    <w:rsid w:val="009305ED"/>
    <w:rsid w:val="00935F8E"/>
    <w:rsid w:val="009418C9"/>
    <w:rsid w:val="00941BBE"/>
    <w:rsid w:val="00945948"/>
    <w:rsid w:val="00951620"/>
    <w:rsid w:val="00952CE5"/>
    <w:rsid w:val="00962BFE"/>
    <w:rsid w:val="009717CF"/>
    <w:rsid w:val="00974C85"/>
    <w:rsid w:val="00980FA9"/>
    <w:rsid w:val="00982046"/>
    <w:rsid w:val="0098330C"/>
    <w:rsid w:val="009848E6"/>
    <w:rsid w:val="0098633F"/>
    <w:rsid w:val="00986D6E"/>
    <w:rsid w:val="0099148B"/>
    <w:rsid w:val="0099325D"/>
    <w:rsid w:val="00994400"/>
    <w:rsid w:val="009952E1"/>
    <w:rsid w:val="00995F7F"/>
    <w:rsid w:val="00996B50"/>
    <w:rsid w:val="00996C85"/>
    <w:rsid w:val="009A0461"/>
    <w:rsid w:val="009A2908"/>
    <w:rsid w:val="009A6A69"/>
    <w:rsid w:val="009A75AA"/>
    <w:rsid w:val="009D19FB"/>
    <w:rsid w:val="009D49EA"/>
    <w:rsid w:val="009D7A6B"/>
    <w:rsid w:val="009E70CC"/>
    <w:rsid w:val="009F51DB"/>
    <w:rsid w:val="009F5E3C"/>
    <w:rsid w:val="009F7F96"/>
    <w:rsid w:val="00A037BB"/>
    <w:rsid w:val="00A119D2"/>
    <w:rsid w:val="00A16224"/>
    <w:rsid w:val="00A16277"/>
    <w:rsid w:val="00A170AE"/>
    <w:rsid w:val="00A35ABD"/>
    <w:rsid w:val="00A377B1"/>
    <w:rsid w:val="00A507DF"/>
    <w:rsid w:val="00A6009B"/>
    <w:rsid w:val="00A61981"/>
    <w:rsid w:val="00A6567B"/>
    <w:rsid w:val="00A74E9A"/>
    <w:rsid w:val="00A91E09"/>
    <w:rsid w:val="00A952DA"/>
    <w:rsid w:val="00A95B62"/>
    <w:rsid w:val="00A95C39"/>
    <w:rsid w:val="00A96E39"/>
    <w:rsid w:val="00AA4A0D"/>
    <w:rsid w:val="00AA4B8E"/>
    <w:rsid w:val="00AA74F9"/>
    <w:rsid w:val="00AA786E"/>
    <w:rsid w:val="00AB2114"/>
    <w:rsid w:val="00AB3BA2"/>
    <w:rsid w:val="00AB46E0"/>
    <w:rsid w:val="00AB5BA2"/>
    <w:rsid w:val="00AB7814"/>
    <w:rsid w:val="00AD44F2"/>
    <w:rsid w:val="00AE1A3B"/>
    <w:rsid w:val="00AE694B"/>
    <w:rsid w:val="00AE6A51"/>
    <w:rsid w:val="00AF004D"/>
    <w:rsid w:val="00AF0823"/>
    <w:rsid w:val="00AF3BF1"/>
    <w:rsid w:val="00B039C6"/>
    <w:rsid w:val="00B04F03"/>
    <w:rsid w:val="00B108CB"/>
    <w:rsid w:val="00B23D30"/>
    <w:rsid w:val="00B33D3D"/>
    <w:rsid w:val="00B364A8"/>
    <w:rsid w:val="00B40F23"/>
    <w:rsid w:val="00B44AFF"/>
    <w:rsid w:val="00B4765B"/>
    <w:rsid w:val="00B55C18"/>
    <w:rsid w:val="00B560EA"/>
    <w:rsid w:val="00B56894"/>
    <w:rsid w:val="00B6312E"/>
    <w:rsid w:val="00B669FF"/>
    <w:rsid w:val="00B679AB"/>
    <w:rsid w:val="00B71061"/>
    <w:rsid w:val="00B75AA5"/>
    <w:rsid w:val="00B778BF"/>
    <w:rsid w:val="00B77EFA"/>
    <w:rsid w:val="00B85E08"/>
    <w:rsid w:val="00B903B0"/>
    <w:rsid w:val="00B91092"/>
    <w:rsid w:val="00BA17D8"/>
    <w:rsid w:val="00BA34DA"/>
    <w:rsid w:val="00BA7B69"/>
    <w:rsid w:val="00BB2353"/>
    <w:rsid w:val="00BB62E8"/>
    <w:rsid w:val="00BC127E"/>
    <w:rsid w:val="00BC3223"/>
    <w:rsid w:val="00BC3939"/>
    <w:rsid w:val="00BC5574"/>
    <w:rsid w:val="00BC575E"/>
    <w:rsid w:val="00BC7234"/>
    <w:rsid w:val="00BC7905"/>
    <w:rsid w:val="00BD2E2A"/>
    <w:rsid w:val="00BD4235"/>
    <w:rsid w:val="00BD6C58"/>
    <w:rsid w:val="00BE169B"/>
    <w:rsid w:val="00BE7B85"/>
    <w:rsid w:val="00BF0B03"/>
    <w:rsid w:val="00BF0E6B"/>
    <w:rsid w:val="00BF33CF"/>
    <w:rsid w:val="00C04FFF"/>
    <w:rsid w:val="00C11E06"/>
    <w:rsid w:val="00C1761F"/>
    <w:rsid w:val="00C20695"/>
    <w:rsid w:val="00C2307C"/>
    <w:rsid w:val="00C24AE5"/>
    <w:rsid w:val="00C3418D"/>
    <w:rsid w:val="00C34BFF"/>
    <w:rsid w:val="00C445E0"/>
    <w:rsid w:val="00C44BD9"/>
    <w:rsid w:val="00C46500"/>
    <w:rsid w:val="00C47DC5"/>
    <w:rsid w:val="00C53E32"/>
    <w:rsid w:val="00C54394"/>
    <w:rsid w:val="00C56451"/>
    <w:rsid w:val="00C56BB6"/>
    <w:rsid w:val="00C57356"/>
    <w:rsid w:val="00C71F06"/>
    <w:rsid w:val="00C7561E"/>
    <w:rsid w:val="00C773B4"/>
    <w:rsid w:val="00C84361"/>
    <w:rsid w:val="00C90D96"/>
    <w:rsid w:val="00C93073"/>
    <w:rsid w:val="00C931D8"/>
    <w:rsid w:val="00C95E27"/>
    <w:rsid w:val="00C9655D"/>
    <w:rsid w:val="00CA2C62"/>
    <w:rsid w:val="00CA36F4"/>
    <w:rsid w:val="00CA3FEB"/>
    <w:rsid w:val="00CA5CA1"/>
    <w:rsid w:val="00CA6B9B"/>
    <w:rsid w:val="00CB04C5"/>
    <w:rsid w:val="00CB0583"/>
    <w:rsid w:val="00CB26B7"/>
    <w:rsid w:val="00CB2829"/>
    <w:rsid w:val="00CB34A5"/>
    <w:rsid w:val="00CC665E"/>
    <w:rsid w:val="00CD7E77"/>
    <w:rsid w:val="00CE4BAF"/>
    <w:rsid w:val="00CE75F3"/>
    <w:rsid w:val="00CE7842"/>
    <w:rsid w:val="00CF2B71"/>
    <w:rsid w:val="00CF41E3"/>
    <w:rsid w:val="00D03C01"/>
    <w:rsid w:val="00D07B45"/>
    <w:rsid w:val="00D1120C"/>
    <w:rsid w:val="00D12513"/>
    <w:rsid w:val="00D13E66"/>
    <w:rsid w:val="00D24AB9"/>
    <w:rsid w:val="00D34A65"/>
    <w:rsid w:val="00D34B94"/>
    <w:rsid w:val="00D40951"/>
    <w:rsid w:val="00D4765E"/>
    <w:rsid w:val="00D477AF"/>
    <w:rsid w:val="00D5698B"/>
    <w:rsid w:val="00D6071A"/>
    <w:rsid w:val="00D707B0"/>
    <w:rsid w:val="00D70D3B"/>
    <w:rsid w:val="00D71794"/>
    <w:rsid w:val="00D748A2"/>
    <w:rsid w:val="00D74F58"/>
    <w:rsid w:val="00D83E04"/>
    <w:rsid w:val="00D85163"/>
    <w:rsid w:val="00D92456"/>
    <w:rsid w:val="00D92D55"/>
    <w:rsid w:val="00D94C1E"/>
    <w:rsid w:val="00D96CB5"/>
    <w:rsid w:val="00DA4C87"/>
    <w:rsid w:val="00DB2D7C"/>
    <w:rsid w:val="00DB55CC"/>
    <w:rsid w:val="00DC017F"/>
    <w:rsid w:val="00DC06F6"/>
    <w:rsid w:val="00DC5D7D"/>
    <w:rsid w:val="00DC6C28"/>
    <w:rsid w:val="00DD16D1"/>
    <w:rsid w:val="00DD51CD"/>
    <w:rsid w:val="00DD5EEB"/>
    <w:rsid w:val="00DE51AC"/>
    <w:rsid w:val="00DE6E63"/>
    <w:rsid w:val="00DF2E7F"/>
    <w:rsid w:val="00DF491B"/>
    <w:rsid w:val="00DF733F"/>
    <w:rsid w:val="00E02F1E"/>
    <w:rsid w:val="00E1442B"/>
    <w:rsid w:val="00E15757"/>
    <w:rsid w:val="00E15AB2"/>
    <w:rsid w:val="00E16F74"/>
    <w:rsid w:val="00E17E54"/>
    <w:rsid w:val="00E20766"/>
    <w:rsid w:val="00E21F9B"/>
    <w:rsid w:val="00E2601A"/>
    <w:rsid w:val="00E310CB"/>
    <w:rsid w:val="00E32F07"/>
    <w:rsid w:val="00E33A70"/>
    <w:rsid w:val="00E4017C"/>
    <w:rsid w:val="00E405BF"/>
    <w:rsid w:val="00E475CB"/>
    <w:rsid w:val="00E477C8"/>
    <w:rsid w:val="00E55243"/>
    <w:rsid w:val="00E572A5"/>
    <w:rsid w:val="00E6226C"/>
    <w:rsid w:val="00E62382"/>
    <w:rsid w:val="00E702BA"/>
    <w:rsid w:val="00E771FF"/>
    <w:rsid w:val="00E83218"/>
    <w:rsid w:val="00E928BE"/>
    <w:rsid w:val="00EC0150"/>
    <w:rsid w:val="00EC79D7"/>
    <w:rsid w:val="00ED008C"/>
    <w:rsid w:val="00ED3596"/>
    <w:rsid w:val="00ED502A"/>
    <w:rsid w:val="00ED56FD"/>
    <w:rsid w:val="00EE0110"/>
    <w:rsid w:val="00EE14AA"/>
    <w:rsid w:val="00EF0032"/>
    <w:rsid w:val="00EF4F9C"/>
    <w:rsid w:val="00F02099"/>
    <w:rsid w:val="00F2397C"/>
    <w:rsid w:val="00F23A35"/>
    <w:rsid w:val="00F248A9"/>
    <w:rsid w:val="00F252FD"/>
    <w:rsid w:val="00F327F1"/>
    <w:rsid w:val="00F36C90"/>
    <w:rsid w:val="00F50E40"/>
    <w:rsid w:val="00F5467E"/>
    <w:rsid w:val="00F60E6C"/>
    <w:rsid w:val="00F61A39"/>
    <w:rsid w:val="00F71E48"/>
    <w:rsid w:val="00F731CA"/>
    <w:rsid w:val="00F767F6"/>
    <w:rsid w:val="00F77F30"/>
    <w:rsid w:val="00F82A21"/>
    <w:rsid w:val="00F82B53"/>
    <w:rsid w:val="00F87339"/>
    <w:rsid w:val="00F97213"/>
    <w:rsid w:val="00FB35B3"/>
    <w:rsid w:val="00FC058C"/>
    <w:rsid w:val="00FC1AFB"/>
    <w:rsid w:val="00FE2019"/>
    <w:rsid w:val="00FE38BF"/>
    <w:rsid w:val="00FE45FC"/>
    <w:rsid w:val="00FE7C53"/>
    <w:rsid w:val="00FF0157"/>
    <w:rsid w:val="00FF1FCC"/>
    <w:rsid w:val="00FF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D6E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86D6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86D6E"/>
    <w:rPr>
      <w:rFonts w:cs="Times New Roman"/>
    </w:rPr>
  </w:style>
  <w:style w:type="character" w:styleId="Hyperlink">
    <w:name w:val="Hyperlink"/>
    <w:basedOn w:val="DefaultParagraphFont"/>
    <w:uiPriority w:val="99"/>
    <w:rsid w:val="0078539E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6C77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77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74F01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7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74F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C7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F01"/>
    <w:rPr>
      <w:rFonts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057E3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4F01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57E3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4F01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BB2353"/>
    <w:rPr>
      <w:rFonts w:cs="Times New Roman"/>
    </w:rPr>
  </w:style>
  <w:style w:type="paragraph" w:styleId="ListParagraph">
    <w:name w:val="List Paragraph"/>
    <w:basedOn w:val="Normal"/>
    <w:uiPriority w:val="99"/>
    <w:qFormat/>
    <w:rsid w:val="00935F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504</Words>
  <Characters>2877</Characters>
  <Application>Microsoft Office Outlook</Application>
  <DocSecurity>0</DocSecurity>
  <Lines>0</Lines>
  <Paragraphs>0</Paragraphs>
  <ScaleCrop>false</ScaleCrop>
  <Company>Senato della Repubblica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subject/>
  <dc:creator>PARISIPRESICCE</dc:creator>
  <cp:keywords/>
  <dc:description/>
  <cp:lastModifiedBy>M.I.U.R.</cp:lastModifiedBy>
  <cp:revision>2</cp:revision>
  <cp:lastPrinted>2012-09-12T09:22:00Z</cp:lastPrinted>
  <dcterms:created xsi:type="dcterms:W3CDTF">2012-09-12T09:23:00Z</dcterms:created>
  <dcterms:modified xsi:type="dcterms:W3CDTF">2012-09-12T09:23:00Z</dcterms:modified>
</cp:coreProperties>
</file>