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DA9" w:rsidRDefault="00B16DA9" w:rsidP="00D025A1">
      <w:pPr>
        <w:jc w:val="center"/>
        <w:rPr>
          <w:rFonts w:cs="Arial"/>
          <w:shadow/>
          <w:color w:val="365F91" w:themeColor="accent1" w:themeShade="BF"/>
          <w:sz w:val="48"/>
          <w:szCs w:val="48"/>
        </w:rPr>
      </w:pPr>
    </w:p>
    <w:p w:rsidR="00D025A1" w:rsidRPr="009D1BBE" w:rsidRDefault="00D025A1" w:rsidP="00D025A1">
      <w:pPr>
        <w:jc w:val="center"/>
        <w:rPr>
          <w:rFonts w:cs="Arial"/>
          <w:shadow/>
          <w:color w:val="365F91" w:themeColor="accent1" w:themeShade="BF"/>
          <w:sz w:val="48"/>
          <w:szCs w:val="48"/>
        </w:rPr>
      </w:pPr>
      <w:r w:rsidRPr="009D1BBE">
        <w:rPr>
          <w:rFonts w:cs="Arial"/>
          <w:shadow/>
          <w:color w:val="365F91" w:themeColor="accent1" w:themeShade="BF"/>
          <w:sz w:val="48"/>
          <w:szCs w:val="48"/>
        </w:rPr>
        <w:t>GARA NAZIONALE</w:t>
      </w:r>
      <w:r w:rsidR="00AE5D7A" w:rsidRPr="009D1BBE">
        <w:rPr>
          <w:rFonts w:cs="Arial"/>
          <w:shadow/>
          <w:color w:val="365F91" w:themeColor="accent1" w:themeShade="BF"/>
          <w:sz w:val="48"/>
          <w:szCs w:val="48"/>
        </w:rPr>
        <w:t xml:space="preserve"> </w:t>
      </w:r>
      <w:r w:rsidR="00545B3F" w:rsidRPr="009D1BBE">
        <w:rPr>
          <w:rFonts w:cs="Arial"/>
          <w:shadow/>
          <w:color w:val="365F91" w:themeColor="accent1" w:themeShade="BF"/>
          <w:sz w:val="48"/>
          <w:szCs w:val="48"/>
        </w:rPr>
        <w:t>IGEA</w:t>
      </w:r>
      <w:r w:rsidRPr="009D1BBE">
        <w:rPr>
          <w:rFonts w:cs="Arial"/>
          <w:shadow/>
          <w:color w:val="365F91" w:themeColor="accent1" w:themeShade="BF"/>
          <w:sz w:val="48"/>
          <w:szCs w:val="48"/>
        </w:rPr>
        <w:t xml:space="preserve"> 201</w:t>
      </w:r>
      <w:r w:rsidR="004C7586" w:rsidRPr="009D1BBE">
        <w:rPr>
          <w:rFonts w:cs="Arial"/>
          <w:shadow/>
          <w:color w:val="365F91" w:themeColor="accent1" w:themeShade="BF"/>
          <w:sz w:val="48"/>
          <w:szCs w:val="48"/>
        </w:rPr>
        <w:t>3</w:t>
      </w:r>
    </w:p>
    <w:p w:rsidR="00AE5D7A" w:rsidRPr="00AE5D7A" w:rsidRDefault="00AE5D7A" w:rsidP="00D025A1">
      <w:pPr>
        <w:jc w:val="center"/>
        <w:rPr>
          <w:rFonts w:ascii="Times New Roman" w:hAnsi="Times New Roman"/>
          <w:shadow/>
          <w:color w:val="365F91" w:themeColor="accent1" w:themeShade="BF"/>
          <w:sz w:val="20"/>
        </w:rPr>
      </w:pPr>
    </w:p>
    <w:p w:rsidR="00D025A1" w:rsidRPr="009D1BBE" w:rsidRDefault="00AE5D7A" w:rsidP="00D025A1">
      <w:pPr>
        <w:jc w:val="center"/>
        <w:rPr>
          <w:rFonts w:cs="Arial"/>
          <w:i/>
          <w:shadow/>
          <w:color w:val="365F91" w:themeColor="accent1" w:themeShade="BF"/>
          <w:sz w:val="40"/>
          <w:szCs w:val="40"/>
          <w:u w:val="single"/>
        </w:rPr>
      </w:pPr>
      <w:r w:rsidRPr="009D1BBE">
        <w:rPr>
          <w:rFonts w:cs="Arial"/>
          <w:i/>
          <w:shadow/>
          <w:color w:val="365F91" w:themeColor="accent1" w:themeShade="BF"/>
          <w:sz w:val="40"/>
          <w:szCs w:val="40"/>
          <w:u w:val="single"/>
        </w:rPr>
        <w:t>Scheda Adesione</w:t>
      </w:r>
    </w:p>
    <w:p w:rsidR="00183473" w:rsidRPr="009D1BBE" w:rsidRDefault="00183473" w:rsidP="00D025A1">
      <w:pPr>
        <w:jc w:val="center"/>
        <w:rPr>
          <w:rFonts w:cs="Arial"/>
          <w:i/>
          <w:emboss/>
          <w:color w:val="000000" w:themeColor="text1"/>
          <w:sz w:val="20"/>
          <w:u w:val="single"/>
        </w:rPr>
      </w:pPr>
    </w:p>
    <w:p w:rsidR="00183473" w:rsidRDefault="00183473" w:rsidP="00183473">
      <w:pPr>
        <w:rPr>
          <w:rFonts w:ascii="Times New Roman" w:hAnsi="Times New Roman"/>
          <w:emboss/>
          <w:color w:val="000000" w:themeColor="text1"/>
          <w:sz w:val="22"/>
          <w:szCs w:val="22"/>
        </w:rPr>
      </w:pPr>
    </w:p>
    <w:p w:rsidR="00183473" w:rsidRPr="009D1BBE" w:rsidRDefault="00183473" w:rsidP="00183473">
      <w:pPr>
        <w:rPr>
          <w:rFonts w:cs="Arial"/>
          <w:b/>
          <w:color w:val="000000" w:themeColor="text1"/>
          <w:sz w:val="20"/>
        </w:rPr>
      </w:pPr>
      <w:r w:rsidRPr="009D1BBE">
        <w:rPr>
          <w:rFonts w:cs="Arial"/>
          <w:color w:val="000000" w:themeColor="text1"/>
          <w:sz w:val="20"/>
        </w:rPr>
        <w:t xml:space="preserve">Con la presente si comunica la partecipazione alla </w:t>
      </w:r>
      <w:r w:rsidRPr="009D1BBE">
        <w:rPr>
          <w:rFonts w:cs="Arial"/>
          <w:b/>
          <w:i/>
          <w:color w:val="000000" w:themeColor="text1"/>
          <w:sz w:val="20"/>
        </w:rPr>
        <w:t>“G</w:t>
      </w:r>
      <w:r w:rsidR="00D7300C" w:rsidRPr="009D1BBE">
        <w:rPr>
          <w:rFonts w:cs="Arial"/>
          <w:b/>
          <w:i/>
          <w:color w:val="000000" w:themeColor="text1"/>
          <w:sz w:val="20"/>
        </w:rPr>
        <w:t>ara</w:t>
      </w:r>
      <w:r w:rsidRPr="009D1BBE">
        <w:rPr>
          <w:rFonts w:cs="Arial"/>
          <w:b/>
          <w:i/>
          <w:color w:val="000000" w:themeColor="text1"/>
          <w:sz w:val="20"/>
        </w:rPr>
        <w:t xml:space="preserve"> N</w:t>
      </w:r>
      <w:r w:rsidR="00D7300C" w:rsidRPr="009D1BBE">
        <w:rPr>
          <w:rFonts w:cs="Arial"/>
          <w:b/>
          <w:i/>
          <w:color w:val="000000" w:themeColor="text1"/>
          <w:sz w:val="20"/>
        </w:rPr>
        <w:t>azionale</w:t>
      </w:r>
      <w:r w:rsidRPr="009D1BBE">
        <w:rPr>
          <w:rFonts w:cs="Arial"/>
          <w:b/>
          <w:i/>
          <w:color w:val="000000" w:themeColor="text1"/>
          <w:sz w:val="20"/>
        </w:rPr>
        <w:t xml:space="preserve"> </w:t>
      </w:r>
      <w:r w:rsidR="0012164D" w:rsidRPr="009D1BBE">
        <w:rPr>
          <w:rFonts w:cs="Arial"/>
          <w:b/>
          <w:i/>
          <w:color w:val="000000" w:themeColor="text1"/>
          <w:sz w:val="20"/>
        </w:rPr>
        <w:t>IGEA</w:t>
      </w:r>
      <w:r w:rsidRPr="009D1BBE">
        <w:rPr>
          <w:rFonts w:cs="Arial"/>
          <w:b/>
          <w:i/>
          <w:color w:val="000000" w:themeColor="text1"/>
          <w:sz w:val="20"/>
        </w:rPr>
        <w:t xml:space="preserve"> 201</w:t>
      </w:r>
      <w:r w:rsidR="0012164D" w:rsidRPr="009D1BBE">
        <w:rPr>
          <w:rFonts w:cs="Arial"/>
          <w:b/>
          <w:i/>
          <w:color w:val="000000" w:themeColor="text1"/>
          <w:sz w:val="20"/>
        </w:rPr>
        <w:t>3</w:t>
      </w:r>
      <w:r w:rsidRPr="009D1BBE">
        <w:rPr>
          <w:rFonts w:cs="Arial"/>
          <w:b/>
          <w:i/>
          <w:color w:val="000000" w:themeColor="text1"/>
          <w:sz w:val="20"/>
        </w:rPr>
        <w:t>”</w:t>
      </w:r>
      <w:r w:rsidRPr="009D1BBE">
        <w:rPr>
          <w:rFonts w:cs="Arial"/>
          <w:color w:val="000000" w:themeColor="text1"/>
          <w:sz w:val="20"/>
        </w:rPr>
        <w:t xml:space="preserve"> che si svolgerà presso l’</w:t>
      </w:r>
      <w:proofErr w:type="spellStart"/>
      <w:r w:rsidRPr="009D1BBE">
        <w:rPr>
          <w:rFonts w:cs="Arial"/>
          <w:color w:val="000000" w:themeColor="text1"/>
          <w:sz w:val="20"/>
        </w:rPr>
        <w:t>I.T.</w:t>
      </w:r>
      <w:r w:rsidR="006E3ACB" w:rsidRPr="009D1BBE">
        <w:rPr>
          <w:rFonts w:cs="Arial"/>
          <w:color w:val="000000" w:themeColor="text1"/>
          <w:sz w:val="20"/>
        </w:rPr>
        <w:t>S.</w:t>
      </w:r>
      <w:r w:rsidRPr="009D1BBE">
        <w:rPr>
          <w:rFonts w:cs="Arial"/>
          <w:color w:val="000000" w:themeColor="text1"/>
          <w:sz w:val="20"/>
        </w:rPr>
        <w:t>C.G.</w:t>
      </w:r>
      <w:proofErr w:type="spellEnd"/>
      <w:r w:rsidRPr="009D1BBE">
        <w:rPr>
          <w:rFonts w:cs="Arial"/>
          <w:color w:val="000000" w:themeColor="text1"/>
          <w:sz w:val="20"/>
        </w:rPr>
        <w:t xml:space="preserve"> “</w:t>
      </w:r>
      <w:proofErr w:type="spellStart"/>
      <w:r w:rsidRPr="009D1BBE">
        <w:rPr>
          <w:rFonts w:cs="Arial"/>
          <w:color w:val="000000" w:themeColor="text1"/>
          <w:sz w:val="20"/>
        </w:rPr>
        <w:t>A.Martini</w:t>
      </w:r>
      <w:proofErr w:type="spellEnd"/>
      <w:r w:rsidRPr="009D1BBE">
        <w:rPr>
          <w:rFonts w:cs="Arial"/>
          <w:color w:val="000000" w:themeColor="text1"/>
          <w:sz w:val="20"/>
        </w:rPr>
        <w:t xml:space="preserve">” di Castelfranco Veneto (TV) il </w:t>
      </w:r>
      <w:r w:rsidR="0012164D" w:rsidRPr="009D1BBE">
        <w:rPr>
          <w:rFonts w:cs="Arial"/>
          <w:b/>
          <w:color w:val="000000" w:themeColor="text1"/>
          <w:sz w:val="20"/>
        </w:rPr>
        <w:t>06</w:t>
      </w:r>
      <w:r w:rsidRPr="009D1BBE">
        <w:rPr>
          <w:rFonts w:cs="Arial"/>
          <w:b/>
          <w:color w:val="000000" w:themeColor="text1"/>
          <w:sz w:val="20"/>
        </w:rPr>
        <w:t xml:space="preserve"> e </w:t>
      </w:r>
      <w:r w:rsidR="0012164D" w:rsidRPr="009D1BBE">
        <w:rPr>
          <w:rFonts w:cs="Arial"/>
          <w:b/>
          <w:color w:val="000000" w:themeColor="text1"/>
          <w:sz w:val="20"/>
        </w:rPr>
        <w:t>07 maggio 2013</w:t>
      </w:r>
      <w:r w:rsidRPr="009D1BBE">
        <w:rPr>
          <w:rFonts w:cs="Arial"/>
          <w:b/>
          <w:color w:val="000000" w:themeColor="text1"/>
          <w:sz w:val="20"/>
        </w:rPr>
        <w:t>.</w:t>
      </w:r>
    </w:p>
    <w:p w:rsidR="006E3ACB" w:rsidRPr="009D1BBE" w:rsidRDefault="006E3ACB" w:rsidP="00183473">
      <w:pPr>
        <w:rPr>
          <w:rFonts w:cs="Arial"/>
          <w:b/>
          <w:color w:val="000000" w:themeColor="text1"/>
          <w:sz w:val="20"/>
        </w:rPr>
      </w:pPr>
    </w:p>
    <w:p w:rsidR="006E3ACB" w:rsidRPr="009D1BBE" w:rsidRDefault="006E3ACB" w:rsidP="00183473">
      <w:pPr>
        <w:rPr>
          <w:rFonts w:cs="Arial"/>
          <w:i/>
          <w:color w:val="000000" w:themeColor="text1"/>
          <w:sz w:val="20"/>
        </w:rPr>
      </w:pPr>
      <w:r w:rsidRPr="009D1BBE">
        <w:rPr>
          <w:rFonts w:cs="Arial"/>
          <w:i/>
          <w:color w:val="000000" w:themeColor="text1"/>
          <w:sz w:val="20"/>
        </w:rPr>
        <w:t>(Da restituire al Dirigente Scolastico dell’</w:t>
      </w:r>
      <w:proofErr w:type="spellStart"/>
      <w:r w:rsidRPr="009D1BBE">
        <w:rPr>
          <w:rFonts w:cs="Arial"/>
          <w:i/>
          <w:color w:val="000000" w:themeColor="text1"/>
          <w:sz w:val="20"/>
        </w:rPr>
        <w:t>I.T.S.C.G.</w:t>
      </w:r>
      <w:proofErr w:type="spellEnd"/>
      <w:r w:rsidRPr="009D1BBE">
        <w:rPr>
          <w:rFonts w:cs="Arial"/>
          <w:i/>
          <w:color w:val="000000" w:themeColor="text1"/>
          <w:sz w:val="20"/>
        </w:rPr>
        <w:t xml:space="preserve"> “</w:t>
      </w:r>
      <w:proofErr w:type="spellStart"/>
      <w:r w:rsidRPr="009D1BBE">
        <w:rPr>
          <w:rFonts w:cs="Arial"/>
          <w:i/>
          <w:color w:val="000000" w:themeColor="text1"/>
          <w:sz w:val="20"/>
        </w:rPr>
        <w:t>A.Martini</w:t>
      </w:r>
      <w:proofErr w:type="spellEnd"/>
      <w:r w:rsidRPr="009D1BBE">
        <w:rPr>
          <w:rFonts w:cs="Arial"/>
          <w:i/>
          <w:color w:val="000000" w:themeColor="text1"/>
          <w:sz w:val="20"/>
        </w:rPr>
        <w:t xml:space="preserve">” di Castelfranco Veneto (TV) entro </w:t>
      </w:r>
      <w:r w:rsidRPr="009D1BBE">
        <w:rPr>
          <w:rFonts w:cs="Arial"/>
          <w:b/>
          <w:i/>
          <w:color w:val="000000" w:themeColor="text1"/>
          <w:sz w:val="20"/>
          <w:u w:val="single"/>
        </w:rPr>
        <w:t xml:space="preserve">11 </w:t>
      </w:r>
      <w:r w:rsidR="00127D19">
        <w:rPr>
          <w:rFonts w:cs="Arial"/>
          <w:b/>
          <w:i/>
          <w:color w:val="000000" w:themeColor="text1"/>
          <w:sz w:val="20"/>
          <w:u w:val="single"/>
        </w:rPr>
        <w:t>febbraio</w:t>
      </w:r>
      <w:r w:rsidRPr="009D1BBE">
        <w:rPr>
          <w:rFonts w:cs="Arial"/>
          <w:b/>
          <w:i/>
          <w:color w:val="000000" w:themeColor="text1"/>
          <w:sz w:val="20"/>
          <w:u w:val="single"/>
        </w:rPr>
        <w:t xml:space="preserve"> 2013</w:t>
      </w:r>
      <w:r w:rsidRPr="009D1BBE">
        <w:rPr>
          <w:rFonts w:cs="Arial"/>
          <w:i/>
          <w:color w:val="000000" w:themeColor="text1"/>
          <w:sz w:val="20"/>
        </w:rPr>
        <w:t xml:space="preserve"> via Fax al n. </w:t>
      </w:r>
      <w:r w:rsidR="003844C0" w:rsidRPr="009D1BBE">
        <w:rPr>
          <w:rFonts w:cs="Arial"/>
          <w:i/>
          <w:color w:val="000000" w:themeColor="text1"/>
          <w:sz w:val="20"/>
        </w:rPr>
        <w:t xml:space="preserve">0423/491125 oppure tramite </w:t>
      </w:r>
      <w:r w:rsidR="00026A3D" w:rsidRPr="009D1BBE">
        <w:rPr>
          <w:rFonts w:cs="Arial"/>
          <w:i/>
          <w:color w:val="000000" w:themeColor="text1"/>
          <w:sz w:val="20"/>
        </w:rPr>
        <w:t>P</w:t>
      </w:r>
      <w:r w:rsidR="003844C0" w:rsidRPr="009D1BBE">
        <w:rPr>
          <w:rFonts w:cs="Arial"/>
          <w:i/>
          <w:color w:val="000000" w:themeColor="text1"/>
          <w:sz w:val="20"/>
        </w:rPr>
        <w:t>osta alla sede dell’Istituto in Via Verdi, 40 31033 Castelfranco Veneto (TV)</w:t>
      </w:r>
      <w:r w:rsidRPr="009D1BBE">
        <w:rPr>
          <w:rFonts w:cs="Arial"/>
          <w:i/>
          <w:color w:val="000000" w:themeColor="text1"/>
          <w:sz w:val="20"/>
        </w:rPr>
        <w:t>.</w:t>
      </w:r>
      <w:r w:rsidR="003844C0" w:rsidRPr="009D1BBE">
        <w:rPr>
          <w:rFonts w:cs="Arial"/>
          <w:i/>
          <w:color w:val="000000" w:themeColor="text1"/>
          <w:sz w:val="20"/>
        </w:rPr>
        <w:t>)</w:t>
      </w:r>
    </w:p>
    <w:p w:rsidR="004C1136" w:rsidRPr="009D1BBE" w:rsidRDefault="004C1136" w:rsidP="00183473">
      <w:pPr>
        <w:rPr>
          <w:rFonts w:cs="Arial"/>
          <w:color w:val="000000" w:themeColor="text1"/>
          <w:sz w:val="20"/>
        </w:rPr>
      </w:pPr>
    </w:p>
    <w:tbl>
      <w:tblPr>
        <w:tblStyle w:val="Grigliatabella"/>
        <w:tblW w:w="0" w:type="auto"/>
        <w:tblLook w:val="04A0"/>
      </w:tblPr>
      <w:tblGrid>
        <w:gridCol w:w="5314"/>
        <w:gridCol w:w="5314"/>
      </w:tblGrid>
      <w:tr w:rsidR="004C1136" w:rsidRPr="009D1BBE" w:rsidTr="004C1136">
        <w:trPr>
          <w:trHeight w:val="850"/>
        </w:trPr>
        <w:tc>
          <w:tcPr>
            <w:tcW w:w="10628" w:type="dxa"/>
            <w:gridSpan w:val="2"/>
          </w:tcPr>
          <w:p w:rsidR="004C1136" w:rsidRPr="009D1BBE" w:rsidRDefault="00F326D5" w:rsidP="00183473">
            <w:pPr>
              <w:rPr>
                <w:rFonts w:cs="Arial"/>
                <w:color w:val="000000" w:themeColor="text1"/>
                <w:sz w:val="20"/>
              </w:rPr>
            </w:pPr>
            <w:r w:rsidRPr="009D1BBE">
              <w:rPr>
                <w:rFonts w:cs="Arial"/>
                <w:color w:val="000000" w:themeColor="text1"/>
                <w:sz w:val="20"/>
              </w:rPr>
              <w:t>DENOMINAZIONE ISTITUTO:</w:t>
            </w:r>
          </w:p>
        </w:tc>
      </w:tr>
      <w:tr w:rsidR="004C1136" w:rsidRPr="009D1BBE" w:rsidTr="004C1136">
        <w:trPr>
          <w:trHeight w:val="850"/>
        </w:trPr>
        <w:tc>
          <w:tcPr>
            <w:tcW w:w="10628" w:type="dxa"/>
            <w:gridSpan w:val="2"/>
          </w:tcPr>
          <w:p w:rsidR="004C1136" w:rsidRPr="009D1BBE" w:rsidRDefault="00F326D5" w:rsidP="00183473">
            <w:pPr>
              <w:rPr>
                <w:rFonts w:cs="Arial"/>
                <w:color w:val="000000" w:themeColor="text1"/>
                <w:sz w:val="20"/>
              </w:rPr>
            </w:pPr>
            <w:r w:rsidRPr="009D1BBE">
              <w:rPr>
                <w:rFonts w:cs="Arial"/>
                <w:color w:val="000000" w:themeColor="text1"/>
                <w:sz w:val="20"/>
              </w:rPr>
              <w:t>INDIRIZZO:</w:t>
            </w:r>
          </w:p>
        </w:tc>
      </w:tr>
      <w:tr w:rsidR="004C1136" w:rsidRPr="009D1BBE" w:rsidTr="004C1136">
        <w:trPr>
          <w:trHeight w:val="850"/>
        </w:trPr>
        <w:tc>
          <w:tcPr>
            <w:tcW w:w="5314" w:type="dxa"/>
          </w:tcPr>
          <w:p w:rsidR="004C1136" w:rsidRPr="009D1BBE" w:rsidRDefault="00F326D5" w:rsidP="00183473">
            <w:pPr>
              <w:rPr>
                <w:rFonts w:cs="Arial"/>
                <w:color w:val="000000" w:themeColor="text1"/>
                <w:sz w:val="20"/>
              </w:rPr>
            </w:pPr>
            <w:r w:rsidRPr="009D1BBE">
              <w:rPr>
                <w:rFonts w:cs="Arial"/>
                <w:color w:val="000000" w:themeColor="text1"/>
                <w:sz w:val="20"/>
              </w:rPr>
              <w:t>TELEFONO:</w:t>
            </w:r>
          </w:p>
        </w:tc>
        <w:tc>
          <w:tcPr>
            <w:tcW w:w="5314" w:type="dxa"/>
          </w:tcPr>
          <w:p w:rsidR="004C1136" w:rsidRPr="009D1BBE" w:rsidRDefault="00F326D5" w:rsidP="00183473">
            <w:pPr>
              <w:rPr>
                <w:rFonts w:cs="Arial"/>
                <w:color w:val="000000" w:themeColor="text1"/>
                <w:sz w:val="20"/>
              </w:rPr>
            </w:pPr>
            <w:r w:rsidRPr="009D1BBE">
              <w:rPr>
                <w:rFonts w:cs="Arial"/>
                <w:color w:val="000000" w:themeColor="text1"/>
                <w:sz w:val="20"/>
              </w:rPr>
              <w:t>FAX:</w:t>
            </w:r>
          </w:p>
        </w:tc>
      </w:tr>
      <w:tr w:rsidR="004C1136" w:rsidRPr="009D1BBE" w:rsidTr="004C1136">
        <w:trPr>
          <w:trHeight w:val="850"/>
        </w:trPr>
        <w:tc>
          <w:tcPr>
            <w:tcW w:w="10628" w:type="dxa"/>
            <w:gridSpan w:val="2"/>
          </w:tcPr>
          <w:p w:rsidR="004C1136" w:rsidRPr="009D1BBE" w:rsidRDefault="00F326D5" w:rsidP="00183473">
            <w:pPr>
              <w:rPr>
                <w:rFonts w:cs="Arial"/>
                <w:color w:val="000000" w:themeColor="text1"/>
                <w:sz w:val="20"/>
              </w:rPr>
            </w:pPr>
            <w:r w:rsidRPr="009D1BBE">
              <w:rPr>
                <w:rFonts w:cs="Arial"/>
                <w:color w:val="000000" w:themeColor="text1"/>
                <w:sz w:val="20"/>
              </w:rPr>
              <w:t>E-MAIL:</w:t>
            </w:r>
          </w:p>
        </w:tc>
      </w:tr>
    </w:tbl>
    <w:p w:rsidR="004C1136" w:rsidRPr="009D1BBE" w:rsidRDefault="004C1136">
      <w:pPr>
        <w:rPr>
          <w:rFonts w:cs="Arial"/>
          <w:sz w:val="20"/>
        </w:rPr>
      </w:pPr>
    </w:p>
    <w:tbl>
      <w:tblPr>
        <w:tblStyle w:val="Grigliatabella"/>
        <w:tblW w:w="0" w:type="auto"/>
        <w:tblLook w:val="04A0"/>
      </w:tblPr>
      <w:tblGrid>
        <w:gridCol w:w="5314"/>
        <w:gridCol w:w="5314"/>
      </w:tblGrid>
      <w:tr w:rsidR="004C1136" w:rsidRPr="009D1BBE" w:rsidTr="00F326D5">
        <w:trPr>
          <w:trHeight w:val="850"/>
        </w:trPr>
        <w:tc>
          <w:tcPr>
            <w:tcW w:w="5314" w:type="dxa"/>
            <w:vAlign w:val="center"/>
          </w:tcPr>
          <w:p w:rsidR="004C1136" w:rsidRPr="009D1BBE" w:rsidRDefault="00F326D5" w:rsidP="00F326D5">
            <w:pPr>
              <w:jc w:val="center"/>
              <w:rPr>
                <w:rFonts w:cs="Arial"/>
                <w:color w:val="000000" w:themeColor="text1"/>
                <w:sz w:val="20"/>
              </w:rPr>
            </w:pPr>
            <w:r w:rsidRPr="009D1BBE">
              <w:rPr>
                <w:rFonts w:cs="Arial"/>
                <w:color w:val="000000" w:themeColor="text1"/>
                <w:sz w:val="20"/>
              </w:rPr>
              <w:t>DOCENTE REFERENTE PER LA GARA</w:t>
            </w:r>
          </w:p>
          <w:p w:rsidR="00F326D5" w:rsidRPr="009D1BBE" w:rsidRDefault="00F326D5" w:rsidP="00F326D5">
            <w:pPr>
              <w:ind w:left="360"/>
              <w:jc w:val="center"/>
              <w:rPr>
                <w:rFonts w:cs="Arial"/>
                <w:color w:val="000000" w:themeColor="text1"/>
                <w:sz w:val="20"/>
              </w:rPr>
            </w:pPr>
            <w:r w:rsidRPr="009D1BBE">
              <w:rPr>
                <w:rFonts w:cs="Arial"/>
                <w:color w:val="000000" w:themeColor="text1"/>
                <w:sz w:val="20"/>
              </w:rPr>
              <w:t>Cognome e Nome</w:t>
            </w:r>
          </w:p>
        </w:tc>
        <w:tc>
          <w:tcPr>
            <w:tcW w:w="5314" w:type="dxa"/>
            <w:vAlign w:val="center"/>
          </w:tcPr>
          <w:p w:rsidR="004C1136" w:rsidRPr="009D1BBE" w:rsidRDefault="00F326D5" w:rsidP="00F326D5">
            <w:pPr>
              <w:jc w:val="center"/>
              <w:rPr>
                <w:rFonts w:cs="Arial"/>
                <w:color w:val="000000" w:themeColor="text1"/>
                <w:sz w:val="20"/>
              </w:rPr>
            </w:pPr>
            <w:r w:rsidRPr="009D1BBE">
              <w:rPr>
                <w:rFonts w:cs="Arial"/>
                <w:color w:val="000000" w:themeColor="text1"/>
                <w:sz w:val="20"/>
              </w:rPr>
              <w:t>STUDENTE/STUDENTESSA PARTECIPANTE</w:t>
            </w:r>
          </w:p>
          <w:p w:rsidR="00F326D5" w:rsidRPr="009D1BBE" w:rsidRDefault="00F326D5" w:rsidP="00F326D5">
            <w:pPr>
              <w:jc w:val="center"/>
              <w:rPr>
                <w:rFonts w:cs="Arial"/>
                <w:color w:val="000000" w:themeColor="text1"/>
                <w:sz w:val="20"/>
              </w:rPr>
            </w:pPr>
            <w:r w:rsidRPr="009D1BBE">
              <w:rPr>
                <w:rFonts w:cs="Arial"/>
                <w:color w:val="000000" w:themeColor="text1"/>
                <w:sz w:val="20"/>
              </w:rPr>
              <w:t>Cognome e Nome</w:t>
            </w:r>
          </w:p>
        </w:tc>
      </w:tr>
      <w:tr w:rsidR="004C1136" w:rsidRPr="009D1BBE" w:rsidTr="004C1136">
        <w:trPr>
          <w:trHeight w:val="850"/>
        </w:trPr>
        <w:tc>
          <w:tcPr>
            <w:tcW w:w="5314" w:type="dxa"/>
          </w:tcPr>
          <w:p w:rsidR="004C1136" w:rsidRPr="009D1BBE" w:rsidRDefault="004C1136" w:rsidP="00183473">
            <w:p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5314" w:type="dxa"/>
          </w:tcPr>
          <w:p w:rsidR="004C1136" w:rsidRPr="009D1BBE" w:rsidRDefault="004C1136" w:rsidP="00183473">
            <w:pPr>
              <w:rPr>
                <w:rFonts w:cs="Arial"/>
                <w:color w:val="000000" w:themeColor="text1"/>
                <w:sz w:val="20"/>
              </w:rPr>
            </w:pPr>
          </w:p>
        </w:tc>
      </w:tr>
    </w:tbl>
    <w:p w:rsidR="004C1136" w:rsidRPr="009D1BBE" w:rsidRDefault="004C1136" w:rsidP="00183473">
      <w:pPr>
        <w:rPr>
          <w:rFonts w:cs="Arial"/>
          <w:color w:val="000000" w:themeColor="text1"/>
          <w:sz w:val="20"/>
        </w:rPr>
      </w:pPr>
    </w:p>
    <w:p w:rsidR="00C64890" w:rsidRPr="009D1BBE" w:rsidRDefault="00C64890" w:rsidP="00183473">
      <w:pPr>
        <w:rPr>
          <w:rFonts w:cs="Arial"/>
          <w:color w:val="000000" w:themeColor="text1"/>
          <w:sz w:val="20"/>
        </w:rPr>
      </w:pPr>
    </w:p>
    <w:p w:rsidR="00C64890" w:rsidRPr="009D1BBE" w:rsidRDefault="00C64890" w:rsidP="00183473">
      <w:pPr>
        <w:rPr>
          <w:rFonts w:cs="Arial"/>
          <w:color w:val="000000" w:themeColor="text1"/>
          <w:sz w:val="20"/>
        </w:rPr>
      </w:pP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  <w:t>IL DIRIGENTE SCOLASTICO</w:t>
      </w:r>
    </w:p>
    <w:p w:rsidR="00C64890" w:rsidRPr="009D1BBE" w:rsidRDefault="00C64890" w:rsidP="00183473">
      <w:pPr>
        <w:rPr>
          <w:rFonts w:cs="Arial"/>
          <w:color w:val="000000" w:themeColor="text1"/>
          <w:sz w:val="20"/>
        </w:rPr>
      </w:pP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  <w:t>(Firma e Timbro della Scuola)</w:t>
      </w:r>
    </w:p>
    <w:p w:rsidR="00084B70" w:rsidRPr="009D1BBE" w:rsidRDefault="00084B70" w:rsidP="00183473">
      <w:pPr>
        <w:rPr>
          <w:rFonts w:cs="Arial"/>
          <w:color w:val="000000" w:themeColor="text1"/>
          <w:sz w:val="20"/>
        </w:rPr>
      </w:pPr>
    </w:p>
    <w:p w:rsidR="00084B70" w:rsidRPr="009D1BBE" w:rsidRDefault="00084B70" w:rsidP="00183473">
      <w:pPr>
        <w:rPr>
          <w:rFonts w:cs="Arial"/>
          <w:color w:val="000000" w:themeColor="text1"/>
          <w:sz w:val="20"/>
        </w:rPr>
      </w:pPr>
    </w:p>
    <w:p w:rsidR="00084B70" w:rsidRPr="009D1BBE" w:rsidRDefault="00084B70" w:rsidP="00183473">
      <w:pPr>
        <w:rPr>
          <w:rFonts w:cs="Arial"/>
          <w:color w:val="000000" w:themeColor="text1"/>
          <w:sz w:val="20"/>
        </w:rPr>
      </w:pPr>
      <w:r w:rsidRPr="009D1BBE">
        <w:rPr>
          <w:rFonts w:cs="Arial"/>
          <w:color w:val="000000" w:themeColor="text1"/>
          <w:sz w:val="20"/>
        </w:rPr>
        <w:t>Data _________________________</w:t>
      </w:r>
      <w:r w:rsidR="00043267" w:rsidRPr="009D1BBE">
        <w:rPr>
          <w:rFonts w:cs="Arial"/>
          <w:color w:val="000000" w:themeColor="text1"/>
          <w:sz w:val="20"/>
        </w:rPr>
        <w:t xml:space="preserve">       </w:t>
      </w:r>
      <w:r w:rsidR="00284DD6">
        <w:rPr>
          <w:rFonts w:cs="Arial"/>
          <w:color w:val="000000" w:themeColor="text1"/>
          <w:sz w:val="20"/>
        </w:rPr>
        <w:tab/>
      </w:r>
      <w:r w:rsidR="00284DD6">
        <w:rPr>
          <w:rFonts w:cs="Arial"/>
          <w:color w:val="000000" w:themeColor="text1"/>
          <w:sz w:val="20"/>
        </w:rPr>
        <w:tab/>
      </w:r>
      <w:r w:rsidR="00284DD6">
        <w:rPr>
          <w:rFonts w:cs="Arial"/>
          <w:color w:val="000000" w:themeColor="text1"/>
          <w:sz w:val="20"/>
        </w:rPr>
        <w:tab/>
        <w:t xml:space="preserve">        </w:t>
      </w:r>
      <w:r w:rsidRPr="009D1BBE">
        <w:rPr>
          <w:rFonts w:cs="Arial"/>
          <w:color w:val="000000" w:themeColor="text1"/>
          <w:sz w:val="20"/>
        </w:rPr>
        <w:t>_________________________</w:t>
      </w:r>
      <w:r w:rsidR="00E02D7A" w:rsidRPr="009D1BBE">
        <w:rPr>
          <w:rFonts w:cs="Arial"/>
          <w:color w:val="000000" w:themeColor="text1"/>
          <w:sz w:val="20"/>
        </w:rPr>
        <w:t>__</w:t>
      </w:r>
      <w:r w:rsidRPr="009D1BBE">
        <w:rPr>
          <w:rFonts w:cs="Arial"/>
          <w:color w:val="000000" w:themeColor="text1"/>
          <w:sz w:val="20"/>
        </w:rPr>
        <w:t>__</w:t>
      </w:r>
    </w:p>
    <w:sectPr w:rsidR="00084B70" w:rsidRPr="009D1BBE" w:rsidSect="004C1136">
      <w:headerReference w:type="default" r:id="rId7"/>
      <w:footerReference w:type="default" r:id="rId8"/>
      <w:pgSz w:w="11906" w:h="16838"/>
      <w:pgMar w:top="851" w:right="567" w:bottom="737" w:left="851" w:header="709" w:footer="6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473" w:rsidRDefault="00183473" w:rsidP="007569C0">
      <w:r>
        <w:separator/>
      </w:r>
    </w:p>
  </w:endnote>
  <w:endnote w:type="continuationSeparator" w:id="0">
    <w:p w:rsidR="00183473" w:rsidRDefault="00183473" w:rsidP="00756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73" w:rsidRDefault="00183473" w:rsidP="00B05D2E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</w:p>
  <w:p w:rsidR="00183473" w:rsidRDefault="00183473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>Via Verdi 40 - 31033 Castelfranco Veneto (TV)</w:t>
    </w:r>
    <w:r>
      <w:rPr>
        <w:rFonts w:ascii="Arial Narrow" w:hAnsi="Arial Narrow"/>
        <w:color w:val="993300"/>
        <w:sz w:val="18"/>
        <w:szCs w:val="18"/>
      </w:rPr>
      <w:t xml:space="preserve"> - </w:t>
    </w:r>
    <w:r w:rsidRPr="001019CB">
      <w:rPr>
        <w:rFonts w:ascii="Arial Narrow" w:hAnsi="Arial Narrow"/>
        <w:color w:val="993300"/>
        <w:sz w:val="18"/>
        <w:szCs w:val="18"/>
      </w:rPr>
      <w:t>Tel. 0423.49.10.80 – Fax  0423.49.11.25</w:t>
    </w:r>
  </w:p>
  <w:p w:rsidR="00183473" w:rsidRDefault="00183473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 xml:space="preserve"> e-mail: </w:t>
    </w:r>
    <w:hyperlink r:id="rId1" w:history="1">
      <w:r w:rsidRPr="001019CB">
        <w:rPr>
          <w:rFonts w:ascii="Arial Narrow" w:hAnsi="Arial Narrow"/>
          <w:color w:val="993300"/>
          <w:sz w:val="18"/>
          <w:szCs w:val="18"/>
        </w:rPr>
        <w:t>segreteriamartini@tiscali.it</w:t>
      </w:r>
    </w:hyperlink>
    <w:r>
      <w:rPr>
        <w:rFonts w:ascii="Arial Narrow" w:hAnsi="Arial Narrow"/>
        <w:color w:val="993300"/>
        <w:sz w:val="18"/>
        <w:szCs w:val="18"/>
      </w:rPr>
      <w:t xml:space="preserve"> - </w:t>
    </w:r>
    <w:hyperlink r:id="rId2" w:history="1">
      <w:r w:rsidRPr="001019CB">
        <w:rPr>
          <w:rFonts w:ascii="Arial Narrow" w:hAnsi="Arial Narrow"/>
          <w:color w:val="993300"/>
          <w:sz w:val="18"/>
          <w:szCs w:val="18"/>
        </w:rPr>
        <w:t>www.istitutomartini.tv.it</w:t>
      </w:r>
    </w:hyperlink>
  </w:p>
  <w:p w:rsidR="00183473" w:rsidRPr="00105B9C" w:rsidRDefault="00183473" w:rsidP="00055A2F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  <w:r w:rsidRPr="001019CB">
      <w:rPr>
        <w:rFonts w:ascii="Arial Narrow" w:hAnsi="Arial Narrow"/>
        <w:color w:val="993300"/>
        <w:sz w:val="18"/>
        <w:szCs w:val="18"/>
      </w:rPr>
      <w:t xml:space="preserve">  C.F. 81001990266 -  </w:t>
    </w:r>
    <w:proofErr w:type="spellStart"/>
    <w:r w:rsidRPr="001019CB">
      <w:rPr>
        <w:rFonts w:ascii="Arial Narrow" w:hAnsi="Arial Narrow"/>
        <w:color w:val="993300"/>
        <w:sz w:val="18"/>
        <w:szCs w:val="18"/>
      </w:rPr>
      <w:t>COD.MECC</w:t>
    </w:r>
    <w:proofErr w:type="spellEnd"/>
    <w:r w:rsidRPr="001019CB">
      <w:rPr>
        <w:rFonts w:ascii="Arial Narrow" w:hAnsi="Arial Narrow"/>
        <w:color w:val="993300"/>
        <w:sz w:val="18"/>
        <w:szCs w:val="18"/>
      </w:rPr>
      <w:t>. TVTD04000G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473" w:rsidRDefault="00183473" w:rsidP="007569C0">
      <w:r>
        <w:separator/>
      </w:r>
    </w:p>
  </w:footnote>
  <w:footnote w:type="continuationSeparator" w:id="0">
    <w:p w:rsidR="00183473" w:rsidRDefault="00183473" w:rsidP="007569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418"/>
      <w:gridCol w:w="6946"/>
      <w:gridCol w:w="1275"/>
    </w:tblGrid>
    <w:tr w:rsidR="00B16DA9" w:rsidRPr="00483608" w:rsidTr="00A44688">
      <w:trPr>
        <w:cantSplit/>
        <w:trHeight w:val="1438"/>
      </w:trPr>
      <w:tc>
        <w:tcPr>
          <w:tcW w:w="1418" w:type="dxa"/>
          <w:tcBorders>
            <w:bottom w:val="nil"/>
          </w:tcBorders>
          <w:vAlign w:val="center"/>
        </w:tcPr>
        <w:p w:rsidR="00B16DA9" w:rsidRDefault="00B16DA9" w:rsidP="00A44688">
          <w:pPr>
            <w:pStyle w:val="Intestazione"/>
            <w:tabs>
              <w:tab w:val="left" w:pos="1910"/>
            </w:tabs>
            <w:ind w:right="290"/>
            <w:jc w:val="center"/>
          </w:pPr>
          <w:r>
            <w:rPr>
              <w:noProof/>
            </w:rPr>
            <w:drawing>
              <wp:inline distT="0" distB="0" distL="0" distR="0">
                <wp:extent cx="809625" cy="990600"/>
                <wp:effectExtent l="19050" t="0" r="9525" b="0"/>
                <wp:docPr id="3" name="Immagine 1" descr="New_Marti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ew_Marti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6" w:type="dxa"/>
          <w:tcBorders>
            <w:bottom w:val="nil"/>
          </w:tcBorders>
        </w:tcPr>
        <w:p w:rsidR="00B16DA9" w:rsidRPr="00681CBA" w:rsidRDefault="00B16DA9" w:rsidP="00A44688">
          <w:pPr>
            <w:pStyle w:val="Titolo"/>
            <w:spacing w:before="80"/>
            <w:rPr>
              <w:szCs w:val="24"/>
            </w:rPr>
          </w:pPr>
          <w:r w:rsidRPr="00681CBA">
            <w:rPr>
              <w:szCs w:val="24"/>
            </w:rPr>
            <w:t>Istituto Tecnico Statale Commerciale e per Geometri</w:t>
          </w:r>
        </w:p>
        <w:p w:rsidR="00B16DA9" w:rsidRPr="00681CBA" w:rsidRDefault="00B16DA9" w:rsidP="00A44688">
          <w:pPr>
            <w:pStyle w:val="Titolo"/>
            <w:spacing w:before="80"/>
            <w:rPr>
              <w:szCs w:val="24"/>
            </w:rPr>
          </w:pPr>
          <w:r w:rsidRPr="00681CBA">
            <w:rPr>
              <w:szCs w:val="24"/>
            </w:rPr>
            <w:t>“ARTURO MARTINI”</w:t>
          </w:r>
        </w:p>
        <w:p w:rsidR="00B16DA9" w:rsidRPr="00F35D6F" w:rsidRDefault="00B16DA9" w:rsidP="00A44688">
          <w:pPr>
            <w:pStyle w:val="Corpodeltesto2"/>
            <w:spacing w:before="80"/>
            <w:rPr>
              <w:rFonts w:ascii="Tahoma" w:hAnsi="Tahoma" w:cs="Tahoma"/>
              <w:b/>
              <w:color w:val="632423"/>
              <w:sz w:val="18"/>
              <w:szCs w:val="18"/>
            </w:rPr>
          </w:pPr>
          <w:r w:rsidRPr="00F35D6F">
            <w:rPr>
              <w:rFonts w:ascii="Tahoma" w:hAnsi="Tahoma" w:cs="Tahoma"/>
              <w:b/>
              <w:color w:val="632423"/>
              <w:sz w:val="18"/>
              <w:szCs w:val="18"/>
            </w:rPr>
            <w:t>AMMINISTRAZIONE, FINANZA E MARKETING</w:t>
          </w:r>
        </w:p>
        <w:p w:rsidR="00B16DA9" w:rsidRPr="00F35D6F" w:rsidRDefault="00B16DA9" w:rsidP="00A44688">
          <w:pPr>
            <w:pStyle w:val="Corpodeltesto2"/>
            <w:spacing w:before="40"/>
            <w:rPr>
              <w:rFonts w:ascii="Tahoma" w:hAnsi="Tahoma" w:cs="Tahoma"/>
              <w:b/>
              <w:color w:val="632423"/>
              <w:sz w:val="18"/>
              <w:szCs w:val="18"/>
            </w:rPr>
          </w:pPr>
          <w:r w:rsidRPr="00F35D6F">
            <w:rPr>
              <w:rFonts w:ascii="Tahoma" w:hAnsi="Tahoma" w:cs="Tahoma"/>
              <w:b/>
              <w:color w:val="632423"/>
              <w:sz w:val="18"/>
              <w:szCs w:val="18"/>
            </w:rPr>
            <w:t>COSTRUZIONI, AMBIENTE E TERRITORIO</w:t>
          </w:r>
        </w:p>
        <w:p w:rsidR="00B16DA9" w:rsidRPr="00681CBA" w:rsidRDefault="00B16DA9" w:rsidP="00A44688">
          <w:pPr>
            <w:pStyle w:val="Titolo"/>
            <w:spacing w:before="40"/>
            <w:rPr>
              <w:rFonts w:ascii="Tahoma" w:hAnsi="Tahoma" w:cs="Tahoma"/>
              <w:color w:val="632423"/>
              <w:sz w:val="20"/>
            </w:rPr>
          </w:pPr>
          <w:r w:rsidRPr="00681CBA">
            <w:rPr>
              <w:rFonts w:ascii="Tahoma" w:hAnsi="Tahoma" w:cs="Tahoma"/>
              <w:color w:val="632423"/>
              <w:sz w:val="18"/>
              <w:szCs w:val="18"/>
            </w:rPr>
            <w:t>TURISMO</w:t>
          </w:r>
        </w:p>
      </w:tc>
      <w:tc>
        <w:tcPr>
          <w:tcW w:w="1275" w:type="dxa"/>
          <w:tcBorders>
            <w:bottom w:val="nil"/>
          </w:tcBorders>
          <w:vAlign w:val="center"/>
        </w:tcPr>
        <w:p w:rsidR="00B16DA9" w:rsidRPr="00483608" w:rsidRDefault="00B16DA9" w:rsidP="00A44688">
          <w:pPr>
            <w:jc w:val="center"/>
            <w:rPr>
              <w:rFonts w:ascii="Tahoma" w:hAnsi="Tahoma" w:cs="Tahoma"/>
              <w:sz w:val="28"/>
            </w:rPr>
          </w:pPr>
          <w:r>
            <w:rPr>
              <w:noProof/>
            </w:rPr>
            <w:drawing>
              <wp:inline distT="0" distB="0" distL="0" distR="0">
                <wp:extent cx="581025" cy="581025"/>
                <wp:effectExtent l="19050" t="0" r="9525" b="0"/>
                <wp:docPr id="4" name="Immagine 2" descr="logo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16DA9" w:rsidRDefault="00B16DA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65FF"/>
    <w:multiLevelType w:val="hybridMultilevel"/>
    <w:tmpl w:val="56D2218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312CD"/>
    <w:multiLevelType w:val="hybridMultilevel"/>
    <w:tmpl w:val="F3F45D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8172F"/>
    <w:multiLevelType w:val="hybridMultilevel"/>
    <w:tmpl w:val="A1D6FC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D2A84"/>
    <w:multiLevelType w:val="hybridMultilevel"/>
    <w:tmpl w:val="7260382A"/>
    <w:lvl w:ilvl="0" w:tplc="1DD617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7098F"/>
    <w:multiLevelType w:val="hybridMultilevel"/>
    <w:tmpl w:val="16D670A8"/>
    <w:lvl w:ilvl="0" w:tplc="418AC3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8C07AA"/>
    <w:multiLevelType w:val="hybridMultilevel"/>
    <w:tmpl w:val="9EE411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191A46"/>
    <w:multiLevelType w:val="hybridMultilevel"/>
    <w:tmpl w:val="8B0E2C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F45FD"/>
    <w:multiLevelType w:val="hybridMultilevel"/>
    <w:tmpl w:val="BFB88BEA"/>
    <w:lvl w:ilvl="0" w:tplc="9CE697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F27655"/>
    <w:multiLevelType w:val="hybridMultilevel"/>
    <w:tmpl w:val="DB909E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CB4C00"/>
    <w:multiLevelType w:val="hybridMultilevel"/>
    <w:tmpl w:val="00C83BA8"/>
    <w:lvl w:ilvl="0" w:tplc="05FCD7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9214B8"/>
    <w:multiLevelType w:val="hybridMultilevel"/>
    <w:tmpl w:val="4C50177E"/>
    <w:lvl w:ilvl="0" w:tplc="04100005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1">
    <w:nsid w:val="627B5BEE"/>
    <w:multiLevelType w:val="hybridMultilevel"/>
    <w:tmpl w:val="0F06D77E"/>
    <w:lvl w:ilvl="0" w:tplc="9ED26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071564"/>
    <w:multiLevelType w:val="hybridMultilevel"/>
    <w:tmpl w:val="32F67352"/>
    <w:lvl w:ilvl="0" w:tplc="BF3280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74004F"/>
    <w:multiLevelType w:val="hybridMultilevel"/>
    <w:tmpl w:val="7528F94C"/>
    <w:lvl w:ilvl="0" w:tplc="A08CA38A">
      <w:start w:val="3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7460603B"/>
    <w:multiLevelType w:val="hybridMultilevel"/>
    <w:tmpl w:val="E018747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696FED"/>
    <w:multiLevelType w:val="hybridMultilevel"/>
    <w:tmpl w:val="7324A5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A05B9B"/>
    <w:multiLevelType w:val="hybridMultilevel"/>
    <w:tmpl w:val="019288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5"/>
  </w:num>
  <w:num w:numId="5">
    <w:abstractNumId w:val="5"/>
  </w:num>
  <w:num w:numId="6">
    <w:abstractNumId w:val="7"/>
  </w:num>
  <w:num w:numId="7">
    <w:abstractNumId w:val="2"/>
  </w:num>
  <w:num w:numId="8">
    <w:abstractNumId w:val="14"/>
  </w:num>
  <w:num w:numId="9">
    <w:abstractNumId w:val="6"/>
  </w:num>
  <w:num w:numId="10">
    <w:abstractNumId w:val="0"/>
  </w:num>
  <w:num w:numId="11">
    <w:abstractNumId w:val="16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</w:num>
  <w:num w:numId="16">
    <w:abstractNumId w:val="3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7973B2"/>
    <w:rsid w:val="00005C81"/>
    <w:rsid w:val="00012E88"/>
    <w:rsid w:val="00012E95"/>
    <w:rsid w:val="000153FF"/>
    <w:rsid w:val="0001705D"/>
    <w:rsid w:val="00021221"/>
    <w:rsid w:val="0002198C"/>
    <w:rsid w:val="00026A3D"/>
    <w:rsid w:val="00027789"/>
    <w:rsid w:val="00041544"/>
    <w:rsid w:val="00042864"/>
    <w:rsid w:val="00043267"/>
    <w:rsid w:val="00045C2D"/>
    <w:rsid w:val="000521F5"/>
    <w:rsid w:val="00055A2F"/>
    <w:rsid w:val="00064962"/>
    <w:rsid w:val="00075416"/>
    <w:rsid w:val="00081CC8"/>
    <w:rsid w:val="00084B70"/>
    <w:rsid w:val="00092BD6"/>
    <w:rsid w:val="000E070D"/>
    <w:rsid w:val="000F3AF7"/>
    <w:rsid w:val="001019CB"/>
    <w:rsid w:val="00104A15"/>
    <w:rsid w:val="00105B9C"/>
    <w:rsid w:val="0012164D"/>
    <w:rsid w:val="00127D19"/>
    <w:rsid w:val="0013367A"/>
    <w:rsid w:val="00135483"/>
    <w:rsid w:val="0013682B"/>
    <w:rsid w:val="0013682F"/>
    <w:rsid w:val="00151A56"/>
    <w:rsid w:val="001605B0"/>
    <w:rsid w:val="00163FE3"/>
    <w:rsid w:val="00183473"/>
    <w:rsid w:val="001843F6"/>
    <w:rsid w:val="00191A76"/>
    <w:rsid w:val="001A2624"/>
    <w:rsid w:val="001A51D5"/>
    <w:rsid w:val="001B431F"/>
    <w:rsid w:val="001D0007"/>
    <w:rsid w:val="001D359E"/>
    <w:rsid w:val="001D7EA4"/>
    <w:rsid w:val="001E2FE1"/>
    <w:rsid w:val="0020222F"/>
    <w:rsid w:val="002041C9"/>
    <w:rsid w:val="002047B3"/>
    <w:rsid w:val="00214B66"/>
    <w:rsid w:val="0021782D"/>
    <w:rsid w:val="00250813"/>
    <w:rsid w:val="0026041B"/>
    <w:rsid w:val="002621B7"/>
    <w:rsid w:val="00274CBB"/>
    <w:rsid w:val="002771F7"/>
    <w:rsid w:val="00284DD6"/>
    <w:rsid w:val="00285FC1"/>
    <w:rsid w:val="00290180"/>
    <w:rsid w:val="00297E0B"/>
    <w:rsid w:val="002A4A32"/>
    <w:rsid w:val="002A4B95"/>
    <w:rsid w:val="002D1AC4"/>
    <w:rsid w:val="002E4AF9"/>
    <w:rsid w:val="002F114A"/>
    <w:rsid w:val="002F28E3"/>
    <w:rsid w:val="00313E38"/>
    <w:rsid w:val="00314A5A"/>
    <w:rsid w:val="00315CC7"/>
    <w:rsid w:val="003366BC"/>
    <w:rsid w:val="00377898"/>
    <w:rsid w:val="00382825"/>
    <w:rsid w:val="003844C0"/>
    <w:rsid w:val="00391A74"/>
    <w:rsid w:val="003A3E8C"/>
    <w:rsid w:val="003B3020"/>
    <w:rsid w:val="003B7189"/>
    <w:rsid w:val="003C0BEC"/>
    <w:rsid w:val="003D311B"/>
    <w:rsid w:val="003D4A23"/>
    <w:rsid w:val="003E3333"/>
    <w:rsid w:val="003F543D"/>
    <w:rsid w:val="003F6172"/>
    <w:rsid w:val="00400C57"/>
    <w:rsid w:val="00401746"/>
    <w:rsid w:val="004040E6"/>
    <w:rsid w:val="00410F7A"/>
    <w:rsid w:val="00411090"/>
    <w:rsid w:val="004120E7"/>
    <w:rsid w:val="00412F32"/>
    <w:rsid w:val="004131A5"/>
    <w:rsid w:val="00425A16"/>
    <w:rsid w:val="00427D71"/>
    <w:rsid w:val="00427DFF"/>
    <w:rsid w:val="0043574D"/>
    <w:rsid w:val="00436A19"/>
    <w:rsid w:val="00440C4C"/>
    <w:rsid w:val="004461EF"/>
    <w:rsid w:val="00464C13"/>
    <w:rsid w:val="00466E71"/>
    <w:rsid w:val="00471C3B"/>
    <w:rsid w:val="00471F30"/>
    <w:rsid w:val="00482EC0"/>
    <w:rsid w:val="00483608"/>
    <w:rsid w:val="0049491C"/>
    <w:rsid w:val="004A3C44"/>
    <w:rsid w:val="004B0D51"/>
    <w:rsid w:val="004B18C0"/>
    <w:rsid w:val="004C1136"/>
    <w:rsid w:val="004C7586"/>
    <w:rsid w:val="004D193C"/>
    <w:rsid w:val="004D68D2"/>
    <w:rsid w:val="004D6E2B"/>
    <w:rsid w:val="004E569A"/>
    <w:rsid w:val="004F15EA"/>
    <w:rsid w:val="004F4572"/>
    <w:rsid w:val="005016B0"/>
    <w:rsid w:val="005042E5"/>
    <w:rsid w:val="005072F6"/>
    <w:rsid w:val="00507703"/>
    <w:rsid w:val="00510CF1"/>
    <w:rsid w:val="005166AB"/>
    <w:rsid w:val="005170C6"/>
    <w:rsid w:val="00530AEF"/>
    <w:rsid w:val="00534770"/>
    <w:rsid w:val="00536BAE"/>
    <w:rsid w:val="00541BCA"/>
    <w:rsid w:val="005424B6"/>
    <w:rsid w:val="005434E5"/>
    <w:rsid w:val="00545B3F"/>
    <w:rsid w:val="00566F8C"/>
    <w:rsid w:val="005778B9"/>
    <w:rsid w:val="00591098"/>
    <w:rsid w:val="005A0449"/>
    <w:rsid w:val="005A2D16"/>
    <w:rsid w:val="005B4EF4"/>
    <w:rsid w:val="005E2762"/>
    <w:rsid w:val="005E7A60"/>
    <w:rsid w:val="005F2D08"/>
    <w:rsid w:val="005F42C2"/>
    <w:rsid w:val="005F7989"/>
    <w:rsid w:val="0061061F"/>
    <w:rsid w:val="00614597"/>
    <w:rsid w:val="00633B7B"/>
    <w:rsid w:val="00636781"/>
    <w:rsid w:val="00636D01"/>
    <w:rsid w:val="006370D0"/>
    <w:rsid w:val="006419D5"/>
    <w:rsid w:val="0065098F"/>
    <w:rsid w:val="00657F92"/>
    <w:rsid w:val="0066342A"/>
    <w:rsid w:val="00665667"/>
    <w:rsid w:val="006718C0"/>
    <w:rsid w:val="006810AE"/>
    <w:rsid w:val="00681CBA"/>
    <w:rsid w:val="00683770"/>
    <w:rsid w:val="006842E5"/>
    <w:rsid w:val="00696084"/>
    <w:rsid w:val="006B163E"/>
    <w:rsid w:val="006C5B58"/>
    <w:rsid w:val="006D05EC"/>
    <w:rsid w:val="006E2FA9"/>
    <w:rsid w:val="006E3671"/>
    <w:rsid w:val="006E3ACB"/>
    <w:rsid w:val="00702FA5"/>
    <w:rsid w:val="007033D1"/>
    <w:rsid w:val="00706347"/>
    <w:rsid w:val="00706F4E"/>
    <w:rsid w:val="00724798"/>
    <w:rsid w:val="00725242"/>
    <w:rsid w:val="007305CF"/>
    <w:rsid w:val="00734E41"/>
    <w:rsid w:val="00742761"/>
    <w:rsid w:val="0074526C"/>
    <w:rsid w:val="007569C0"/>
    <w:rsid w:val="007672C5"/>
    <w:rsid w:val="00791693"/>
    <w:rsid w:val="007973B2"/>
    <w:rsid w:val="007A7663"/>
    <w:rsid w:val="007B1DDE"/>
    <w:rsid w:val="007C2E02"/>
    <w:rsid w:val="007C60B2"/>
    <w:rsid w:val="007D516E"/>
    <w:rsid w:val="007D53D9"/>
    <w:rsid w:val="007E28D9"/>
    <w:rsid w:val="007E2AC2"/>
    <w:rsid w:val="007E3C8B"/>
    <w:rsid w:val="007F0709"/>
    <w:rsid w:val="007F5214"/>
    <w:rsid w:val="0081706D"/>
    <w:rsid w:val="00823FD0"/>
    <w:rsid w:val="00842746"/>
    <w:rsid w:val="0084343D"/>
    <w:rsid w:val="0084646F"/>
    <w:rsid w:val="00846E52"/>
    <w:rsid w:val="00847CCA"/>
    <w:rsid w:val="00863775"/>
    <w:rsid w:val="00864CCA"/>
    <w:rsid w:val="00873AA7"/>
    <w:rsid w:val="00884EA6"/>
    <w:rsid w:val="00890F19"/>
    <w:rsid w:val="008A18EC"/>
    <w:rsid w:val="008A261B"/>
    <w:rsid w:val="008B4BFE"/>
    <w:rsid w:val="008C06DA"/>
    <w:rsid w:val="008E24F3"/>
    <w:rsid w:val="008E4638"/>
    <w:rsid w:val="008E61C0"/>
    <w:rsid w:val="008F4199"/>
    <w:rsid w:val="009048C2"/>
    <w:rsid w:val="0091594A"/>
    <w:rsid w:val="00925EF5"/>
    <w:rsid w:val="00927794"/>
    <w:rsid w:val="009533B4"/>
    <w:rsid w:val="0095589E"/>
    <w:rsid w:val="009604B1"/>
    <w:rsid w:val="00961CC1"/>
    <w:rsid w:val="009704F0"/>
    <w:rsid w:val="009752F7"/>
    <w:rsid w:val="00976FE4"/>
    <w:rsid w:val="00981779"/>
    <w:rsid w:val="00994D39"/>
    <w:rsid w:val="009A6787"/>
    <w:rsid w:val="009D1BBE"/>
    <w:rsid w:val="009F023B"/>
    <w:rsid w:val="009F36F3"/>
    <w:rsid w:val="009F4E74"/>
    <w:rsid w:val="009F599C"/>
    <w:rsid w:val="009F68D8"/>
    <w:rsid w:val="00A037F0"/>
    <w:rsid w:val="00A038DB"/>
    <w:rsid w:val="00A11545"/>
    <w:rsid w:val="00A17CE5"/>
    <w:rsid w:val="00A27EF5"/>
    <w:rsid w:val="00A51A0C"/>
    <w:rsid w:val="00A74B88"/>
    <w:rsid w:val="00A74DE4"/>
    <w:rsid w:val="00A8197B"/>
    <w:rsid w:val="00A82A18"/>
    <w:rsid w:val="00AB0B93"/>
    <w:rsid w:val="00AB6FA6"/>
    <w:rsid w:val="00AC51D7"/>
    <w:rsid w:val="00AC7E1E"/>
    <w:rsid w:val="00AC7E6E"/>
    <w:rsid w:val="00AD47BC"/>
    <w:rsid w:val="00AE5D7A"/>
    <w:rsid w:val="00B05D2E"/>
    <w:rsid w:val="00B16DA9"/>
    <w:rsid w:val="00B33682"/>
    <w:rsid w:val="00B35BD3"/>
    <w:rsid w:val="00B377C7"/>
    <w:rsid w:val="00B54A3B"/>
    <w:rsid w:val="00B75EC5"/>
    <w:rsid w:val="00B77FC7"/>
    <w:rsid w:val="00B821BC"/>
    <w:rsid w:val="00B83FB9"/>
    <w:rsid w:val="00B91476"/>
    <w:rsid w:val="00B95B4D"/>
    <w:rsid w:val="00B971F9"/>
    <w:rsid w:val="00BA3B34"/>
    <w:rsid w:val="00BA7E37"/>
    <w:rsid w:val="00BB18A2"/>
    <w:rsid w:val="00BB623A"/>
    <w:rsid w:val="00BC047C"/>
    <w:rsid w:val="00BC11A0"/>
    <w:rsid w:val="00BE2EFE"/>
    <w:rsid w:val="00C04F6A"/>
    <w:rsid w:val="00C11841"/>
    <w:rsid w:val="00C121D8"/>
    <w:rsid w:val="00C13D70"/>
    <w:rsid w:val="00C268AD"/>
    <w:rsid w:val="00C433E2"/>
    <w:rsid w:val="00C45A6D"/>
    <w:rsid w:val="00C570B0"/>
    <w:rsid w:val="00C64890"/>
    <w:rsid w:val="00C66BEA"/>
    <w:rsid w:val="00C80C05"/>
    <w:rsid w:val="00C81626"/>
    <w:rsid w:val="00CA21A6"/>
    <w:rsid w:val="00CA3073"/>
    <w:rsid w:val="00CA4A34"/>
    <w:rsid w:val="00CB040A"/>
    <w:rsid w:val="00CB673E"/>
    <w:rsid w:val="00CB6BF3"/>
    <w:rsid w:val="00CD2BFC"/>
    <w:rsid w:val="00CD42AD"/>
    <w:rsid w:val="00CD437C"/>
    <w:rsid w:val="00CD4E30"/>
    <w:rsid w:val="00CD62CA"/>
    <w:rsid w:val="00CE463B"/>
    <w:rsid w:val="00CE4AC4"/>
    <w:rsid w:val="00CF6166"/>
    <w:rsid w:val="00D01E3B"/>
    <w:rsid w:val="00D025A1"/>
    <w:rsid w:val="00D050B1"/>
    <w:rsid w:val="00D070C6"/>
    <w:rsid w:val="00D33C34"/>
    <w:rsid w:val="00D41107"/>
    <w:rsid w:val="00D53B77"/>
    <w:rsid w:val="00D72CC7"/>
    <w:rsid w:val="00D7300C"/>
    <w:rsid w:val="00D77B65"/>
    <w:rsid w:val="00D82AEC"/>
    <w:rsid w:val="00D84FC2"/>
    <w:rsid w:val="00D87DA6"/>
    <w:rsid w:val="00D95AC8"/>
    <w:rsid w:val="00DA2394"/>
    <w:rsid w:val="00DA5567"/>
    <w:rsid w:val="00DB6EF9"/>
    <w:rsid w:val="00DC2EC5"/>
    <w:rsid w:val="00DD702B"/>
    <w:rsid w:val="00DE1ABB"/>
    <w:rsid w:val="00E02D7A"/>
    <w:rsid w:val="00E05F9F"/>
    <w:rsid w:val="00E0637F"/>
    <w:rsid w:val="00E10B33"/>
    <w:rsid w:val="00E31902"/>
    <w:rsid w:val="00E33EC2"/>
    <w:rsid w:val="00E341C1"/>
    <w:rsid w:val="00E34D49"/>
    <w:rsid w:val="00E44A89"/>
    <w:rsid w:val="00E57C78"/>
    <w:rsid w:val="00E67262"/>
    <w:rsid w:val="00E70C5F"/>
    <w:rsid w:val="00E73ABD"/>
    <w:rsid w:val="00E76374"/>
    <w:rsid w:val="00E87D6E"/>
    <w:rsid w:val="00E938AF"/>
    <w:rsid w:val="00EB29C2"/>
    <w:rsid w:val="00EC5080"/>
    <w:rsid w:val="00ED23D8"/>
    <w:rsid w:val="00EE1CF6"/>
    <w:rsid w:val="00EE29E8"/>
    <w:rsid w:val="00EF119B"/>
    <w:rsid w:val="00EF41DF"/>
    <w:rsid w:val="00F032A4"/>
    <w:rsid w:val="00F14C06"/>
    <w:rsid w:val="00F24862"/>
    <w:rsid w:val="00F326D5"/>
    <w:rsid w:val="00F32A86"/>
    <w:rsid w:val="00F34E3D"/>
    <w:rsid w:val="00F35D6F"/>
    <w:rsid w:val="00F5057C"/>
    <w:rsid w:val="00F51BA2"/>
    <w:rsid w:val="00F56D55"/>
    <w:rsid w:val="00F56F8B"/>
    <w:rsid w:val="00F64211"/>
    <w:rsid w:val="00F72DFB"/>
    <w:rsid w:val="00F7380B"/>
    <w:rsid w:val="00F87724"/>
    <w:rsid w:val="00F93A23"/>
    <w:rsid w:val="00F941C4"/>
    <w:rsid w:val="00F96439"/>
    <w:rsid w:val="00FA2768"/>
    <w:rsid w:val="00FA3DFB"/>
    <w:rsid w:val="00FB2C18"/>
    <w:rsid w:val="00FB5710"/>
    <w:rsid w:val="00FD1865"/>
    <w:rsid w:val="00FE0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F36F3"/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rsid w:val="00E938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938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E0637F"/>
    <w:pPr>
      <w:keepNext/>
      <w:ind w:left="4248" w:firstLine="708"/>
      <w:jc w:val="both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9F36F3"/>
    <w:pPr>
      <w:jc w:val="center"/>
    </w:pPr>
    <w:rPr>
      <w:b/>
    </w:rPr>
  </w:style>
  <w:style w:type="paragraph" w:styleId="Corpodeltesto2">
    <w:name w:val="Body Text 2"/>
    <w:basedOn w:val="Normale"/>
    <w:rsid w:val="009F36F3"/>
    <w:pPr>
      <w:jc w:val="center"/>
    </w:pPr>
  </w:style>
  <w:style w:type="character" w:styleId="Collegamentoipertestuale">
    <w:name w:val="Hyperlink"/>
    <w:rsid w:val="009F36F3"/>
    <w:rPr>
      <w:color w:val="0000FF"/>
      <w:u w:val="single"/>
    </w:rPr>
  </w:style>
  <w:style w:type="paragraph" w:styleId="Intestazione">
    <w:name w:val="header"/>
    <w:basedOn w:val="Normale"/>
    <w:rsid w:val="00135483"/>
    <w:pPr>
      <w:tabs>
        <w:tab w:val="center" w:pos="4819"/>
        <w:tab w:val="right" w:pos="9638"/>
      </w:tabs>
    </w:pPr>
    <w:rPr>
      <w:rFonts w:ascii="Times New Roman" w:hAnsi="Times New Roman"/>
      <w:szCs w:val="24"/>
    </w:rPr>
  </w:style>
  <w:style w:type="table" w:styleId="Grigliatabella">
    <w:name w:val="Table Grid"/>
    <w:basedOn w:val="Tabellanormale"/>
    <w:rsid w:val="00D82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7Carattere">
    <w:name w:val="Titolo 7 Carattere"/>
    <w:link w:val="Titolo7"/>
    <w:rsid w:val="00E0637F"/>
    <w:rPr>
      <w:rFonts w:ascii="Arial" w:hAnsi="Arial" w:cs="Arial"/>
      <w:sz w:val="24"/>
    </w:rPr>
  </w:style>
  <w:style w:type="paragraph" w:customStyle="1" w:styleId="Aaoeeu">
    <w:name w:val="Aaoeeu"/>
    <w:rsid w:val="00E0637F"/>
    <w:pPr>
      <w:widowControl w:val="0"/>
    </w:pPr>
    <w:rPr>
      <w:lang w:val="en-US"/>
    </w:rPr>
  </w:style>
  <w:style w:type="character" w:customStyle="1" w:styleId="Titolo1Carattere">
    <w:name w:val="Titolo 1 Carattere"/>
    <w:link w:val="Titolo1"/>
    <w:rsid w:val="00E938A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rsid w:val="00E938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ltesto">
    <w:name w:val="Body Text"/>
    <w:basedOn w:val="Normale"/>
    <w:link w:val="CorpodeltestoCarattere"/>
    <w:rsid w:val="00E938AF"/>
    <w:pPr>
      <w:spacing w:after="120"/>
    </w:pPr>
  </w:style>
  <w:style w:type="character" w:customStyle="1" w:styleId="CorpodeltestoCarattere">
    <w:name w:val="Corpo del testo Carattere"/>
    <w:link w:val="Corpodeltesto"/>
    <w:rsid w:val="00E938AF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rsid w:val="007569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7569C0"/>
    <w:rPr>
      <w:rFonts w:ascii="Arial" w:hAnsi="Arial"/>
      <w:sz w:val="24"/>
    </w:rPr>
  </w:style>
  <w:style w:type="character" w:customStyle="1" w:styleId="TitoloCarattere">
    <w:name w:val="Titolo Carattere"/>
    <w:link w:val="Titolo"/>
    <w:uiPriority w:val="99"/>
    <w:rsid w:val="001019CB"/>
    <w:rPr>
      <w:rFonts w:ascii="Arial" w:hAnsi="Arial"/>
      <w:b/>
      <w:sz w:val="24"/>
    </w:rPr>
  </w:style>
  <w:style w:type="paragraph" w:styleId="Rientrocorpodeltesto">
    <w:name w:val="Body Text Indent"/>
    <w:basedOn w:val="Normale"/>
    <w:link w:val="RientrocorpodeltestoCarattere"/>
    <w:rsid w:val="00CF6166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CF6166"/>
    <w:rPr>
      <w:rFonts w:ascii="Arial" w:hAnsi="Arial"/>
      <w:sz w:val="24"/>
    </w:rPr>
  </w:style>
  <w:style w:type="paragraph" w:customStyle="1" w:styleId="Default">
    <w:name w:val="Default"/>
    <w:rsid w:val="009F68D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055A2F"/>
    <w:rPr>
      <w:i/>
      <w:iCs/>
      <w:color w:val="808080"/>
    </w:rPr>
  </w:style>
  <w:style w:type="paragraph" w:styleId="Testofumetto">
    <w:name w:val="Balloon Text"/>
    <w:basedOn w:val="Normale"/>
    <w:link w:val="TestofumettoCarattere"/>
    <w:rsid w:val="006B163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B163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326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titutomartini.tv.it" TargetMode="External"/><Relationship Id="rId1" Type="http://schemas.openxmlformats.org/officeDocument/2006/relationships/hyperlink" Target="mailto:segreteriamartini@tiscali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t4\Desktop\INTESTAZION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</Template>
  <TotalTime>17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Statale Commerciale e per Geometri “A</vt:lpstr>
    </vt:vector>
  </TitlesOfParts>
  <Company>Martini</Company>
  <LinksUpToDate>false</LinksUpToDate>
  <CharactersWithSpaces>778</CharactersWithSpaces>
  <SharedDoc>false</SharedDoc>
  <HLinks>
    <vt:vector size="12" baseType="variant">
      <vt:variant>
        <vt:i4>458778</vt:i4>
      </vt:variant>
      <vt:variant>
        <vt:i4>3</vt:i4>
      </vt:variant>
      <vt:variant>
        <vt:i4>0</vt:i4>
      </vt:variant>
      <vt:variant>
        <vt:i4>5</vt:i4>
      </vt:variant>
      <vt:variant>
        <vt:lpwstr>http://www.istitutomartini.tv.it/</vt:lpwstr>
      </vt:variant>
      <vt:variant>
        <vt:lpwstr/>
      </vt:variant>
      <vt:variant>
        <vt:i4>6684745</vt:i4>
      </vt:variant>
      <vt:variant>
        <vt:i4>0</vt:i4>
      </vt:variant>
      <vt:variant>
        <vt:i4>0</vt:i4>
      </vt:variant>
      <vt:variant>
        <vt:i4>5</vt:i4>
      </vt:variant>
      <vt:variant>
        <vt:lpwstr>mailto:segreteriamartini@tiscali.it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Statale Commerciale e per Geometri “A</dc:title>
  <dc:creator>cont4</dc:creator>
  <cp:lastModifiedBy>cont2</cp:lastModifiedBy>
  <cp:revision>17</cp:revision>
  <cp:lastPrinted>2012-11-21T10:36:00Z</cp:lastPrinted>
  <dcterms:created xsi:type="dcterms:W3CDTF">2012-11-20T12:09:00Z</dcterms:created>
  <dcterms:modified xsi:type="dcterms:W3CDTF">2012-12-03T09:04:00Z</dcterms:modified>
</cp:coreProperties>
</file>