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34" w:rsidRPr="00B55B59" w:rsidRDefault="001714A7" w:rsidP="0070677A">
      <w:pPr>
        <w:pStyle w:val="Titolo"/>
        <w:tabs>
          <w:tab w:val="left" w:pos="1276"/>
        </w:tabs>
        <w:jc w:val="left"/>
        <w:rPr>
          <w:rFonts w:ascii="Verdana" w:hAnsi="Verdana" w:cs="Arial"/>
          <w:noProof/>
          <w:color w:val="aut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-240030</wp:posOffset>
            </wp:positionV>
            <wp:extent cx="1200150" cy="923925"/>
            <wp:effectExtent l="19050" t="0" r="0" b="0"/>
            <wp:wrapSquare wrapText="bothSides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</w:t>
      </w:r>
      <w:r w:rsidR="00B55B59">
        <w:t xml:space="preserve">             </w:t>
      </w:r>
      <w:r>
        <w:t xml:space="preserve">  </w:t>
      </w:r>
      <w:proofErr w:type="spellStart"/>
      <w:r w:rsidRPr="00B55B59">
        <w:rPr>
          <w:sz w:val="24"/>
          <w:szCs w:val="24"/>
        </w:rPr>
        <w:t>A.N.I.S.N.</w:t>
      </w:r>
      <w:proofErr w:type="spellEnd"/>
      <w:r w:rsidRPr="00B55B59">
        <w:rPr>
          <w:sz w:val="24"/>
          <w:szCs w:val="24"/>
        </w:rPr>
        <w:t xml:space="preserve">   </w:t>
      </w:r>
      <w:r w:rsidR="00B55B59">
        <w:rPr>
          <w:sz w:val="24"/>
          <w:szCs w:val="24"/>
        </w:rPr>
        <w:t xml:space="preserve"> </w:t>
      </w:r>
      <w:r w:rsidRPr="00B55B59">
        <w:rPr>
          <w:sz w:val="24"/>
          <w:szCs w:val="24"/>
        </w:rPr>
        <w:t xml:space="preserve"> MARCHE</w:t>
      </w:r>
    </w:p>
    <w:p w:rsidR="00A75AF8" w:rsidRDefault="00A75AF8" w:rsidP="0070677A">
      <w:pPr>
        <w:pStyle w:val="Titolo"/>
        <w:tabs>
          <w:tab w:val="left" w:pos="1276"/>
        </w:tabs>
        <w:jc w:val="left"/>
        <w:rPr>
          <w:rFonts w:ascii="Verdana" w:hAnsi="Verdana"/>
          <w:noProof/>
          <w:color w:val="auto"/>
          <w:sz w:val="20"/>
        </w:rPr>
      </w:pPr>
    </w:p>
    <w:p w:rsidR="001714A7" w:rsidRDefault="001714A7" w:rsidP="00C10F9F">
      <w:pPr>
        <w:pStyle w:val="Titolo"/>
        <w:rPr>
          <w:rFonts w:ascii="Comic Sans MS" w:hAnsi="Comic Sans MS"/>
          <w:color w:val="008000"/>
          <w:sz w:val="28"/>
          <w:szCs w:val="28"/>
        </w:rPr>
      </w:pPr>
    </w:p>
    <w:p w:rsidR="001714A7" w:rsidRDefault="001714A7" w:rsidP="00C10F9F">
      <w:pPr>
        <w:pStyle w:val="Titolo"/>
        <w:rPr>
          <w:rFonts w:ascii="Comic Sans MS" w:hAnsi="Comic Sans MS"/>
          <w:color w:val="008000"/>
          <w:sz w:val="28"/>
          <w:szCs w:val="28"/>
        </w:rPr>
      </w:pP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 xml:space="preserve">PROGETTO DIDATTICO </w:t>
      </w: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>di</w:t>
      </w: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 xml:space="preserve">EDUCAZIONE AMBIENTALE </w:t>
      </w:r>
    </w:p>
    <w:p w:rsidR="00E34DF3" w:rsidRPr="00B85F7D" w:rsidRDefault="00C10F9F" w:rsidP="00C10F9F">
      <w:pPr>
        <w:pStyle w:val="Titolo"/>
        <w:rPr>
          <w:rFonts w:ascii="Comic Sans MS" w:hAnsi="Comic Sans MS"/>
          <w:b/>
          <w:color w:val="008000"/>
          <w:sz w:val="28"/>
          <w:szCs w:val="28"/>
        </w:rPr>
      </w:pPr>
      <w:proofErr w:type="spellStart"/>
      <w:r w:rsidRPr="00B85F7D">
        <w:rPr>
          <w:rFonts w:ascii="Comic Sans MS" w:hAnsi="Comic Sans MS"/>
          <w:b/>
          <w:color w:val="008000"/>
          <w:sz w:val="28"/>
          <w:szCs w:val="28"/>
        </w:rPr>
        <w:t>F.V.P</w:t>
      </w:r>
      <w:proofErr w:type="spellEnd"/>
    </w:p>
    <w:p w:rsidR="00E34DF3" w:rsidRPr="005B2F45" w:rsidRDefault="00E34DF3" w:rsidP="00E34DF3">
      <w:pPr>
        <w:jc w:val="center"/>
        <w:rPr>
          <w:rFonts w:ascii="Comic Sans MS" w:hAnsi="Comic Sans MS"/>
          <w:b/>
        </w:rPr>
      </w:pPr>
    </w:p>
    <w:p w:rsidR="00E84B25" w:rsidRDefault="00E34DF3" w:rsidP="00E34DF3">
      <w:pPr>
        <w:jc w:val="center"/>
      </w:pPr>
      <w:r w:rsidRPr="00B55B59">
        <w:rPr>
          <w:rFonts w:ascii="Comic Sans MS" w:hAnsi="Comic Sans MS" w:cs="Arial"/>
          <w:bCs/>
          <w:color w:val="000000"/>
          <w:szCs w:val="24"/>
        </w:rPr>
        <w:t xml:space="preserve">Inviare </w:t>
      </w:r>
      <w:r w:rsidR="0069022E" w:rsidRPr="0069022E">
        <w:rPr>
          <w:rFonts w:ascii="Comic Sans MS" w:hAnsi="Comic Sans MS"/>
          <w:szCs w:val="24"/>
          <w:u w:val="single"/>
        </w:rPr>
        <w:t>entro il 6 luglio</w:t>
      </w:r>
      <w:r w:rsidRPr="0069022E">
        <w:rPr>
          <w:rFonts w:ascii="Comic Sans MS" w:hAnsi="Comic Sans MS"/>
          <w:szCs w:val="24"/>
          <w:u w:val="single"/>
        </w:rPr>
        <w:t xml:space="preserve"> 2013</w:t>
      </w:r>
      <w:r w:rsidRPr="00B55B59">
        <w:rPr>
          <w:rFonts w:ascii="Comic Sans MS" w:hAnsi="Comic Sans MS"/>
          <w:szCs w:val="24"/>
        </w:rPr>
        <w:t xml:space="preserve"> all’indirizzo mail </w:t>
      </w:r>
      <w:hyperlink r:id="rId8" w:history="1">
        <w:r w:rsidRPr="00B55B59">
          <w:rPr>
            <w:rStyle w:val="Collegamentoipertestuale"/>
            <w:rFonts w:ascii="Comic Sans MS" w:hAnsi="Comic Sans MS"/>
            <w:b/>
            <w:szCs w:val="24"/>
          </w:rPr>
          <w:t>p.filipponi@univpm.it</w:t>
        </w:r>
      </w:hyperlink>
    </w:p>
    <w:p w:rsidR="00E34DF3" w:rsidRPr="00B55B59" w:rsidRDefault="003B7F05" w:rsidP="00E34DF3">
      <w:pPr>
        <w:jc w:val="center"/>
        <w:rPr>
          <w:rFonts w:ascii="Comic Sans MS" w:hAnsi="Comic Sans MS"/>
          <w:b/>
          <w:color w:val="002060"/>
          <w:szCs w:val="24"/>
        </w:rPr>
      </w:pPr>
      <w:r w:rsidRPr="00B55B59">
        <w:rPr>
          <w:szCs w:val="24"/>
        </w:rPr>
        <w:t xml:space="preserve"> </w:t>
      </w:r>
      <w:r w:rsidRPr="00B55B59">
        <w:rPr>
          <w:rFonts w:ascii="Comic Sans MS" w:hAnsi="Comic Sans MS"/>
          <w:szCs w:val="24"/>
        </w:rPr>
        <w:t>per la partecipazione alla presentazione del progetto</w:t>
      </w:r>
      <w:r w:rsidR="008B6F36" w:rsidRPr="00B55B59">
        <w:rPr>
          <w:rFonts w:ascii="Comic Sans MS" w:hAnsi="Comic Sans MS"/>
          <w:szCs w:val="24"/>
        </w:rPr>
        <w:t>.</w:t>
      </w:r>
    </w:p>
    <w:p w:rsidR="00E34DF3" w:rsidRPr="00B55B59" w:rsidRDefault="00E34DF3" w:rsidP="00E34DF3">
      <w:pPr>
        <w:jc w:val="center"/>
        <w:rPr>
          <w:rFonts w:ascii="Comic Sans MS" w:hAnsi="Comic Sans MS"/>
          <w:b/>
          <w:szCs w:val="24"/>
        </w:rPr>
      </w:pP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b/>
          <w:color w:val="000000"/>
          <w:szCs w:val="24"/>
        </w:rPr>
        <w:t>Istituto Comprensivo</w:t>
      </w:r>
      <w:r w:rsidRPr="00B55B59">
        <w:rPr>
          <w:rFonts w:ascii="Comic Sans MS" w:hAnsi="Comic Sans MS" w:cs="Arial"/>
          <w:color w:val="000000"/>
          <w:szCs w:val="24"/>
        </w:rPr>
        <w:t xml:space="preserve">________________________________________ </w:t>
      </w:r>
    </w:p>
    <w:p w:rsidR="00E34DF3" w:rsidRPr="00B55B59" w:rsidRDefault="00E34DF3" w:rsidP="00E34DF3">
      <w:pPr>
        <w:tabs>
          <w:tab w:val="left" w:leader="underscore" w:pos="738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Via / Piazza</w:t>
      </w:r>
      <w:r w:rsidRPr="00B55B59">
        <w:rPr>
          <w:rFonts w:ascii="Comic Sans MS" w:hAnsi="Comic Sans MS" w:cs="Arial"/>
          <w:color w:val="000000"/>
          <w:szCs w:val="24"/>
        </w:rPr>
        <w:tab/>
      </w:r>
      <w:proofErr w:type="spellStart"/>
      <w:r w:rsidRPr="00B55B59">
        <w:rPr>
          <w:rFonts w:ascii="Comic Sans MS" w:hAnsi="Comic Sans MS" w:cs="Arial"/>
          <w:color w:val="000000"/>
          <w:szCs w:val="24"/>
        </w:rPr>
        <w:t>n°</w:t>
      </w:r>
      <w:proofErr w:type="spellEnd"/>
      <w:r w:rsidRPr="00B55B59">
        <w:rPr>
          <w:rFonts w:ascii="Comic Sans MS" w:hAnsi="Comic Sans MS" w:cs="Arial"/>
          <w:color w:val="000000"/>
          <w:szCs w:val="24"/>
        </w:rPr>
        <w:t xml:space="preserve"> </w:t>
      </w:r>
      <w:r w:rsidRPr="00B55B59">
        <w:rPr>
          <w:rFonts w:ascii="Comic Sans MS" w:hAnsi="Comic Sans MS" w:cs="Arial"/>
          <w:color w:val="000000"/>
          <w:szCs w:val="24"/>
        </w:rPr>
        <w:tab/>
      </w:r>
    </w:p>
    <w:p w:rsidR="00E34DF3" w:rsidRPr="00B55B59" w:rsidRDefault="00E34DF3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proofErr w:type="spellStart"/>
      <w:r w:rsidRPr="00B55B59">
        <w:rPr>
          <w:rFonts w:ascii="Comic Sans MS" w:hAnsi="Comic Sans MS" w:cs="Arial"/>
          <w:color w:val="000000"/>
          <w:szCs w:val="24"/>
        </w:rPr>
        <w:t>Cap</w:t>
      </w:r>
      <w:proofErr w:type="spellEnd"/>
      <w:r w:rsidRPr="00B55B59">
        <w:rPr>
          <w:rFonts w:ascii="Comic Sans MS" w:hAnsi="Comic Sans MS" w:cs="Arial"/>
          <w:color w:val="000000"/>
          <w:szCs w:val="24"/>
        </w:rPr>
        <w:t xml:space="preserve"> </w:t>
      </w:r>
      <w:r w:rsidRPr="00B55B59">
        <w:rPr>
          <w:rFonts w:ascii="Comic Sans MS" w:hAnsi="Comic Sans MS" w:cs="Arial"/>
          <w:color w:val="000000"/>
          <w:szCs w:val="24"/>
        </w:rPr>
        <w:tab/>
        <w:t xml:space="preserve"> Città </w:t>
      </w:r>
      <w:r w:rsidRPr="00B55B59">
        <w:rPr>
          <w:rFonts w:ascii="Comic Sans MS" w:hAnsi="Comic Sans MS" w:cs="Arial"/>
          <w:color w:val="000000"/>
          <w:szCs w:val="24"/>
        </w:rPr>
        <w:tab/>
      </w:r>
      <w:proofErr w:type="spellStart"/>
      <w:r w:rsidRPr="00B55B59">
        <w:rPr>
          <w:rFonts w:ascii="Comic Sans MS" w:hAnsi="Comic Sans MS" w:cs="Arial"/>
          <w:color w:val="000000"/>
          <w:szCs w:val="24"/>
        </w:rPr>
        <w:t>Prov</w:t>
      </w:r>
      <w:proofErr w:type="spellEnd"/>
      <w:r w:rsidRPr="00B55B59">
        <w:rPr>
          <w:rFonts w:ascii="Comic Sans MS" w:hAnsi="Comic Sans MS" w:cs="Arial"/>
          <w:color w:val="000000"/>
          <w:szCs w:val="24"/>
        </w:rPr>
        <w:tab/>
      </w:r>
    </w:p>
    <w:p w:rsidR="00E34DF3" w:rsidRPr="00B55B59" w:rsidRDefault="00E34DF3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Tel______________________e-mail</w:t>
      </w:r>
      <w:r w:rsidRPr="00B55B59">
        <w:rPr>
          <w:rFonts w:ascii="Comic Sans MS" w:hAnsi="Comic Sans MS" w:cs="Arial"/>
          <w:color w:val="000000"/>
          <w:szCs w:val="24"/>
        </w:rPr>
        <w:tab/>
      </w:r>
    </w:p>
    <w:p w:rsidR="00B55B59" w:rsidRPr="00B55B59" w:rsidRDefault="00B55B59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Numero docenti che intendono essere presenti</w:t>
      </w:r>
      <w:r w:rsidR="005D4DC1">
        <w:rPr>
          <w:rFonts w:ascii="Comic Sans MS" w:hAnsi="Comic Sans MS" w:cs="Arial"/>
          <w:color w:val="000000"/>
          <w:szCs w:val="24"/>
        </w:rPr>
        <w:t xml:space="preserve"> </w:t>
      </w:r>
      <w:r w:rsidR="00E168B8">
        <w:rPr>
          <w:rFonts w:ascii="Comic Sans MS" w:hAnsi="Comic Sans MS" w:cs="Arial"/>
          <w:color w:val="000000"/>
          <w:szCs w:val="24"/>
        </w:rPr>
        <w:t>il 4 ottobre 2013:_______________</w:t>
      </w:r>
    </w:p>
    <w:p w:rsidR="00B55B59" w:rsidRPr="00B55B59" w:rsidRDefault="00B55B59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Cs w:val="24"/>
        </w:rPr>
      </w:pPr>
    </w:p>
    <w:p w:rsidR="00E34DF3" w:rsidRPr="00B55B59" w:rsidRDefault="00653823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>
        <w:rPr>
          <w:rFonts w:ascii="Comic Sans MS" w:hAnsi="Comic Sans MS" w:cs="Arial"/>
          <w:b/>
          <w:noProof/>
          <w:color w:val="000000"/>
          <w:sz w:val="22"/>
          <w:szCs w:val="22"/>
          <w:lang w:eastAsia="it-IT"/>
        </w:rPr>
        <w:pict>
          <v:rect id="_x0000_s1026" style="position:absolute;left:0;text-align:left;margin-left:431.55pt;margin-top:4pt;width:8.25pt;height:9pt;z-index:251657216"/>
        </w:pict>
      </w:r>
      <w:r>
        <w:rPr>
          <w:rFonts w:ascii="Comic Sans MS" w:hAnsi="Comic Sans MS" w:cs="Arial"/>
          <w:b/>
          <w:noProof/>
          <w:color w:val="000000"/>
          <w:sz w:val="22"/>
          <w:szCs w:val="22"/>
          <w:lang w:eastAsia="it-IT"/>
        </w:rPr>
        <w:pict>
          <v:rect id="_x0000_s1027" style="position:absolute;left:0;text-align:left;margin-left:479.55pt;margin-top:4pt;width:8.25pt;height:9pt;z-index:251658240"/>
        </w:pic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>Interesse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alla fase di sperimentazione</w:t>
      </w:r>
      <w:r w:rsidR="00F87FB1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 xml:space="preserve">nell’ 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anno scolastico  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>2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>013-2014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 xml:space="preserve">   SI</w:t>
      </w:r>
      <w:r w:rsidR="00C10F9F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    </w:t>
      </w:r>
      <w:r w:rsid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F87FB1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>NO</w:t>
      </w:r>
    </w:p>
    <w:p w:rsidR="00C10F9F" w:rsidRPr="00B55B59" w:rsidRDefault="00C10F9F" w:rsidP="00E34DF3">
      <w:pPr>
        <w:rPr>
          <w:rFonts w:ascii="Comic Sans MS" w:hAnsi="Comic Sans MS" w:cs="Arial"/>
          <w:b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Numero classi</w:t>
      </w:r>
      <w:r w:rsidRPr="00B55B59">
        <w:rPr>
          <w:rFonts w:ascii="Comic Sans MS" w:hAnsi="Comic Sans MS" w:cs="Arial"/>
          <w:color w:val="000000"/>
          <w:sz w:val="22"/>
          <w:szCs w:val="22"/>
        </w:rPr>
        <w:t>:</w:t>
      </w:r>
    </w:p>
    <w:p w:rsidR="00C10F9F" w:rsidRPr="00B55B59" w:rsidRDefault="00C10F9F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scuola primaria___________________</w:t>
      </w:r>
      <w:r w:rsidR="00C10F9F" w:rsidRPr="00B55B59">
        <w:rPr>
          <w:rFonts w:ascii="Comic Sans MS" w:hAnsi="Comic Sans MS" w:cs="Arial"/>
          <w:color w:val="000000"/>
          <w:sz w:val="22"/>
          <w:szCs w:val="22"/>
        </w:rPr>
        <w:t>_______________________________</w:t>
      </w:r>
    </w:p>
    <w:p w:rsidR="00C10F9F" w:rsidRPr="00B55B59" w:rsidRDefault="00C10F9F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scuola secondaria di primo grado________________________________________</w:t>
      </w: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Docente referente:_________________________________________________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proofErr w:type="spellStart"/>
      <w:r w:rsidRPr="00B55B59">
        <w:rPr>
          <w:rFonts w:ascii="Comic Sans MS" w:hAnsi="Comic Sans MS" w:cs="Arial"/>
          <w:color w:val="000000"/>
          <w:sz w:val="22"/>
          <w:szCs w:val="22"/>
        </w:rPr>
        <w:t>tel</w:t>
      </w:r>
      <w:proofErr w:type="spellEnd"/>
      <w:r w:rsidRPr="00B55B59">
        <w:rPr>
          <w:rFonts w:ascii="Comic Sans MS" w:hAnsi="Comic Sans MS" w:cs="Arial"/>
          <w:color w:val="000000"/>
          <w:sz w:val="22"/>
          <w:szCs w:val="22"/>
        </w:rPr>
        <w:t xml:space="preserve"> ___________________ e- mail 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Dirigente Scolastico:_________________________________________________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proofErr w:type="spellStart"/>
      <w:r w:rsidRPr="00B55B59">
        <w:rPr>
          <w:rFonts w:ascii="Comic Sans MS" w:hAnsi="Comic Sans MS" w:cs="Arial"/>
          <w:color w:val="000000"/>
          <w:sz w:val="22"/>
          <w:szCs w:val="22"/>
        </w:rPr>
        <w:t>tel</w:t>
      </w:r>
      <w:proofErr w:type="spellEnd"/>
      <w:r w:rsidRPr="00B55B59">
        <w:rPr>
          <w:rFonts w:ascii="Comic Sans MS" w:hAnsi="Comic Sans MS" w:cs="Arial"/>
          <w:color w:val="000000"/>
          <w:sz w:val="22"/>
          <w:szCs w:val="22"/>
        </w:rPr>
        <w:t xml:space="preserve"> ___________________ e- mail _________________________________</w:t>
      </w:r>
    </w:p>
    <w:p w:rsidR="00E34DF3" w:rsidRPr="00B55B59" w:rsidRDefault="00E34DF3" w:rsidP="00E34DF3">
      <w:pPr>
        <w:tabs>
          <w:tab w:val="left" w:leader="underscore" w:pos="972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tabs>
          <w:tab w:val="left" w:leader="underscore" w:pos="972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 xml:space="preserve">Luogo e data_____________________            </w:t>
      </w:r>
      <w:r w:rsidRPr="00B55B59">
        <w:rPr>
          <w:rFonts w:ascii="Comic Sans MS" w:hAnsi="Comic Sans MS" w:cs="Arial"/>
          <w:color w:val="000000"/>
          <w:sz w:val="22"/>
          <w:szCs w:val="22"/>
        </w:rPr>
        <w:tab/>
      </w:r>
    </w:p>
    <w:p w:rsidR="00E92B34" w:rsidRPr="00B55B59" w:rsidRDefault="00E34DF3" w:rsidP="00B55B59">
      <w:pPr>
        <w:tabs>
          <w:tab w:val="left" w:leader="underscore" w:pos="9720"/>
        </w:tabs>
        <w:spacing w:line="360" w:lineRule="auto"/>
        <w:jc w:val="right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/>
          <w:sz w:val="22"/>
          <w:szCs w:val="22"/>
        </w:rPr>
        <w:t>Timbro e firma del Dirigente Scolasti</w:t>
      </w:r>
      <w:r w:rsidR="00B55B59">
        <w:rPr>
          <w:rFonts w:ascii="Comic Sans MS" w:hAnsi="Comic Sans MS"/>
          <w:sz w:val="22"/>
          <w:szCs w:val="22"/>
        </w:rPr>
        <w:t>co</w:t>
      </w:r>
    </w:p>
    <w:p w:rsidR="00222563" w:rsidRPr="00B55B59" w:rsidRDefault="00E92B34" w:rsidP="00B55B59">
      <w:pPr>
        <w:tabs>
          <w:tab w:val="left" w:pos="4536"/>
        </w:tabs>
        <w:rPr>
          <w:rFonts w:ascii="Verdana" w:hAnsi="Verdana"/>
          <w:sz w:val="22"/>
          <w:szCs w:val="22"/>
        </w:rPr>
      </w:pPr>
      <w:r w:rsidRPr="00B55B59">
        <w:rPr>
          <w:rFonts w:ascii="Verdana" w:hAnsi="Verdana"/>
          <w:sz w:val="22"/>
          <w:szCs w:val="22"/>
        </w:rPr>
        <w:tab/>
      </w:r>
      <w:r w:rsidR="00594E52" w:rsidRPr="00B55B59">
        <w:rPr>
          <w:rFonts w:ascii="Verdana" w:hAnsi="Verdana"/>
          <w:sz w:val="22"/>
          <w:szCs w:val="22"/>
        </w:rPr>
        <w:tab/>
      </w:r>
      <w:r w:rsidR="00594E52" w:rsidRPr="00B55B59">
        <w:rPr>
          <w:rFonts w:ascii="Verdana" w:hAnsi="Verdana"/>
          <w:sz w:val="22"/>
          <w:szCs w:val="22"/>
        </w:rPr>
        <w:tab/>
      </w:r>
    </w:p>
    <w:sectPr w:rsidR="00222563" w:rsidRPr="00B55B59" w:rsidSect="0069022E">
      <w:headerReference w:type="default" r:id="rId9"/>
      <w:footerReference w:type="default" r:id="rId10"/>
      <w:pgSz w:w="11906" w:h="16838" w:code="9"/>
      <w:pgMar w:top="720" w:right="720" w:bottom="720" w:left="720" w:header="737" w:footer="68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564" w:rsidRDefault="00701564">
      <w:r>
        <w:separator/>
      </w:r>
    </w:p>
  </w:endnote>
  <w:endnote w:type="continuationSeparator" w:id="1">
    <w:p w:rsidR="00701564" w:rsidRDefault="00701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Semi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maz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FB" w:rsidRPr="006A0D1A" w:rsidRDefault="00160FFB" w:rsidP="00395B17">
    <w:pPr>
      <w:pStyle w:val="Rientrocorpodeltesto"/>
      <w:tabs>
        <w:tab w:val="clear" w:pos="5387"/>
        <w:tab w:val="left" w:pos="6946"/>
        <w:tab w:val="left" w:pos="7655"/>
        <w:tab w:val="left" w:pos="8222"/>
      </w:tabs>
      <w:ind w:left="0" w:firstLine="0"/>
      <w:jc w:val="center"/>
      <w:rPr>
        <w:color w:val="808080"/>
        <w:sz w:val="18"/>
      </w:rPr>
    </w:pPr>
    <w:r w:rsidRPr="006A0D1A">
      <w:rPr>
        <w:color w:val="808080"/>
        <w:sz w:val="18"/>
      </w:rPr>
      <w:t>60131 Ancona via</w:t>
    </w:r>
    <w:r>
      <w:rPr>
        <w:color w:val="808080"/>
        <w:sz w:val="18"/>
      </w:rPr>
      <w:t xml:space="preserve"> Brecce Bianche Tel. 071 2204852 – Fax 071 2204953</w:t>
    </w:r>
  </w:p>
  <w:p w:rsidR="00160FFB" w:rsidRPr="006A0D1A" w:rsidRDefault="00160FFB" w:rsidP="00395B17">
    <w:pPr>
      <w:pStyle w:val="Rientrocorpodeltesto"/>
      <w:tabs>
        <w:tab w:val="clear" w:pos="5387"/>
        <w:tab w:val="left" w:pos="6946"/>
        <w:tab w:val="left" w:pos="7655"/>
        <w:tab w:val="left" w:pos="8222"/>
      </w:tabs>
      <w:ind w:left="0" w:firstLine="0"/>
      <w:jc w:val="center"/>
      <w:rPr>
        <w:color w:val="808080"/>
        <w:sz w:val="18"/>
      </w:rPr>
    </w:pPr>
    <w:r w:rsidRPr="006A0D1A">
      <w:rPr>
        <w:color w:val="808080"/>
        <w:sz w:val="18"/>
      </w:rPr>
      <w:t xml:space="preserve">e-mail: </w:t>
    </w:r>
    <w:hyperlink r:id="rId1" w:history="1">
      <w:r>
        <w:rPr>
          <w:rStyle w:val="Collegamentoipertestuale"/>
          <w:color w:val="808080"/>
          <w:sz w:val="18"/>
        </w:rPr>
        <w:t>orto</w:t>
      </w:r>
      <w:r w:rsidRPr="006A0D1A">
        <w:rPr>
          <w:rStyle w:val="Collegamentoipertestuale"/>
          <w:color w:val="808080"/>
          <w:sz w:val="18"/>
        </w:rPr>
        <w:t>@univpm.it</w:t>
      </w:r>
    </w:hyperlink>
    <w:r w:rsidR="007948F4">
      <w:rPr>
        <w:color w:val="808080"/>
        <w:sz w:val="18"/>
      </w:rPr>
      <w:t xml:space="preserve"> – http:/www.ortobotanico</w:t>
    </w:r>
    <w:r w:rsidRPr="006A0D1A">
      <w:rPr>
        <w:color w:val="808080"/>
        <w:sz w:val="18"/>
      </w:rPr>
      <w:t>.univpm.it</w:t>
    </w:r>
  </w:p>
  <w:p w:rsidR="00160FFB" w:rsidRDefault="00160FFB">
    <w:pPr>
      <w:tabs>
        <w:tab w:val="left" w:pos="6946"/>
        <w:tab w:val="left" w:pos="7655"/>
        <w:tab w:val="left" w:pos="8222"/>
      </w:tabs>
      <w:autoSpaceDE w:val="0"/>
      <w:autoSpaceDN w:val="0"/>
      <w:adjustRightInd w:val="0"/>
      <w:rPr>
        <w:rFonts w:ascii="RotisSemiSerif" w:hAnsi="RotisSemiSerif"/>
        <w:color w:val="68655A"/>
        <w:sz w:val="18"/>
        <w:lang w:eastAsia="it-IT"/>
      </w:rPr>
    </w:pPr>
    <w:r>
      <w:rPr>
        <w:rFonts w:ascii="RotisSemiSerif" w:hAnsi="RotisSemiSerif"/>
        <w:color w:val="68655A"/>
        <w:sz w:val="18"/>
        <w:lang w:eastAsia="it-IT"/>
      </w:rPr>
      <w:tab/>
    </w:r>
    <w:r>
      <w:rPr>
        <w:rFonts w:ascii="RotisSemiSerif" w:hAnsi="RotisSemiSerif"/>
        <w:color w:val="68655A"/>
        <w:sz w:val="18"/>
        <w:lang w:eastAsia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564" w:rsidRDefault="00701564">
      <w:r>
        <w:separator/>
      </w:r>
    </w:p>
  </w:footnote>
  <w:footnote w:type="continuationSeparator" w:id="1">
    <w:p w:rsidR="00701564" w:rsidRDefault="00701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FB" w:rsidRDefault="00653823">
    <w:pPr>
      <w:tabs>
        <w:tab w:val="left" w:pos="3828"/>
      </w:tabs>
      <w:autoSpaceDE w:val="0"/>
      <w:autoSpaceDN w:val="0"/>
      <w:adjustRightInd w:val="0"/>
      <w:spacing w:before="240"/>
      <w:rPr>
        <w:rFonts w:ascii="Times New Roman" w:hAnsi="Times New Roman"/>
        <w:color w:val="CD5967"/>
        <w:sz w:val="30"/>
        <w:lang w:eastAsia="it-IT"/>
      </w:rPr>
    </w:pPr>
    <w:r w:rsidRPr="00653823">
      <w:rPr>
        <w:noProof/>
        <w:sz w:val="20"/>
        <w:lang w:eastAsia="it-IT"/>
      </w:rPr>
      <w:pict>
        <v:group id="_x0000_s2056" style="position:absolute;margin-left:-43.65pt;margin-top:-9.65pt;width:90pt;height:81pt;z-index:251658752" coordorigin="952,237" coordsize="3846,3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7" type="#_x0000_t75" style="position:absolute;left:952;top:237;width:3846;height:3846">
            <v:imagedata r:id="rId1" o:title="logoOrto2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8" type="#_x0000_t145" style="position:absolute;left:1152;top:672;width:3316;height:3116;rotation:983885fd" fillcolor="#330" strokecolor="#330">
            <v:shadow color="#868686"/>
            <v:textpath style="font-family:&quot;Arial&quot;;font-weight:bold" fitshape="t" trim="t" string="Orto Botanico - Università Politecnica delle Marche"/>
          </v:shape>
        </v:group>
      </w:pict>
    </w:r>
    <w:r w:rsidR="00C10F9F">
      <w:rPr>
        <w:noProof/>
        <w:sz w:val="20"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1009650" cy="1009650"/>
          <wp:effectExtent l="1905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0FFB">
      <w:tab/>
    </w:r>
    <w:r w:rsidR="00160FFB">
      <w:rPr>
        <w:rFonts w:ascii="Times New Roman" w:hAnsi="Times New Roman"/>
        <w:color w:val="CD5967"/>
        <w:sz w:val="30"/>
        <w:szCs w:val="34"/>
        <w:lang w:eastAsia="it-IT"/>
      </w:rPr>
      <w:t xml:space="preserve">Università </w:t>
    </w:r>
    <w:proofErr w:type="spellStart"/>
    <w:r w:rsidR="00160FFB">
      <w:rPr>
        <w:rFonts w:ascii="Times New Roman" w:hAnsi="Times New Roman"/>
        <w:color w:val="CD5967"/>
        <w:sz w:val="30"/>
        <w:szCs w:val="34"/>
        <w:lang w:eastAsia="it-IT"/>
      </w:rPr>
      <w:t>Politecnica</w:t>
    </w:r>
    <w:proofErr w:type="spellEnd"/>
    <w:r w:rsidR="00160FFB">
      <w:rPr>
        <w:rFonts w:ascii="Times New Roman" w:hAnsi="Times New Roman"/>
        <w:color w:val="CD5967"/>
        <w:sz w:val="30"/>
        <w:szCs w:val="34"/>
        <w:lang w:eastAsia="it-IT"/>
      </w:rPr>
      <w:t xml:space="preserve"> delle Marche</w:t>
    </w:r>
  </w:p>
  <w:p w:rsidR="00160FFB" w:rsidRDefault="00653823">
    <w:pPr>
      <w:autoSpaceDE w:val="0"/>
      <w:autoSpaceDN w:val="0"/>
      <w:adjustRightInd w:val="0"/>
      <w:rPr>
        <w:rFonts w:ascii="Verdana" w:hAnsi="Verdana"/>
        <w:color w:val="888888"/>
        <w:sz w:val="22"/>
      </w:rPr>
    </w:pPr>
    <w:r w:rsidRPr="00653823">
      <w:rPr>
        <w:noProof/>
        <w:sz w:val="20"/>
        <w:lang w:eastAsia="it-IT"/>
      </w:rPr>
      <w:pict>
        <v:line id="_x0000_s2054" style="position:absolute;flip:y;z-index:251656704" from="1.35pt,6.1pt" to="406.35pt,6.1pt" strokecolor="#888" strokeweight="1pt"/>
      </w:pict>
    </w:r>
  </w:p>
  <w:p w:rsidR="00160FFB" w:rsidRPr="006A0D1A" w:rsidRDefault="00160FFB" w:rsidP="0014436D">
    <w:pPr>
      <w:tabs>
        <w:tab w:val="left" w:pos="960"/>
      </w:tabs>
      <w:autoSpaceDE w:val="0"/>
      <w:autoSpaceDN w:val="0"/>
      <w:adjustRightInd w:val="0"/>
      <w:jc w:val="center"/>
      <w:rPr>
        <w:rFonts w:ascii="Verdana" w:hAnsi="Verdana"/>
        <w:b/>
        <w:color w:val="808080"/>
        <w:sz w:val="20"/>
      </w:rPr>
    </w:pPr>
    <w:r w:rsidRPr="006A0D1A">
      <w:rPr>
        <w:rFonts w:ascii="Verdana" w:hAnsi="Verdana"/>
        <w:b/>
        <w:color w:val="808080"/>
        <w:sz w:val="20"/>
      </w:rPr>
      <w:t xml:space="preserve">CENTRO ORTO BOTANICO </w:t>
    </w:r>
    <w:proofErr w:type="spellStart"/>
    <w:r w:rsidR="0014436D">
      <w:rPr>
        <w:rFonts w:ascii="Verdana" w:hAnsi="Verdana"/>
        <w:b/>
        <w:color w:val="808080"/>
        <w:sz w:val="20"/>
      </w:rPr>
      <w:t>DI</w:t>
    </w:r>
    <w:proofErr w:type="spellEnd"/>
    <w:r w:rsidR="0014436D">
      <w:rPr>
        <w:rFonts w:ascii="Verdana" w:hAnsi="Verdana"/>
        <w:b/>
        <w:color w:val="808080"/>
        <w:sz w:val="20"/>
      </w:rPr>
      <w:t xml:space="preserve"> RICERCA E SERVIZIO</w:t>
    </w:r>
  </w:p>
  <w:p w:rsidR="00160FFB" w:rsidRDefault="00160FFB">
    <w:pPr>
      <w:autoSpaceDE w:val="0"/>
      <w:autoSpaceDN w:val="0"/>
      <w:adjustRightInd w:val="0"/>
      <w:rPr>
        <w:rFonts w:ascii="Verdana" w:hAnsi="Verdana"/>
        <w:color w:val="888888"/>
        <w:sz w:val="4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E6D"/>
    <w:multiLevelType w:val="hybridMultilevel"/>
    <w:tmpl w:val="7010B050"/>
    <w:lvl w:ilvl="0" w:tplc="AB74F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25D"/>
    <w:multiLevelType w:val="hybridMultilevel"/>
    <w:tmpl w:val="F91AF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E750E4"/>
    <w:multiLevelType w:val="multilevel"/>
    <w:tmpl w:val="CD6EB334"/>
    <w:lvl w:ilvl="0">
      <w:start w:val="22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22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E111AB3"/>
    <w:multiLevelType w:val="hybridMultilevel"/>
    <w:tmpl w:val="9284485C"/>
    <w:lvl w:ilvl="0" w:tplc="FC1EBC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659AC"/>
    <w:rsid w:val="00023850"/>
    <w:rsid w:val="00035458"/>
    <w:rsid w:val="0006285A"/>
    <w:rsid w:val="0009089B"/>
    <w:rsid w:val="000C7B56"/>
    <w:rsid w:val="00102A86"/>
    <w:rsid w:val="00106988"/>
    <w:rsid w:val="001131E1"/>
    <w:rsid w:val="00123270"/>
    <w:rsid w:val="001362B2"/>
    <w:rsid w:val="00137DC7"/>
    <w:rsid w:val="0014436D"/>
    <w:rsid w:val="00160FFB"/>
    <w:rsid w:val="001714A7"/>
    <w:rsid w:val="00185234"/>
    <w:rsid w:val="00193AE2"/>
    <w:rsid w:val="00196F5C"/>
    <w:rsid w:val="001A1741"/>
    <w:rsid w:val="00200A4F"/>
    <w:rsid w:val="00222563"/>
    <w:rsid w:val="00243DC9"/>
    <w:rsid w:val="00271E52"/>
    <w:rsid w:val="00273709"/>
    <w:rsid w:val="0027698D"/>
    <w:rsid w:val="002924C1"/>
    <w:rsid w:val="00294A9D"/>
    <w:rsid w:val="002C1F55"/>
    <w:rsid w:val="00324F6B"/>
    <w:rsid w:val="003376B3"/>
    <w:rsid w:val="00395B17"/>
    <w:rsid w:val="003A6B93"/>
    <w:rsid w:val="003B7F05"/>
    <w:rsid w:val="003C29EA"/>
    <w:rsid w:val="003C3C4F"/>
    <w:rsid w:val="003D4EB5"/>
    <w:rsid w:val="003D57C5"/>
    <w:rsid w:val="003E2175"/>
    <w:rsid w:val="004117E0"/>
    <w:rsid w:val="0044007D"/>
    <w:rsid w:val="0046236C"/>
    <w:rsid w:val="004B1AAA"/>
    <w:rsid w:val="004C67D5"/>
    <w:rsid w:val="004D62F4"/>
    <w:rsid w:val="005659AC"/>
    <w:rsid w:val="00590E82"/>
    <w:rsid w:val="00594E52"/>
    <w:rsid w:val="005B60FE"/>
    <w:rsid w:val="005D4DC1"/>
    <w:rsid w:val="005D549A"/>
    <w:rsid w:val="005E0853"/>
    <w:rsid w:val="00614406"/>
    <w:rsid w:val="006306F0"/>
    <w:rsid w:val="00640996"/>
    <w:rsid w:val="00653823"/>
    <w:rsid w:val="0069022E"/>
    <w:rsid w:val="006A0D1A"/>
    <w:rsid w:val="006A572C"/>
    <w:rsid w:val="006C617C"/>
    <w:rsid w:val="006D3EA5"/>
    <w:rsid w:val="006F0E2E"/>
    <w:rsid w:val="00701564"/>
    <w:rsid w:val="0070677A"/>
    <w:rsid w:val="00715F35"/>
    <w:rsid w:val="0077619E"/>
    <w:rsid w:val="007948F4"/>
    <w:rsid w:val="007960F9"/>
    <w:rsid w:val="007F0403"/>
    <w:rsid w:val="00815D3E"/>
    <w:rsid w:val="00860F1B"/>
    <w:rsid w:val="00863AAF"/>
    <w:rsid w:val="008B6F36"/>
    <w:rsid w:val="00955F8D"/>
    <w:rsid w:val="00967870"/>
    <w:rsid w:val="00976826"/>
    <w:rsid w:val="00A03B3B"/>
    <w:rsid w:val="00A614EB"/>
    <w:rsid w:val="00A75AF8"/>
    <w:rsid w:val="00AF2FC3"/>
    <w:rsid w:val="00B54AE1"/>
    <w:rsid w:val="00B55B59"/>
    <w:rsid w:val="00B61431"/>
    <w:rsid w:val="00B85F7D"/>
    <w:rsid w:val="00BA621C"/>
    <w:rsid w:val="00C10F9F"/>
    <w:rsid w:val="00C51EA7"/>
    <w:rsid w:val="00C82DEA"/>
    <w:rsid w:val="00CD5EE0"/>
    <w:rsid w:val="00CE0B52"/>
    <w:rsid w:val="00DF5702"/>
    <w:rsid w:val="00E07054"/>
    <w:rsid w:val="00E168B8"/>
    <w:rsid w:val="00E34DF3"/>
    <w:rsid w:val="00E4162F"/>
    <w:rsid w:val="00E41E32"/>
    <w:rsid w:val="00E43DCF"/>
    <w:rsid w:val="00E74079"/>
    <w:rsid w:val="00E84B25"/>
    <w:rsid w:val="00E92B34"/>
    <w:rsid w:val="00EE30B5"/>
    <w:rsid w:val="00F51F69"/>
    <w:rsid w:val="00F54F66"/>
    <w:rsid w:val="00F66645"/>
    <w:rsid w:val="00F8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1E32"/>
    <w:rPr>
      <w:rFonts w:ascii="Arial" w:hAnsi="Arial"/>
      <w:sz w:val="24"/>
      <w:lang w:eastAsia="ko-KR"/>
    </w:rPr>
  </w:style>
  <w:style w:type="paragraph" w:styleId="Titolo1">
    <w:name w:val="heading 1"/>
    <w:basedOn w:val="Normale"/>
    <w:next w:val="Normale"/>
    <w:qFormat/>
    <w:rsid w:val="00E41E32"/>
    <w:pPr>
      <w:keepNext/>
      <w:numPr>
        <w:numId w:val="2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rsid w:val="00E41E32"/>
    <w:pPr>
      <w:keepNext/>
      <w:numPr>
        <w:ilvl w:val="1"/>
        <w:numId w:val="2"/>
      </w:numPr>
      <w:tabs>
        <w:tab w:val="left" w:pos="3726"/>
        <w:tab w:val="left" w:pos="4151"/>
        <w:tab w:val="left" w:pos="4576"/>
        <w:tab w:val="left" w:pos="5002"/>
        <w:tab w:val="left" w:pos="6561"/>
      </w:tabs>
      <w:spacing w:before="120"/>
      <w:ind w:right="213"/>
      <w:outlineLvl w:val="1"/>
    </w:pPr>
    <w:rPr>
      <w:rFonts w:ascii="Times New Roman" w:hAnsi="Times New Roman"/>
      <w:cap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b">
    <w:name w:val="titolo 1b"/>
    <w:basedOn w:val="Titolo1"/>
    <w:rsid w:val="00E41E32"/>
    <w:pPr>
      <w:tabs>
        <w:tab w:val="left" w:pos="480"/>
        <w:tab w:val="left" w:pos="3726"/>
        <w:tab w:val="left" w:pos="4151"/>
        <w:tab w:val="left" w:pos="4576"/>
        <w:tab w:val="left" w:pos="5002"/>
        <w:tab w:val="left" w:pos="6561"/>
        <w:tab w:val="right" w:leader="dot" w:pos="9344"/>
      </w:tabs>
      <w:spacing w:before="120" w:after="0" w:line="240" w:lineRule="atLeast"/>
      <w:ind w:right="397"/>
      <w:jc w:val="center"/>
    </w:pPr>
    <w:rPr>
      <w:rFonts w:ascii="Times New Roman" w:hAnsi="Times New Roman"/>
      <w:b w:val="0"/>
      <w:caps/>
      <w:noProof/>
      <w:color w:val="000000"/>
      <w:spacing w:val="60"/>
      <w:kern w:val="0"/>
      <w:sz w:val="24"/>
    </w:rPr>
  </w:style>
  <w:style w:type="paragraph" w:styleId="Intestazione">
    <w:name w:val="header"/>
    <w:basedOn w:val="Normale"/>
    <w:rsid w:val="00E41E3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41E32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41E32"/>
    <w:pPr>
      <w:tabs>
        <w:tab w:val="left" w:pos="5387"/>
      </w:tabs>
      <w:autoSpaceDE w:val="0"/>
      <w:autoSpaceDN w:val="0"/>
      <w:adjustRightInd w:val="0"/>
      <w:ind w:left="5664" w:firstLine="708"/>
    </w:pPr>
    <w:rPr>
      <w:rFonts w:ascii="RotisSemiSerif" w:hAnsi="RotisSemiSerif"/>
      <w:color w:val="CD2737"/>
      <w:sz w:val="20"/>
      <w:lang w:eastAsia="it-IT"/>
    </w:rPr>
  </w:style>
  <w:style w:type="character" w:styleId="Collegamentoipertestuale">
    <w:name w:val="Hyperlink"/>
    <w:basedOn w:val="Carpredefinitoparagrafo"/>
    <w:rsid w:val="00E41E32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70677A"/>
    <w:pPr>
      <w:jc w:val="center"/>
    </w:pPr>
    <w:rPr>
      <w:rFonts w:ascii="Amaze" w:hAnsi="Amaze"/>
      <w:color w:val="003300"/>
      <w:sz w:val="40"/>
      <w:lang w:eastAsia="it-IT"/>
    </w:rPr>
  </w:style>
  <w:style w:type="paragraph" w:styleId="Corpodeltesto">
    <w:name w:val="Body Text"/>
    <w:basedOn w:val="Normale"/>
    <w:rsid w:val="00E92B34"/>
    <w:pPr>
      <w:spacing w:after="120"/>
    </w:pPr>
  </w:style>
  <w:style w:type="paragraph" w:styleId="Testofumetto">
    <w:name w:val="Balloon Text"/>
    <w:basedOn w:val="Normale"/>
    <w:semiHidden/>
    <w:rsid w:val="006306F0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rsid w:val="00137DC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37DC7"/>
    <w:rPr>
      <w:rFonts w:ascii="Arial" w:hAnsi="Arial"/>
      <w:sz w:val="16"/>
      <w:szCs w:val="16"/>
      <w:lang w:eastAsia="ko-KR"/>
    </w:rPr>
  </w:style>
  <w:style w:type="character" w:styleId="Enfasigrassetto">
    <w:name w:val="Strong"/>
    <w:basedOn w:val="Carpredefinitoparagrafo"/>
    <w:uiPriority w:val="22"/>
    <w:qFormat/>
    <w:rsid w:val="00137DC7"/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E34DF3"/>
    <w:rPr>
      <w:rFonts w:ascii="Amaze" w:hAnsi="Amaze"/>
      <w:color w:val="003300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30902">
                          <w:marLeft w:val="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0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7551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05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01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155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63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391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8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ilipponi@univpm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idenza.agraria@univp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getto%20dottorato\scheda%20di%20adesione%20su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di adesione su carta intestata</Template>
  <TotalTime>18</TotalTime>
  <Pages>1</Pages>
  <Words>87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Ancona, lì ……………………</vt:lpstr>
    </vt:vector>
  </TitlesOfParts>
  <Company>Dip. Energetica Univ. Ancona</Company>
  <LinksUpToDate>false</LinksUpToDate>
  <CharactersWithSpaces>1102</CharactersWithSpaces>
  <SharedDoc>false</SharedDoc>
  <HLinks>
    <vt:vector size="12" baseType="variant">
      <vt:variant>
        <vt:i4>6291558</vt:i4>
      </vt:variant>
      <vt:variant>
        <vt:i4>0</vt:i4>
      </vt:variant>
      <vt:variant>
        <vt:i4>0</vt:i4>
      </vt:variant>
      <vt:variant>
        <vt:i4>5</vt:i4>
      </vt:variant>
      <vt:variant>
        <vt:lpwstr>http://www.reteitalianagermoplasma.it/</vt:lpwstr>
      </vt:variant>
      <vt:variant>
        <vt:lpwstr/>
      </vt:variant>
      <vt:variant>
        <vt:i4>1835106</vt:i4>
      </vt:variant>
      <vt:variant>
        <vt:i4>0</vt:i4>
      </vt:variant>
      <vt:variant>
        <vt:i4>0</vt:i4>
      </vt:variant>
      <vt:variant>
        <vt:i4>5</vt:i4>
      </vt:variant>
      <vt:variant>
        <vt:lpwstr>mailto:presidenza.agraria@univpm.it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Ancona, lì ……………………</dc:title>
  <dc:creator>user</dc:creator>
  <cp:lastModifiedBy>user</cp:lastModifiedBy>
  <cp:revision>21</cp:revision>
  <cp:lastPrinted>2007-07-31T11:30:00Z</cp:lastPrinted>
  <dcterms:created xsi:type="dcterms:W3CDTF">2013-06-18T12:41:00Z</dcterms:created>
  <dcterms:modified xsi:type="dcterms:W3CDTF">2013-06-21T06:57:00Z</dcterms:modified>
</cp:coreProperties>
</file>