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BD4" w:rsidRDefault="00B03BD4" w:rsidP="00BD5392">
      <w:pPr>
        <w:jc w:val="both"/>
        <w:rPr>
          <w:rFonts w:ascii="Verdana" w:eastAsia="Batang" w:hAnsi="Verdana"/>
        </w:rPr>
      </w:pPr>
    </w:p>
    <w:p w:rsidR="00B03BD4" w:rsidRDefault="00B03BD4"/>
    <w:p w:rsidR="00B03BD4" w:rsidRDefault="00B03BD4"/>
    <w:tbl>
      <w:tblPr>
        <w:tblW w:w="0" w:type="auto"/>
        <w:tblLook w:val="00A0"/>
      </w:tblPr>
      <w:tblGrid>
        <w:gridCol w:w="4889"/>
        <w:gridCol w:w="4889"/>
      </w:tblGrid>
      <w:tr w:rsidR="00B03BD4" w:rsidRPr="00B37A73" w:rsidTr="00D20D10">
        <w:tc>
          <w:tcPr>
            <w:tcW w:w="4889" w:type="dxa"/>
          </w:tcPr>
          <w:p w:rsidR="00B03BD4" w:rsidRPr="00B37A73" w:rsidRDefault="00B03BD4" w:rsidP="00D20D10">
            <w:pPr>
              <w:jc w:val="both"/>
              <w:rPr>
                <w:rFonts w:ascii="Verdana" w:eastAsia="Batang" w:hAnsi="Verdana"/>
              </w:rPr>
            </w:pPr>
            <w:r>
              <w:rPr>
                <w:noProof/>
                <w:lang w:eastAsia="it-IT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6.5pt;margin-top:8.45pt;width:37.15pt;height:43.25pt;z-index:-251658240;visibility:visible" wrapcoords="-432 0 -432 21228 21600 21228 21600 0 -432 0">
                  <v:imagedata r:id="rId5" o:title=""/>
                  <w10:wrap type="tight"/>
                </v:shape>
                <o:OLEObject Type="Embed" ProgID="Word.Picture.8" ShapeID="_x0000_s1026" DrawAspect="Content" ObjectID="_1408955667" r:id="rId6"/>
              </w:pict>
            </w:r>
          </w:p>
          <w:p w:rsidR="00B03BD4" w:rsidRPr="00B37A73" w:rsidRDefault="00B03BD4" w:rsidP="00D20D10">
            <w:pPr>
              <w:jc w:val="both"/>
              <w:rPr>
                <w:rFonts w:ascii="Verdana" w:eastAsia="Batang" w:hAnsi="Verdana"/>
              </w:rPr>
            </w:pPr>
            <w:r w:rsidRPr="00B37A73">
              <w:rPr>
                <w:rFonts w:ascii="Verdana" w:eastAsia="Batang" w:hAnsi="Verdana" w:cs="Verdana"/>
              </w:rPr>
              <w:t>REGIONE MARCHE</w:t>
            </w:r>
            <w:r>
              <w:t xml:space="preserve">                                                          </w:t>
            </w:r>
          </w:p>
          <w:p w:rsidR="00B03BD4" w:rsidRPr="00B37A73" w:rsidRDefault="00B03BD4" w:rsidP="00D20D10">
            <w:pPr>
              <w:jc w:val="both"/>
              <w:rPr>
                <w:rFonts w:ascii="Verdana" w:eastAsia="Batang" w:hAnsi="Verdana"/>
              </w:rPr>
            </w:pPr>
            <w:r w:rsidRPr="00B37A73">
              <w:rPr>
                <w:rFonts w:ascii="Verdana" w:eastAsia="Batang" w:hAnsi="Verdana" w:cs="Verdana"/>
                <w:sz w:val="22"/>
                <w:szCs w:val="22"/>
              </w:rPr>
              <w:t>Servizio Agricoltura</w:t>
            </w:r>
            <w:r w:rsidRPr="00B37A73">
              <w:rPr>
                <w:rFonts w:ascii="Verdana" w:hAnsi="Verdana" w:cs="Verdana"/>
                <w:w w:val="66"/>
                <w:sz w:val="22"/>
                <w:szCs w:val="22"/>
              </w:rPr>
              <w:t xml:space="preserve">   </w:t>
            </w:r>
            <w:r w:rsidRPr="00B37A73">
              <w:rPr>
                <w:rFonts w:ascii="Palace Script MT" w:hAnsi="Palace Script MT" w:cs="Palace Script MT"/>
                <w:w w:val="66"/>
                <w:sz w:val="36"/>
                <w:szCs w:val="36"/>
              </w:rPr>
              <w:t xml:space="preserve">                                                            </w:t>
            </w:r>
          </w:p>
          <w:p w:rsidR="00B03BD4" w:rsidRPr="00B37A73" w:rsidRDefault="00B03BD4" w:rsidP="00D20D10">
            <w:pPr>
              <w:jc w:val="both"/>
              <w:rPr>
                <w:rFonts w:ascii="Verdana" w:eastAsia="Batang" w:hAnsi="Verdana"/>
              </w:rPr>
            </w:pPr>
          </w:p>
          <w:p w:rsidR="00B03BD4" w:rsidRPr="00B37A73" w:rsidRDefault="00B03BD4" w:rsidP="00D20D10">
            <w:pPr>
              <w:jc w:val="both"/>
              <w:rPr>
                <w:rFonts w:ascii="Verdana" w:eastAsia="Batang" w:hAnsi="Verdana"/>
              </w:rPr>
            </w:pPr>
          </w:p>
          <w:p w:rsidR="00B03BD4" w:rsidRPr="00B37A73" w:rsidRDefault="00B03BD4" w:rsidP="00D20D10">
            <w:pPr>
              <w:jc w:val="both"/>
              <w:rPr>
                <w:rFonts w:ascii="Verdana" w:eastAsia="Batang" w:hAnsi="Verdana"/>
              </w:rPr>
            </w:pPr>
          </w:p>
        </w:tc>
        <w:tc>
          <w:tcPr>
            <w:tcW w:w="4889" w:type="dxa"/>
          </w:tcPr>
          <w:p w:rsidR="00B03BD4" w:rsidRPr="00B37A73" w:rsidRDefault="00B03BD4" w:rsidP="00D20D10">
            <w:pPr>
              <w:jc w:val="both"/>
              <w:rPr>
                <w:rFonts w:ascii="Verdana" w:eastAsia="Batang" w:hAnsi="Verdana" w:cs="Verdana"/>
              </w:rPr>
            </w:pPr>
            <w:r w:rsidRPr="00B37A73">
              <w:rPr>
                <w:rFonts w:ascii="Verdana" w:eastAsia="Batang" w:hAnsi="Verdana" w:cs="Verdana"/>
              </w:rPr>
              <w:t xml:space="preserve">               </w:t>
            </w:r>
          </w:p>
          <w:p w:rsidR="00B03BD4" w:rsidRPr="00B37A73" w:rsidRDefault="00B03BD4" w:rsidP="00D20D10">
            <w:pPr>
              <w:jc w:val="both"/>
              <w:rPr>
                <w:rFonts w:ascii="Verdana" w:eastAsia="Batang" w:hAnsi="Verdana"/>
              </w:rPr>
            </w:pPr>
            <w:r w:rsidRPr="00B37A73">
              <w:rPr>
                <w:rFonts w:ascii="Verdana" w:eastAsia="Batang" w:hAnsi="Verdana" w:cs="Verdana"/>
              </w:rPr>
              <w:t xml:space="preserve">                      </w:t>
            </w:r>
            <w:r>
              <w:rPr>
                <w:rFonts w:ascii="Verdana" w:eastAsia="Batang" w:hAnsi="Verdana" w:cs="Verdana"/>
              </w:rPr>
              <w:t xml:space="preserve">    </w:t>
            </w:r>
            <w:r w:rsidRPr="00B37A73">
              <w:rPr>
                <w:rFonts w:ascii="Verdana" w:eastAsia="Batang" w:hAnsi="Verdana" w:cs="Verdana"/>
              </w:rPr>
              <w:t xml:space="preserve"> </w:t>
            </w:r>
            <w:r>
              <w:rPr>
                <w:rFonts w:ascii="Verdana" w:eastAsia="Batang" w:hAnsi="Verdana" w:cs="Verdana"/>
              </w:rPr>
              <w:t xml:space="preserve">   </w:t>
            </w:r>
            <w:r w:rsidRPr="00FC54BB">
              <w:object w:dxaOrig="1111" w:dyaOrig="1216">
                <v:shape id="_x0000_i1027" type="#_x0000_t75" style="width:37.5pt;height:36.75pt" o:ole="">
                  <v:imagedata r:id="rId7" o:title=""/>
                </v:shape>
                <o:OLEObject Type="Embed" ProgID="Word.Picture.8" ShapeID="_x0000_i1027" DrawAspect="Content" ObjectID="_1408955666" r:id="rId8"/>
              </w:object>
            </w:r>
          </w:p>
          <w:p w:rsidR="00B03BD4" w:rsidRPr="00A852C9" w:rsidRDefault="00B03BD4" w:rsidP="00D20D10">
            <w:pPr>
              <w:jc w:val="both"/>
              <w:rPr>
                <w:rFonts w:ascii="Verdana" w:eastAsia="Batang" w:hAnsi="Verdana"/>
                <w:sz w:val="36"/>
                <w:szCs w:val="36"/>
              </w:rPr>
            </w:pPr>
            <w:r w:rsidRPr="00A852C9">
              <w:rPr>
                <w:rFonts w:ascii="Palace Script MT" w:hAnsi="Palace Script MT" w:cs="Palace Script MT"/>
                <w:w w:val="66"/>
                <w:sz w:val="36"/>
                <w:szCs w:val="36"/>
              </w:rPr>
              <w:t xml:space="preserve">                     </w:t>
            </w:r>
            <w:r>
              <w:rPr>
                <w:rFonts w:ascii="Palace Script MT" w:hAnsi="Palace Script MT" w:cs="Palace Script MT"/>
                <w:w w:val="66"/>
                <w:sz w:val="36"/>
                <w:szCs w:val="36"/>
              </w:rPr>
              <w:t xml:space="preserve">      </w:t>
            </w:r>
            <w:r w:rsidRPr="00A852C9">
              <w:rPr>
                <w:rFonts w:ascii="Palace Script MT" w:hAnsi="Palace Script MT" w:cs="Palace Script MT"/>
                <w:w w:val="66"/>
                <w:sz w:val="36"/>
                <w:szCs w:val="36"/>
              </w:rPr>
              <w:t xml:space="preserve">Ministero dell’Istruzione, dell’ Università e della Ricerca  </w:t>
            </w:r>
          </w:p>
          <w:p w:rsidR="00B03BD4" w:rsidRPr="00B37A73" w:rsidRDefault="00B03BD4" w:rsidP="00D20D10">
            <w:pPr>
              <w:jc w:val="both"/>
              <w:rPr>
                <w:rFonts w:ascii="Verdana" w:eastAsia="Batang" w:hAnsi="Verdana"/>
              </w:rPr>
            </w:pPr>
            <w:r w:rsidRPr="00A852C9">
              <w:rPr>
                <w:rFonts w:ascii="Verdana" w:eastAsia="Batang" w:hAnsi="Verdana" w:cs="Verdana"/>
                <w:sz w:val="36"/>
                <w:szCs w:val="36"/>
              </w:rPr>
              <w:t xml:space="preserve">      </w:t>
            </w:r>
            <w:r w:rsidRPr="00A852C9">
              <w:rPr>
                <w:rFonts w:ascii="Palace Script MT" w:hAnsi="Palace Script MT" w:cs="Palace Script MT"/>
                <w:w w:val="66"/>
                <w:sz w:val="36"/>
                <w:szCs w:val="36"/>
              </w:rPr>
              <w:t xml:space="preserve">  Ufficio Scolastico Regionale per le Marche – Direzione Generale</w:t>
            </w:r>
          </w:p>
        </w:tc>
      </w:tr>
    </w:tbl>
    <w:p w:rsidR="00B03BD4" w:rsidRDefault="00B03BD4" w:rsidP="00BD5392">
      <w:pPr>
        <w:rPr>
          <w:rFonts w:eastAsia="Batang"/>
        </w:rPr>
      </w:pPr>
      <w:r>
        <w:rPr>
          <w:rFonts w:eastAsia="Batang"/>
        </w:rPr>
        <w:t xml:space="preserve"> </w:t>
      </w:r>
    </w:p>
    <w:p w:rsidR="00B03BD4" w:rsidRDefault="00B03BD4" w:rsidP="00BD5392">
      <w:pPr>
        <w:pStyle w:val="Titolo6NA5NA51"/>
        <w:spacing w:line="360" w:lineRule="auto"/>
        <w:jc w:val="center"/>
        <w:rPr>
          <w:b/>
          <w:bCs/>
          <w:sz w:val="20"/>
          <w:szCs w:val="20"/>
        </w:rPr>
      </w:pPr>
    </w:p>
    <w:p w:rsidR="00B03BD4" w:rsidRDefault="00B03BD4" w:rsidP="00BD5392">
      <w:pPr>
        <w:pStyle w:val="Titolo6NA5NA51"/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Scheda di adesione</w:t>
      </w:r>
    </w:p>
    <w:p w:rsidR="00B03BD4" w:rsidRDefault="00B03BD4" w:rsidP="00BD5392">
      <w:pPr>
        <w:pStyle w:val="Titolo6NA5NA51"/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al concorso “L’ORTO BIOLOGICO A SCUOLA ” anno scolastico 2012 – 2013</w:t>
      </w:r>
    </w:p>
    <w:p w:rsidR="00B03BD4" w:rsidRPr="003A2EB5" w:rsidRDefault="00B03BD4" w:rsidP="00BD5392"/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L’Istituto ________________________________________________________________ </w:t>
      </w: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di___________________________ c.a.p. __________via ____________________________</w:t>
      </w: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_______________  fax. _______________</w:t>
      </w: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intende </w:t>
      </w:r>
      <w:r>
        <w:rPr>
          <w:rFonts w:ascii="Arial" w:hAnsi="Arial" w:cs="Arial"/>
          <w:b/>
          <w:bCs/>
          <w:sz w:val="22"/>
          <w:szCs w:val="22"/>
        </w:rPr>
        <w:t>partecipare</w:t>
      </w:r>
      <w:r>
        <w:rPr>
          <w:rFonts w:ascii="Arial" w:hAnsi="Arial" w:cs="Arial"/>
          <w:sz w:val="22"/>
          <w:szCs w:val="22"/>
        </w:rPr>
        <w:t xml:space="preserve"> al concorso in oggetto e </w:t>
      </w:r>
      <w:r>
        <w:rPr>
          <w:rFonts w:ascii="Arial" w:hAnsi="Arial" w:cs="Arial"/>
          <w:b/>
          <w:bCs/>
          <w:sz w:val="22"/>
          <w:szCs w:val="22"/>
        </w:rPr>
        <w:t xml:space="preserve">allega </w:t>
      </w:r>
      <w:r>
        <w:rPr>
          <w:rFonts w:ascii="Arial" w:hAnsi="Arial" w:cs="Arial"/>
          <w:sz w:val="22"/>
          <w:szCs w:val="22"/>
        </w:rPr>
        <w:t>alla presente  il Progetto:</w:t>
      </w:r>
    </w:p>
    <w:p w:rsidR="00B03BD4" w:rsidRDefault="00B03BD4" w:rsidP="00BD5392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“ ______________________________________________________________________”</w:t>
      </w:r>
    </w:p>
    <w:p w:rsidR="00B03BD4" w:rsidRDefault="00B03BD4" w:rsidP="00BD5392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Classe/i coinvolta/e  _____________________ di _________________________________</w:t>
      </w: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Alunni coinvolti _____________________________________________________________</w:t>
      </w: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Docenti coinvolti ____________________________________________________________</w:t>
      </w: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BD4" w:rsidRDefault="00B03BD4" w:rsidP="00BD539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Referente/i  del progetto :_______________________________</w:t>
      </w: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-Recapito:</w:t>
      </w: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Tel._______________________________________________________________________</w:t>
      </w:r>
    </w:p>
    <w:p w:rsidR="00B03BD4" w:rsidRDefault="00B03BD4" w:rsidP="00BD539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e-mail_____________________________________________________________________</w:t>
      </w:r>
    </w:p>
    <w:p w:rsidR="00B03BD4" w:rsidRDefault="00B03BD4" w:rsidP="00BD5392">
      <w:pPr>
        <w:pStyle w:val="Titolo55sub-bulletsb4ITTt5PAPicoSectionH5PIM5H5-Heading5l5heading5h5Heading5"/>
        <w:spacing w:before="0" w:after="0" w:line="360" w:lineRule="auto"/>
        <w:ind w:left="4956" w:firstLine="1424"/>
        <w:jc w:val="left"/>
      </w:pPr>
    </w:p>
    <w:p w:rsidR="00B03BD4" w:rsidRPr="004636FC" w:rsidRDefault="00B03BD4" w:rsidP="00BD5392">
      <w:pPr>
        <w:rPr>
          <w:lang w:eastAsia="it-IT"/>
        </w:rPr>
      </w:pPr>
    </w:p>
    <w:p w:rsidR="00B03BD4" w:rsidRDefault="00B03BD4" w:rsidP="00BD5392">
      <w:pPr>
        <w:pStyle w:val="Titolo55sub-bulletsb4ITTt5PAPicoSectionH5PIM5H5-Heading5l5heading5h5Heading5"/>
        <w:spacing w:before="0" w:after="0" w:line="360" w:lineRule="auto"/>
        <w:ind w:left="4956" w:firstLine="1424"/>
        <w:jc w:val="left"/>
        <w:rPr>
          <w:sz w:val="18"/>
          <w:szCs w:val="18"/>
        </w:rPr>
      </w:pPr>
      <w:r>
        <w:t>Il Dirigente Scolastico</w:t>
      </w:r>
      <w:r>
        <w:rPr>
          <w:sz w:val="18"/>
          <w:szCs w:val="18"/>
        </w:rPr>
        <w:t xml:space="preserve">                                                                     _____________________________________________</w:t>
      </w:r>
    </w:p>
    <w:p w:rsidR="00B03BD4" w:rsidRPr="00770C34" w:rsidRDefault="00B03BD4" w:rsidP="00BD5392">
      <w:pPr>
        <w:jc w:val="both"/>
        <w:rPr>
          <w:rFonts w:ascii="Arial" w:hAnsi="Arial" w:cs="Arial"/>
          <w:sz w:val="16"/>
          <w:szCs w:val="16"/>
        </w:rPr>
      </w:pPr>
    </w:p>
    <w:p w:rsidR="00B03BD4" w:rsidRPr="00770C34" w:rsidRDefault="00B03BD4" w:rsidP="00BD5392">
      <w:pPr>
        <w:jc w:val="both"/>
        <w:rPr>
          <w:rFonts w:ascii="Arial" w:hAnsi="Arial" w:cs="Arial"/>
          <w:sz w:val="16"/>
          <w:szCs w:val="16"/>
        </w:rPr>
      </w:pPr>
    </w:p>
    <w:p w:rsidR="00B03BD4" w:rsidRDefault="00B03BD4"/>
    <w:p w:rsidR="00B03BD4" w:rsidRDefault="00B03BD4"/>
    <w:sectPr w:rsidR="00B03BD4" w:rsidSect="00BD5392">
      <w:pgSz w:w="11906" w:h="16838"/>
      <w:pgMar w:top="15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atang">
    <w:altName w:val="©ö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56DB2"/>
    <w:multiLevelType w:val="hybridMultilevel"/>
    <w:tmpl w:val="F75E61F4"/>
    <w:lvl w:ilvl="0" w:tplc="7580101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3E54EE6"/>
    <w:multiLevelType w:val="hybridMultilevel"/>
    <w:tmpl w:val="A224C600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2336DD5"/>
    <w:multiLevelType w:val="hybridMultilevel"/>
    <w:tmpl w:val="A3765B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225FB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392"/>
    <w:rsid w:val="00062A4B"/>
    <w:rsid w:val="0009113C"/>
    <w:rsid w:val="000A3BEB"/>
    <w:rsid w:val="001928C0"/>
    <w:rsid w:val="00240F48"/>
    <w:rsid w:val="002D0860"/>
    <w:rsid w:val="003575AF"/>
    <w:rsid w:val="003A2EB5"/>
    <w:rsid w:val="003B4BD4"/>
    <w:rsid w:val="003E23D6"/>
    <w:rsid w:val="003E722F"/>
    <w:rsid w:val="004636FC"/>
    <w:rsid w:val="004F0F4D"/>
    <w:rsid w:val="0059663D"/>
    <w:rsid w:val="006A341A"/>
    <w:rsid w:val="00770C34"/>
    <w:rsid w:val="00777932"/>
    <w:rsid w:val="007E4484"/>
    <w:rsid w:val="008B423B"/>
    <w:rsid w:val="00A03050"/>
    <w:rsid w:val="00A36EA4"/>
    <w:rsid w:val="00A55B83"/>
    <w:rsid w:val="00A852C9"/>
    <w:rsid w:val="00AA18D4"/>
    <w:rsid w:val="00B03BD4"/>
    <w:rsid w:val="00B27EDA"/>
    <w:rsid w:val="00B37A73"/>
    <w:rsid w:val="00B96BCA"/>
    <w:rsid w:val="00BD5392"/>
    <w:rsid w:val="00BE1230"/>
    <w:rsid w:val="00C467B8"/>
    <w:rsid w:val="00CB33F1"/>
    <w:rsid w:val="00D15B34"/>
    <w:rsid w:val="00D20D10"/>
    <w:rsid w:val="00DE00DA"/>
    <w:rsid w:val="00F15F34"/>
    <w:rsid w:val="00F44F27"/>
    <w:rsid w:val="00FC5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392"/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D5392"/>
    <w:rPr>
      <w:rFonts w:ascii="Arial" w:hAnsi="Arial" w:cs="Arial"/>
      <w:b/>
      <w:bCs/>
      <w:color w:val="auto"/>
      <w:sz w:val="17"/>
      <w:szCs w:val="17"/>
      <w:u w:val="none"/>
      <w:effect w:val="none"/>
    </w:rPr>
  </w:style>
  <w:style w:type="paragraph" w:customStyle="1" w:styleId="Titolo55sub-bulletsb4ITTt5PAPicoSectionH5PIM5H5-Heading5l5heading5h5Heading5">
    <w:name w:val="Titolo 5.5 sub-bullet.sb.4.ITT t5.PA Pico Section.H5.PIM 5.H5-Heading 5.l5.heading5.h5.Heading5"/>
    <w:basedOn w:val="Normal"/>
    <w:next w:val="Normal"/>
    <w:uiPriority w:val="99"/>
    <w:rsid w:val="00BD5392"/>
    <w:pPr>
      <w:autoSpaceDE w:val="0"/>
      <w:autoSpaceDN w:val="0"/>
      <w:spacing w:before="240" w:after="60"/>
      <w:jc w:val="both"/>
    </w:pPr>
    <w:rPr>
      <w:rFonts w:ascii="Arial" w:hAnsi="Arial" w:cs="Arial"/>
      <w:sz w:val="22"/>
      <w:szCs w:val="22"/>
      <w:lang w:eastAsia="it-IT"/>
    </w:rPr>
  </w:style>
  <w:style w:type="paragraph" w:customStyle="1" w:styleId="Titolo6NA5NA51">
    <w:name w:val="Titolo 6.N.A.5.N.A.51"/>
    <w:basedOn w:val="Normal"/>
    <w:next w:val="Normal"/>
    <w:uiPriority w:val="99"/>
    <w:rsid w:val="00BD5392"/>
    <w:pPr>
      <w:autoSpaceDE w:val="0"/>
      <w:autoSpaceDN w:val="0"/>
      <w:spacing w:before="240" w:after="60"/>
      <w:jc w:val="both"/>
      <w:outlineLvl w:val="5"/>
    </w:pPr>
    <w:rPr>
      <w:rFonts w:ascii="Arial" w:hAnsi="Arial" w:cs="Arial"/>
      <w:i/>
      <w:iCs/>
      <w:sz w:val="22"/>
      <w:szCs w:val="2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239</Words>
  <Characters>1366</Characters>
  <Application>Microsoft Office Outlook</Application>
  <DocSecurity>0</DocSecurity>
  <Lines>0</Lines>
  <Paragraphs>0</Paragraphs>
  <ScaleCrop>false</ScaleCrop>
  <Company>ma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Valenti</dc:creator>
  <cp:keywords/>
  <dc:description/>
  <cp:lastModifiedBy>M.I.U.R.</cp:lastModifiedBy>
  <cp:revision>2</cp:revision>
  <cp:lastPrinted>2012-09-12T09:46:00Z</cp:lastPrinted>
  <dcterms:created xsi:type="dcterms:W3CDTF">2012-09-12T09:48:00Z</dcterms:created>
  <dcterms:modified xsi:type="dcterms:W3CDTF">2012-09-12T09:48:00Z</dcterms:modified>
</cp:coreProperties>
</file>