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07" w:rsidRDefault="00DC0507" w:rsidP="008346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</w:rPr>
      </w:pPr>
    </w:p>
    <w:p w:rsidR="00DC0507" w:rsidRDefault="00DC0507" w:rsidP="00762D98">
      <w:pPr>
        <w:tabs>
          <w:tab w:val="left" w:pos="199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ab/>
      </w:r>
      <w:r w:rsidRPr="00E4424B">
        <w:rPr>
          <w:rFonts w:ascii="Times New Roman" w:hAnsi="Times New Roman"/>
        </w:rPr>
        <w:t>AllegatoA</w:t>
      </w:r>
    </w:p>
    <w:p w:rsidR="00DC0507" w:rsidRDefault="00DC0507" w:rsidP="00B25FB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Book Antiqua,Bold" w:hAnsi="Book Antiqua,Bold" w:cs="Book Antiqua,Bold"/>
          <w:b/>
          <w:bCs/>
          <w:color w:val="000000"/>
          <w:sz w:val="20"/>
          <w:szCs w:val="20"/>
        </w:rPr>
      </w:pPr>
    </w:p>
    <w:p w:rsidR="00DC0507" w:rsidRDefault="00DC0507" w:rsidP="00B25FB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Book Antiqua,Bold" w:hAnsi="Book Antiqua,Bold" w:cs="Book Antiqua,Bold"/>
          <w:b/>
          <w:bCs/>
          <w:color w:val="000000"/>
          <w:sz w:val="20"/>
          <w:szCs w:val="20"/>
        </w:rPr>
      </w:pPr>
    </w:p>
    <w:p w:rsidR="00DC0507" w:rsidRDefault="00DC0507" w:rsidP="00B25FB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Book Antiqua,Bold" w:hAnsi="Book Antiqua,Bold" w:cs="Book Antiqua,Bold"/>
          <w:b/>
          <w:bCs/>
          <w:color w:val="000000"/>
          <w:sz w:val="20"/>
          <w:szCs w:val="20"/>
        </w:rPr>
      </w:pPr>
      <w:r>
        <w:rPr>
          <w:rFonts w:ascii="Book Antiqua,Bold" w:hAnsi="Book Antiqua,Bold" w:cs="Book Antiqua,Bold"/>
          <w:b/>
          <w:bCs/>
          <w:color w:val="000000"/>
          <w:sz w:val="20"/>
          <w:szCs w:val="20"/>
        </w:rPr>
        <w:t>SCHEDA PROGETTO</w:t>
      </w:r>
    </w:p>
    <w:p w:rsidR="00DC0507" w:rsidRDefault="00DC0507" w:rsidP="00B25FB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Book Antiqua,Bold" w:hAnsi="Book Antiqua,Bold" w:cs="Book Antiqua,Bold"/>
          <w:b/>
          <w:bCs/>
          <w:color w:val="000000"/>
          <w:sz w:val="20"/>
          <w:szCs w:val="20"/>
        </w:rPr>
      </w:pPr>
    </w:p>
    <w:p w:rsidR="00DC0507" w:rsidRPr="00E4424B" w:rsidRDefault="00DC0507" w:rsidP="00B25F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FF6600"/>
        </w:rPr>
      </w:pPr>
      <w:r w:rsidRPr="00E4424B">
        <w:rPr>
          <w:rFonts w:ascii="Times New Roman" w:hAnsi="Times New Roman"/>
          <w:color w:val="FF6600"/>
        </w:rPr>
        <w:t xml:space="preserve"> </w:t>
      </w:r>
      <w:r w:rsidRPr="00E4424B">
        <w:rPr>
          <w:rFonts w:ascii="Times New Roman" w:hAnsi="Times New Roman"/>
          <w:b/>
          <w:bCs/>
          <w:i/>
          <w:iCs/>
          <w:color w:val="FF6600"/>
        </w:rPr>
        <w:t>1. Descrizione dell'attività/progetto</w:t>
      </w:r>
    </w:p>
    <w:p w:rsidR="00DC0507" w:rsidRDefault="00DC0507" w:rsidP="00B25FBE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Classe coinvolta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Docente referente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Altri docenti coinvolti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Eventuali collaborazioni esterne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Titolo dell’attività/progetto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Descrizione dell’esperienza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Tematica affrontata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Traguardi di apprendimento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Metodologia/e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</w:rPr>
            </w:pPr>
          </w:p>
        </w:tc>
      </w:tr>
    </w:tbl>
    <w:p w:rsidR="00DC0507" w:rsidRDefault="00DC0507" w:rsidP="00B25FBE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DC0507" w:rsidRDefault="00DC0507" w:rsidP="00B25FBE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</w:rPr>
      </w:pPr>
    </w:p>
    <w:p w:rsidR="00DC0507" w:rsidRPr="00A61DDE" w:rsidRDefault="00DC0507" w:rsidP="00A61D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color w:val="FF6600"/>
        </w:rPr>
        <w:t xml:space="preserve"> </w:t>
      </w:r>
      <w:r w:rsidRPr="00A61DDE">
        <w:rPr>
          <w:rFonts w:ascii="Times New Roman" w:hAnsi="Times New Roman"/>
          <w:b/>
          <w:bCs/>
          <w:i/>
          <w:iCs/>
          <w:color w:val="FF6600"/>
        </w:rPr>
        <w:t>2. Ideazione</w:t>
      </w:r>
      <w:r w:rsidRPr="00A61DDE">
        <w:rPr>
          <w:rFonts w:ascii="Times New Roman" w:hAnsi="Times New Roman"/>
          <w:color w:val="FF6600"/>
        </w:rPr>
        <w:t xml:space="preserve"> -</w:t>
      </w:r>
      <w:r w:rsidRPr="00A61DDE">
        <w:rPr>
          <w:rFonts w:ascii="Calibri,BoldItalic" w:hAnsi="Calibri,BoldItalic" w:cs="Calibri,BoldItalic"/>
          <w:b/>
          <w:bCs/>
          <w:i/>
          <w:iCs/>
          <w:color w:val="FF6600"/>
          <w:sz w:val="20"/>
          <w:szCs w:val="20"/>
        </w:rPr>
        <w:t xml:space="preserve"> </w:t>
      </w:r>
      <w:r w:rsidRPr="00A61DDE">
        <w:rPr>
          <w:rFonts w:ascii="Times New Roman" w:hAnsi="Times New Roman"/>
          <w:i/>
          <w:color w:val="000000"/>
          <w:sz w:val="20"/>
          <w:szCs w:val="20"/>
        </w:rPr>
        <w:t>Descrivere sinteticamente la fase di ideazione del progetto</w:t>
      </w:r>
    </w:p>
    <w:p w:rsidR="00DC0507" w:rsidRDefault="00DC0507" w:rsidP="000277FC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Il contesto della classe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L’idea chiave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La funzione delle ICT e dei Media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C0507" w:rsidRDefault="00DC0507" w:rsidP="000277FC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0"/>
          <w:szCs w:val="20"/>
        </w:rPr>
      </w:pPr>
    </w:p>
    <w:p w:rsidR="00DC0507" w:rsidRDefault="00DC0507" w:rsidP="000277FC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0"/>
          <w:szCs w:val="20"/>
        </w:rPr>
      </w:pPr>
    </w:p>
    <w:p w:rsidR="00DC0507" w:rsidRPr="00A61DDE" w:rsidRDefault="00DC0507" w:rsidP="000277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FF6600"/>
        </w:rPr>
      </w:pPr>
      <w:r w:rsidRPr="00A61DDE">
        <w:rPr>
          <w:rFonts w:ascii="Times New Roman" w:hAnsi="Times New Roman"/>
          <w:b/>
          <w:i/>
          <w:color w:val="FF6600"/>
        </w:rPr>
        <w:t xml:space="preserve"> 3. Progettazione</w:t>
      </w:r>
    </w:p>
    <w:p w:rsidR="00DC0507" w:rsidRDefault="00DC0507" w:rsidP="000277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FF6600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Risorse e strumenti digitali utilizzati nel corso dell’attività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color w:val="FF66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FF66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Descrizione delle modalità di utilizzo delle risorse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color w:val="FF66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,BoldItalic" w:hAnsi="Calibri,BoldItalic" w:cs="Calibri,BoldItalic"/>
                <w:b/>
                <w:bCs/>
                <w:i/>
                <w:iCs/>
                <w:color w:val="FF6600"/>
                <w:sz w:val="20"/>
                <w:szCs w:val="20"/>
              </w:rPr>
            </w:pPr>
          </w:p>
        </w:tc>
      </w:tr>
    </w:tbl>
    <w:p w:rsidR="00DC0507" w:rsidRDefault="00DC0507" w:rsidP="00B25FBE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/>
        </w:rPr>
      </w:pPr>
    </w:p>
    <w:p w:rsidR="00DC0507" w:rsidRDefault="00DC0507" w:rsidP="000277FC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  <w:r w:rsidRPr="00A61DDE">
        <w:rPr>
          <w:rFonts w:ascii="Times New Roman" w:hAnsi="Times New Roman"/>
          <w:b/>
          <w:i/>
          <w:color w:val="FF6600"/>
        </w:rPr>
        <w:t xml:space="preserve"> 3.1 Svolgimento del progetto </w:t>
      </w:r>
      <w:r>
        <w:rPr>
          <w:rFonts w:ascii="Verdana,Italic" w:hAnsi="Verdana,Italic" w:cs="Verdana,Italic"/>
          <w:i/>
          <w:iCs/>
          <w:color w:val="000000"/>
          <w:sz w:val="18"/>
          <w:szCs w:val="18"/>
        </w:rPr>
        <w:t>Descrivere il progetto didattico per macrosequenze di azioni.</w:t>
      </w:r>
    </w:p>
    <w:p w:rsidR="00DC0507" w:rsidRDefault="00DC0507" w:rsidP="000277FC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hAnsi="Verdana,Bold" w:cs="Verdana,Bold"/>
                <w:b/>
                <w:bCs/>
                <w:color w:val="000000"/>
                <w:sz w:val="20"/>
                <w:szCs w:val="20"/>
              </w:rPr>
            </w:pPr>
            <w:r w:rsidRPr="00940CE0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- </w:t>
            </w:r>
            <w:r w:rsidRPr="00940CE0">
              <w:rPr>
                <w:rFonts w:ascii="Verdana,Bold" w:hAnsi="Verdana,Bold" w:cs="Verdana,Bold"/>
                <w:b/>
                <w:bCs/>
                <w:color w:val="000000"/>
                <w:sz w:val="20"/>
                <w:szCs w:val="20"/>
              </w:rPr>
              <w:t>Sequenza 1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Italic" w:hAnsi="Verdana,Italic" w:cs="Verdana,Italic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Italic" w:hAnsi="Verdana,Italic" w:cs="Verdana,Italic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Descrizione della sequenza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Italic" w:hAnsi="Verdana,Italic" w:cs="Verdana,Italic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DC0507" w:rsidRPr="00940CE0" w:rsidTr="00940CE0">
        <w:tc>
          <w:tcPr>
            <w:tcW w:w="4889" w:type="dxa"/>
            <w:vMerge w:val="restart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Risorse utilizzate e loro funzione nella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sequenza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Cosa fa il docente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  <w:tr w:rsidR="00DC0507" w:rsidRPr="00940CE0" w:rsidTr="00940CE0">
        <w:tc>
          <w:tcPr>
            <w:tcW w:w="4889" w:type="dxa"/>
            <w:vMerge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Italic" w:hAnsi="Verdana,Italic" w:cs="Verdana,Italic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Cosa fanno gli studenti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</w:tbl>
    <w:p w:rsidR="00DC0507" w:rsidRDefault="00DC0507" w:rsidP="000277FC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</w:p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hAnsi="Verdana,Bold" w:cs="Verdana,Bold"/>
                <w:b/>
                <w:bCs/>
                <w:sz w:val="20"/>
                <w:szCs w:val="20"/>
              </w:rPr>
            </w:pPr>
            <w:r w:rsidRPr="00940CE0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940CE0">
              <w:rPr>
                <w:rFonts w:ascii="Verdana,Bold" w:hAnsi="Verdana,Bold" w:cs="Verdana,Bold"/>
                <w:b/>
                <w:bCs/>
                <w:sz w:val="20"/>
                <w:szCs w:val="20"/>
              </w:rPr>
              <w:t>Sequenza n. 2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0CE0">
              <w:rPr>
                <w:rFonts w:ascii="Times New Roman" w:hAnsi="Times New Roman"/>
                <w:bCs/>
              </w:rPr>
              <w:t>Descrizione della sequenza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507" w:rsidRPr="00940CE0" w:rsidTr="00940CE0">
        <w:tc>
          <w:tcPr>
            <w:tcW w:w="4889" w:type="dxa"/>
            <w:vMerge w:val="restart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40CE0">
              <w:rPr>
                <w:rFonts w:ascii="Times New Roman" w:hAnsi="Times New Roman"/>
                <w:bCs/>
              </w:rPr>
              <w:t>Risorse utilizzate e loro funzione nella sequenza</w:t>
            </w: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0CE0">
              <w:rPr>
                <w:rFonts w:ascii="Times New Roman" w:hAnsi="Times New Roman"/>
                <w:bCs/>
              </w:rPr>
              <w:t>Cosa fa il docente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507" w:rsidRPr="00940CE0" w:rsidTr="00940CE0">
        <w:tc>
          <w:tcPr>
            <w:tcW w:w="4889" w:type="dxa"/>
            <w:vMerge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0CE0">
              <w:rPr>
                <w:rFonts w:ascii="Times New Roman" w:hAnsi="Times New Roman"/>
                <w:bCs/>
              </w:rPr>
              <w:t>Cosa fanno gli studenti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</w:p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</w:p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hAnsi="Verdana,Bold" w:cs="Verdana,Bold"/>
                <w:b/>
                <w:bCs/>
                <w:sz w:val="20"/>
                <w:szCs w:val="20"/>
              </w:rPr>
            </w:pPr>
            <w:r w:rsidRPr="00940CE0">
              <w:rPr>
                <w:rFonts w:ascii="Verdana" w:hAnsi="Verdana" w:cs="Verdana"/>
                <w:sz w:val="20"/>
                <w:szCs w:val="20"/>
              </w:rPr>
              <w:t xml:space="preserve">- </w:t>
            </w:r>
            <w:r w:rsidRPr="00940CE0">
              <w:rPr>
                <w:rFonts w:ascii="Verdana,Bold" w:hAnsi="Verdana,Bold" w:cs="Verdana,Bold"/>
                <w:b/>
                <w:bCs/>
                <w:sz w:val="20"/>
                <w:szCs w:val="20"/>
              </w:rPr>
              <w:t>Sequenza ….n….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0CE0">
              <w:rPr>
                <w:rFonts w:ascii="Times New Roman" w:hAnsi="Times New Roman"/>
                <w:bCs/>
              </w:rPr>
              <w:t>Descrizione della sequenza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507" w:rsidRPr="00940CE0" w:rsidTr="00940CE0">
        <w:tc>
          <w:tcPr>
            <w:tcW w:w="4889" w:type="dxa"/>
            <w:vMerge w:val="restart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0CE0">
              <w:rPr>
                <w:rFonts w:ascii="Times New Roman" w:hAnsi="Times New Roman"/>
                <w:bCs/>
              </w:rPr>
              <w:t>Risorse utilizzate e loro funzione nella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0CE0">
              <w:rPr>
                <w:rFonts w:ascii="Times New Roman" w:hAnsi="Times New Roman"/>
                <w:bCs/>
              </w:rPr>
              <w:t>sequenza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940CE0">
              <w:rPr>
                <w:rFonts w:ascii="Times New Roman" w:hAnsi="Times New Roman"/>
                <w:bCs/>
              </w:rPr>
              <w:t>Cosa fa il docente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0507" w:rsidRPr="00940CE0" w:rsidTr="00940CE0">
        <w:tc>
          <w:tcPr>
            <w:tcW w:w="4889" w:type="dxa"/>
            <w:vMerge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940CE0">
              <w:rPr>
                <w:rFonts w:ascii="Times New Roman" w:hAnsi="Times New Roman"/>
                <w:bCs/>
              </w:rPr>
              <w:t>Cosa fanno gli studenti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</w:p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Verdana,Italic" w:hAnsi="Verdana,Italic" w:cs="Verdana,Italic"/>
          <w:i/>
          <w:iCs/>
          <w:color w:val="000000"/>
          <w:sz w:val="18"/>
          <w:szCs w:val="18"/>
        </w:rPr>
      </w:pPr>
    </w:p>
    <w:p w:rsidR="00DC0507" w:rsidRPr="00762D98" w:rsidRDefault="00DC0507" w:rsidP="00762D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FF6600"/>
        </w:rPr>
      </w:pPr>
      <w:r>
        <w:rPr>
          <w:rFonts w:ascii="Times New Roman" w:hAnsi="Times New Roman"/>
          <w:b/>
          <w:i/>
          <w:color w:val="FF6600"/>
        </w:rPr>
        <w:t>4</w:t>
      </w:r>
      <w:r w:rsidRPr="00762D98">
        <w:rPr>
          <w:rFonts w:ascii="Times New Roman" w:hAnsi="Times New Roman"/>
          <w:b/>
          <w:i/>
          <w:color w:val="FF6600"/>
        </w:rPr>
        <w:t>. Documentazione del progetto</w:t>
      </w:r>
    </w:p>
    <w:p w:rsidR="00DC0507" w:rsidRPr="00E4424B" w:rsidRDefault="00DC0507" w:rsidP="002B28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66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Tipologia prodotto realizzato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Descrizione prodotto finale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Materiali realizzati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Condizioni di trasferibilità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Reperibilità dei materiali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0507" w:rsidRPr="00940CE0" w:rsidTr="00940CE0"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40CE0">
              <w:rPr>
                <w:rFonts w:ascii="Times New Roman" w:hAnsi="Times New Roman"/>
                <w:bCs/>
                <w:color w:val="000000"/>
              </w:rPr>
              <w:t>Materiali inviati</w:t>
            </w:r>
          </w:p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889" w:type="dxa"/>
          </w:tcPr>
          <w:p w:rsidR="00DC0507" w:rsidRPr="00940CE0" w:rsidRDefault="00DC0507" w:rsidP="00940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,Bold" w:hAnsi="Cambria,Bold" w:cs="Cambria,Bold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DC0507" w:rsidRDefault="00DC0507" w:rsidP="002B28B4">
      <w:pPr>
        <w:autoSpaceDE w:val="0"/>
        <w:autoSpaceDN w:val="0"/>
        <w:adjustRightInd w:val="0"/>
        <w:spacing w:after="0" w:line="240" w:lineRule="auto"/>
        <w:rPr>
          <w:rFonts w:ascii="Cambria,Bold" w:hAnsi="Cambria,Bold" w:cs="Cambria,Bold"/>
          <w:b/>
          <w:bCs/>
          <w:color w:val="000000"/>
          <w:sz w:val="20"/>
          <w:szCs w:val="20"/>
        </w:rPr>
      </w:pPr>
    </w:p>
    <w:p w:rsidR="00DC0507" w:rsidRDefault="00DC0507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/>
        </w:rPr>
      </w:pPr>
    </w:p>
    <w:sectPr w:rsidR="00DC0507" w:rsidSect="00656D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erdana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E16DB"/>
    <w:multiLevelType w:val="hybridMultilevel"/>
    <w:tmpl w:val="6498AD38"/>
    <w:lvl w:ilvl="0" w:tplc="DCAEA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F5C5B"/>
    <w:multiLevelType w:val="hybridMultilevel"/>
    <w:tmpl w:val="CF06C3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A11"/>
    <w:rsid w:val="000277FC"/>
    <w:rsid w:val="000B7094"/>
    <w:rsid w:val="001843B3"/>
    <w:rsid w:val="0024722A"/>
    <w:rsid w:val="00271F0C"/>
    <w:rsid w:val="00283BC8"/>
    <w:rsid w:val="002A1906"/>
    <w:rsid w:val="002B28B4"/>
    <w:rsid w:val="0036562E"/>
    <w:rsid w:val="00417847"/>
    <w:rsid w:val="004C486A"/>
    <w:rsid w:val="0055393D"/>
    <w:rsid w:val="00656D95"/>
    <w:rsid w:val="00712A2F"/>
    <w:rsid w:val="00762D98"/>
    <w:rsid w:val="007C1FAA"/>
    <w:rsid w:val="007F0575"/>
    <w:rsid w:val="008346C6"/>
    <w:rsid w:val="008A605F"/>
    <w:rsid w:val="00906400"/>
    <w:rsid w:val="00940CE0"/>
    <w:rsid w:val="009D6509"/>
    <w:rsid w:val="00A17F8E"/>
    <w:rsid w:val="00A42CEB"/>
    <w:rsid w:val="00A61DDE"/>
    <w:rsid w:val="00A633FA"/>
    <w:rsid w:val="00AA4AA6"/>
    <w:rsid w:val="00AE2A85"/>
    <w:rsid w:val="00B25FBE"/>
    <w:rsid w:val="00B30BCC"/>
    <w:rsid w:val="00BC6607"/>
    <w:rsid w:val="00C1435D"/>
    <w:rsid w:val="00DC0507"/>
    <w:rsid w:val="00DF7265"/>
    <w:rsid w:val="00E43A11"/>
    <w:rsid w:val="00E4424B"/>
    <w:rsid w:val="00E66715"/>
    <w:rsid w:val="00E96456"/>
    <w:rsid w:val="00FB317B"/>
    <w:rsid w:val="00FC5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D9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25FB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277F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B28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203</Words>
  <Characters>1159</Characters>
  <Application>Microsoft Office Outlook</Application>
  <DocSecurity>0</DocSecurity>
  <Lines>0</Lines>
  <Paragraphs>0</Paragraphs>
  <ScaleCrop>false</ScaleCrop>
  <Company>Olidata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M.I.U.R.</cp:lastModifiedBy>
  <cp:revision>2</cp:revision>
  <dcterms:created xsi:type="dcterms:W3CDTF">2013-09-20T10:53:00Z</dcterms:created>
  <dcterms:modified xsi:type="dcterms:W3CDTF">2013-09-20T10:53:00Z</dcterms:modified>
</cp:coreProperties>
</file>