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4D0" w:rsidRDefault="006204D0" w:rsidP="008159D4">
      <w:pPr>
        <w:ind w:left="6372" w:firstLine="708"/>
        <w:rPr>
          <w:rFonts w:cs="Arial"/>
          <w:sz w:val="22"/>
          <w:szCs w:val="22"/>
        </w:rPr>
      </w:pPr>
    </w:p>
    <w:p w:rsidR="003F3F76" w:rsidRPr="00DE4EA1" w:rsidRDefault="003F3F76" w:rsidP="008159D4">
      <w:pPr>
        <w:ind w:left="6372" w:firstLine="708"/>
        <w:rPr>
          <w:rFonts w:cs="Arial"/>
          <w:sz w:val="22"/>
          <w:szCs w:val="22"/>
        </w:rPr>
      </w:pPr>
      <w:r w:rsidRPr="00DE4EA1">
        <w:rPr>
          <w:rFonts w:cs="Arial"/>
          <w:sz w:val="22"/>
          <w:szCs w:val="22"/>
        </w:rPr>
        <w:t>Al Dirigente Scolastico</w:t>
      </w:r>
    </w:p>
    <w:p w:rsidR="003F3F76" w:rsidRPr="00DE4EA1" w:rsidRDefault="008159D4" w:rsidP="008159D4">
      <w:pPr>
        <w:ind w:left="6372" w:firstLine="708"/>
        <w:rPr>
          <w:rFonts w:cs="Arial"/>
          <w:sz w:val="22"/>
          <w:szCs w:val="22"/>
        </w:rPr>
      </w:pPr>
      <w:r w:rsidRPr="00DE4EA1">
        <w:rPr>
          <w:rFonts w:cs="Arial"/>
          <w:sz w:val="22"/>
          <w:szCs w:val="22"/>
        </w:rPr>
        <w:t>dell’I</w:t>
      </w:r>
      <w:r w:rsidR="006E47E9">
        <w:rPr>
          <w:rFonts w:cs="Arial"/>
          <w:sz w:val="22"/>
          <w:szCs w:val="22"/>
        </w:rPr>
        <w:t>IS “Fermi-Galilei”</w:t>
      </w:r>
    </w:p>
    <w:p w:rsidR="003F3F76" w:rsidRPr="00DE4EA1" w:rsidRDefault="003F3F76" w:rsidP="003F3F76">
      <w:pPr>
        <w:rPr>
          <w:rFonts w:cs="Arial"/>
          <w:sz w:val="20"/>
        </w:rPr>
      </w:pPr>
    </w:p>
    <w:p w:rsidR="003F3F76" w:rsidRPr="00DE4EA1" w:rsidRDefault="003F3F76" w:rsidP="003F3F76">
      <w:pPr>
        <w:rPr>
          <w:rFonts w:cs="Arial"/>
          <w:sz w:val="20"/>
        </w:rPr>
      </w:pPr>
    </w:p>
    <w:p w:rsidR="003F3F76" w:rsidRPr="006204D0" w:rsidRDefault="003F3F76" w:rsidP="003F3F76">
      <w:pPr>
        <w:rPr>
          <w:rFonts w:cs="Arial"/>
          <w:b/>
          <w:sz w:val="20"/>
        </w:rPr>
      </w:pPr>
      <w:r w:rsidRPr="006204D0">
        <w:rPr>
          <w:rFonts w:cs="Arial"/>
          <w:b/>
          <w:sz w:val="20"/>
          <w:u w:val="single"/>
        </w:rPr>
        <w:t>OGGETTO</w:t>
      </w:r>
      <w:r w:rsidR="006943F6" w:rsidRPr="006204D0">
        <w:rPr>
          <w:rFonts w:cs="Arial"/>
          <w:b/>
          <w:sz w:val="20"/>
          <w:u w:val="single"/>
        </w:rPr>
        <w:t>:</w:t>
      </w:r>
      <w:r w:rsidRPr="006204D0">
        <w:rPr>
          <w:rFonts w:cs="Arial"/>
          <w:b/>
          <w:sz w:val="20"/>
        </w:rPr>
        <w:t xml:space="preserve"> </w:t>
      </w:r>
      <w:proofErr w:type="spellStart"/>
      <w:r w:rsidRPr="006204D0">
        <w:rPr>
          <w:rFonts w:cs="Arial"/>
          <w:b/>
          <w:sz w:val="20"/>
        </w:rPr>
        <w:t>Dlgs</w:t>
      </w:r>
      <w:proofErr w:type="spellEnd"/>
      <w:r w:rsidRPr="006204D0">
        <w:rPr>
          <w:rFonts w:cs="Arial"/>
          <w:b/>
          <w:sz w:val="20"/>
        </w:rPr>
        <w:t xml:space="preserve"> 196/2003 – Tutela della privacy – autorizzazione al trattamento dei dati</w:t>
      </w:r>
    </w:p>
    <w:p w:rsidR="006204D0" w:rsidRPr="00DE4EA1" w:rsidRDefault="006204D0" w:rsidP="003F3F76">
      <w:pPr>
        <w:rPr>
          <w:rFonts w:cs="Arial"/>
          <w:sz w:val="20"/>
        </w:rPr>
      </w:pPr>
    </w:p>
    <w:p w:rsidR="003F3F76" w:rsidRPr="00DE4EA1" w:rsidRDefault="003F3F76" w:rsidP="003F3F76">
      <w:pPr>
        <w:rPr>
          <w:rFonts w:cs="Arial"/>
          <w:sz w:val="20"/>
        </w:rPr>
      </w:pPr>
    </w:p>
    <w:p w:rsidR="003F3F76" w:rsidRPr="00DE4EA1" w:rsidRDefault="003F3F76" w:rsidP="003F3F76">
      <w:pPr>
        <w:rPr>
          <w:rFonts w:cs="Arial"/>
          <w:sz w:val="20"/>
        </w:rPr>
      </w:pPr>
      <w:r w:rsidRPr="00DE4EA1">
        <w:rPr>
          <w:rFonts w:cs="Arial"/>
          <w:sz w:val="20"/>
          <w:shd w:val="clear" w:color="auto" w:fill="D9D9D9"/>
        </w:rPr>
        <w:t>TUTELATO MAGGIORENNE</w:t>
      </w:r>
    </w:p>
    <w:tbl>
      <w:tblPr>
        <w:tblStyle w:val="Grigliatabella"/>
        <w:tblW w:w="0" w:type="auto"/>
        <w:tblLook w:val="01E0"/>
      </w:tblPr>
      <w:tblGrid>
        <w:gridCol w:w="9778"/>
      </w:tblGrid>
      <w:tr w:rsidR="003F3F76" w:rsidRPr="00DE4EA1" w:rsidTr="00FC7052">
        <w:trPr>
          <w:trHeight w:val="951"/>
        </w:trPr>
        <w:tc>
          <w:tcPr>
            <w:tcW w:w="9778" w:type="dxa"/>
          </w:tcPr>
          <w:p w:rsidR="003F3F76" w:rsidRPr="00DE4EA1" w:rsidRDefault="003F3F76" w:rsidP="00FC7052">
            <w:pPr>
              <w:rPr>
                <w:rFonts w:cs="Arial"/>
                <w:sz w:val="20"/>
              </w:rPr>
            </w:pPr>
          </w:p>
          <w:p w:rsidR="003F3F76" w:rsidRPr="00DE4EA1" w:rsidRDefault="003F3F76" w:rsidP="00FC7052">
            <w:pPr>
              <w:rPr>
                <w:rFonts w:cs="Arial"/>
                <w:sz w:val="20"/>
              </w:rPr>
            </w:pPr>
          </w:p>
          <w:p w:rsidR="003F3F76" w:rsidRPr="00DE4EA1" w:rsidRDefault="003F3F76" w:rsidP="00FC7052">
            <w:pPr>
              <w:rPr>
                <w:rFonts w:cs="Arial"/>
                <w:sz w:val="20"/>
              </w:rPr>
            </w:pPr>
            <w:r w:rsidRPr="00DE4EA1">
              <w:rPr>
                <w:rFonts w:cs="Arial"/>
                <w:sz w:val="20"/>
              </w:rPr>
              <w:t xml:space="preserve">___ </w:t>
            </w:r>
            <w:proofErr w:type="spellStart"/>
            <w:r w:rsidRPr="00DE4EA1">
              <w:rPr>
                <w:rFonts w:cs="Arial"/>
                <w:sz w:val="20"/>
              </w:rPr>
              <w:t>sottoscritt</w:t>
            </w:r>
            <w:proofErr w:type="spellEnd"/>
            <w:r w:rsidRPr="00DE4EA1">
              <w:rPr>
                <w:rFonts w:cs="Arial"/>
                <w:sz w:val="20"/>
              </w:rPr>
              <w:t>__  ___________________________________________________________________</w:t>
            </w:r>
          </w:p>
          <w:p w:rsidR="003F3F76" w:rsidRPr="00DE4EA1" w:rsidRDefault="003F3F76" w:rsidP="00FC7052">
            <w:pPr>
              <w:jc w:val="center"/>
              <w:rPr>
                <w:rFonts w:cs="Arial"/>
                <w:i/>
                <w:sz w:val="20"/>
              </w:rPr>
            </w:pPr>
            <w:r w:rsidRPr="00DE4EA1">
              <w:rPr>
                <w:rFonts w:cs="Arial"/>
                <w:i/>
                <w:sz w:val="20"/>
              </w:rPr>
              <w:t>(cognome e nome)</w:t>
            </w:r>
          </w:p>
        </w:tc>
      </w:tr>
    </w:tbl>
    <w:p w:rsidR="003F3F76" w:rsidRPr="00DE4EA1" w:rsidRDefault="003F3F76" w:rsidP="003F3F76">
      <w:pPr>
        <w:rPr>
          <w:rFonts w:cs="Arial"/>
          <w:sz w:val="20"/>
        </w:rPr>
      </w:pPr>
    </w:p>
    <w:p w:rsidR="003F3F76" w:rsidRPr="00DE4EA1" w:rsidRDefault="003F3F76" w:rsidP="003F3F76">
      <w:pPr>
        <w:jc w:val="center"/>
        <w:rPr>
          <w:rFonts w:cs="Arial"/>
          <w:sz w:val="20"/>
        </w:rPr>
      </w:pPr>
      <w:r w:rsidRPr="00DE4EA1">
        <w:rPr>
          <w:rFonts w:cs="Arial"/>
          <w:sz w:val="20"/>
        </w:rPr>
        <w:t>oppure</w:t>
      </w:r>
    </w:p>
    <w:p w:rsidR="003F3F76" w:rsidRPr="00DE4EA1" w:rsidRDefault="003F3F76" w:rsidP="003F3F76">
      <w:pPr>
        <w:rPr>
          <w:rFonts w:cs="Arial"/>
          <w:sz w:val="20"/>
        </w:rPr>
      </w:pPr>
    </w:p>
    <w:p w:rsidR="003F3F76" w:rsidRPr="00DE4EA1" w:rsidRDefault="003F3F76" w:rsidP="003F3F76">
      <w:pPr>
        <w:rPr>
          <w:rFonts w:cs="Arial"/>
          <w:sz w:val="20"/>
        </w:rPr>
      </w:pPr>
      <w:r w:rsidRPr="00DE4EA1">
        <w:rPr>
          <w:rFonts w:cs="Arial"/>
          <w:sz w:val="20"/>
          <w:shd w:val="clear" w:color="auto" w:fill="D9D9D9"/>
        </w:rPr>
        <w:t>TUTELATO MINORENNE</w:t>
      </w:r>
    </w:p>
    <w:tbl>
      <w:tblPr>
        <w:tblStyle w:val="Grigliatabella"/>
        <w:tblW w:w="0" w:type="auto"/>
        <w:tblLook w:val="01E0"/>
      </w:tblPr>
      <w:tblGrid>
        <w:gridCol w:w="9778"/>
      </w:tblGrid>
      <w:tr w:rsidR="003F3F76" w:rsidRPr="00DE4EA1" w:rsidTr="00FC7052">
        <w:trPr>
          <w:trHeight w:val="951"/>
        </w:trPr>
        <w:tc>
          <w:tcPr>
            <w:tcW w:w="9778" w:type="dxa"/>
          </w:tcPr>
          <w:p w:rsidR="003F3F76" w:rsidRPr="00DE4EA1" w:rsidRDefault="003F3F76" w:rsidP="00FC7052">
            <w:pPr>
              <w:rPr>
                <w:rFonts w:cs="Arial"/>
                <w:sz w:val="20"/>
              </w:rPr>
            </w:pPr>
          </w:p>
          <w:p w:rsidR="003F3F76" w:rsidRPr="00DE4EA1" w:rsidRDefault="003F3F76" w:rsidP="00FC7052">
            <w:pPr>
              <w:rPr>
                <w:rFonts w:cs="Arial"/>
                <w:sz w:val="20"/>
              </w:rPr>
            </w:pPr>
          </w:p>
          <w:p w:rsidR="003F3F76" w:rsidRPr="00DE4EA1" w:rsidRDefault="003F3F76" w:rsidP="00FC7052">
            <w:pPr>
              <w:rPr>
                <w:rFonts w:cs="Arial"/>
                <w:sz w:val="20"/>
              </w:rPr>
            </w:pPr>
            <w:r w:rsidRPr="00DE4EA1">
              <w:rPr>
                <w:rFonts w:cs="Arial"/>
                <w:sz w:val="20"/>
              </w:rPr>
              <w:t xml:space="preserve">___ </w:t>
            </w:r>
            <w:proofErr w:type="spellStart"/>
            <w:r w:rsidRPr="00DE4EA1">
              <w:rPr>
                <w:rFonts w:cs="Arial"/>
                <w:sz w:val="20"/>
              </w:rPr>
              <w:t>sottoscritt</w:t>
            </w:r>
            <w:proofErr w:type="spellEnd"/>
            <w:r w:rsidRPr="00DE4EA1">
              <w:rPr>
                <w:rFonts w:cs="Arial"/>
                <w:sz w:val="20"/>
              </w:rPr>
              <w:t>__  ________________________________________________________ , esercente la</w:t>
            </w:r>
          </w:p>
          <w:p w:rsidR="003F3F76" w:rsidRPr="00DE4EA1" w:rsidRDefault="003F3F76" w:rsidP="00FC7052">
            <w:pPr>
              <w:jc w:val="center"/>
              <w:rPr>
                <w:rFonts w:cs="Arial"/>
                <w:i/>
                <w:sz w:val="20"/>
              </w:rPr>
            </w:pPr>
            <w:r w:rsidRPr="00DE4EA1">
              <w:rPr>
                <w:rFonts w:cs="Arial"/>
                <w:i/>
                <w:sz w:val="20"/>
              </w:rPr>
              <w:t>(cognome e nome)</w:t>
            </w:r>
          </w:p>
          <w:p w:rsidR="003F3F76" w:rsidRPr="00DE4EA1" w:rsidRDefault="003F3F76" w:rsidP="00FC7052">
            <w:pPr>
              <w:rPr>
                <w:rFonts w:cs="Arial"/>
                <w:sz w:val="20"/>
              </w:rPr>
            </w:pPr>
          </w:p>
          <w:p w:rsidR="003F3F76" w:rsidRPr="00DE4EA1" w:rsidRDefault="003F3F76" w:rsidP="00FC7052">
            <w:pPr>
              <w:rPr>
                <w:rFonts w:cs="Arial"/>
                <w:sz w:val="20"/>
              </w:rPr>
            </w:pPr>
            <w:r w:rsidRPr="00DE4EA1">
              <w:rPr>
                <w:rFonts w:cs="Arial"/>
                <w:sz w:val="20"/>
              </w:rPr>
              <w:t xml:space="preserve">patria potestà sul minore  ____________________________________________________________ </w:t>
            </w:r>
          </w:p>
          <w:p w:rsidR="003F3F76" w:rsidRPr="00DE4EA1" w:rsidRDefault="003F3F76" w:rsidP="00FC7052">
            <w:pPr>
              <w:jc w:val="center"/>
              <w:rPr>
                <w:rFonts w:cs="Arial"/>
                <w:i/>
                <w:sz w:val="20"/>
              </w:rPr>
            </w:pPr>
            <w:r w:rsidRPr="00DE4EA1">
              <w:rPr>
                <w:rFonts w:cs="Arial"/>
                <w:i/>
                <w:sz w:val="20"/>
              </w:rPr>
              <w:t>(cognome e nome tutelato)</w:t>
            </w:r>
          </w:p>
        </w:tc>
      </w:tr>
    </w:tbl>
    <w:p w:rsidR="003F3F76" w:rsidRPr="00DE4EA1" w:rsidRDefault="003F3F76" w:rsidP="003F3F76">
      <w:pPr>
        <w:rPr>
          <w:rFonts w:cs="Arial"/>
          <w:sz w:val="20"/>
        </w:rPr>
      </w:pPr>
    </w:p>
    <w:p w:rsidR="003F3F76" w:rsidRPr="00DE4EA1" w:rsidRDefault="003F3F76" w:rsidP="003F3F76">
      <w:pPr>
        <w:rPr>
          <w:rFonts w:cs="Arial"/>
          <w:sz w:val="20"/>
        </w:rPr>
      </w:pPr>
    </w:p>
    <w:p w:rsidR="003F3F76" w:rsidRPr="00DE4EA1" w:rsidRDefault="003F3F76" w:rsidP="003F3F76">
      <w:pPr>
        <w:jc w:val="center"/>
        <w:rPr>
          <w:rFonts w:cs="Arial"/>
          <w:b/>
          <w:sz w:val="20"/>
        </w:rPr>
      </w:pPr>
      <w:r w:rsidRPr="00DE4EA1">
        <w:rPr>
          <w:rFonts w:cs="Arial"/>
          <w:b/>
          <w:sz w:val="20"/>
        </w:rPr>
        <w:t>AUTORIZZA</w:t>
      </w:r>
    </w:p>
    <w:p w:rsidR="003F3F76" w:rsidRPr="00DE4EA1" w:rsidRDefault="003F3F76" w:rsidP="003F3F76">
      <w:pPr>
        <w:jc w:val="center"/>
        <w:rPr>
          <w:rFonts w:cs="Arial"/>
          <w:b/>
          <w:sz w:val="20"/>
        </w:rPr>
      </w:pPr>
    </w:p>
    <w:p w:rsidR="003F3F76" w:rsidRPr="00DE4EA1" w:rsidRDefault="003F3F76" w:rsidP="003F3F76">
      <w:pPr>
        <w:jc w:val="center"/>
        <w:rPr>
          <w:rFonts w:cs="Arial"/>
          <w:sz w:val="20"/>
        </w:rPr>
      </w:pPr>
      <w:r w:rsidRPr="00DE4EA1">
        <w:rPr>
          <w:rFonts w:cs="Arial"/>
          <w:b/>
          <w:sz w:val="20"/>
        </w:rPr>
        <w:t>la pubblicazione</w:t>
      </w:r>
    </w:p>
    <w:p w:rsidR="003F3F76" w:rsidRPr="00DE4EA1" w:rsidRDefault="003F3F76" w:rsidP="003F3F76">
      <w:pPr>
        <w:jc w:val="center"/>
        <w:rPr>
          <w:rFonts w:cs="Arial"/>
          <w:sz w:val="20"/>
        </w:rPr>
      </w:pPr>
    </w:p>
    <w:p w:rsidR="003F3F76" w:rsidRPr="00DE4EA1" w:rsidRDefault="003F3F76" w:rsidP="003F3F76">
      <w:pPr>
        <w:ind w:left="3600"/>
        <w:rPr>
          <w:rFonts w:cs="Arial"/>
          <w:sz w:val="20"/>
        </w:rPr>
      </w:pPr>
      <w:r w:rsidRPr="00DE4EA1">
        <w:rPr>
          <w:rFonts w:cs="Arial"/>
          <w:sz w:val="20"/>
        </w:rPr>
        <w:sym w:font="Wingdings" w:char="F072"/>
      </w:r>
      <w:r w:rsidRPr="00DE4EA1">
        <w:rPr>
          <w:rFonts w:cs="Arial"/>
          <w:sz w:val="20"/>
        </w:rPr>
        <w:t xml:space="preserve"> del </w:t>
      </w:r>
      <w:r w:rsidRPr="00DE4EA1">
        <w:rPr>
          <w:rFonts w:cs="Arial"/>
          <w:b/>
          <w:sz w:val="20"/>
        </w:rPr>
        <w:t>nome e cognome e</w:t>
      </w:r>
      <w:r w:rsidRPr="00DE4EA1">
        <w:rPr>
          <w:rFonts w:cs="Arial"/>
          <w:sz w:val="20"/>
        </w:rPr>
        <w:t xml:space="preserve"> </w:t>
      </w:r>
      <w:r w:rsidRPr="00DE4EA1">
        <w:rPr>
          <w:rFonts w:cs="Arial"/>
          <w:b/>
          <w:sz w:val="20"/>
        </w:rPr>
        <w:t>immagine</w:t>
      </w:r>
    </w:p>
    <w:p w:rsidR="003F3F76" w:rsidRPr="00DE4EA1" w:rsidRDefault="003F3F76" w:rsidP="003F3F76">
      <w:pPr>
        <w:ind w:left="3600"/>
        <w:rPr>
          <w:rFonts w:cs="Arial"/>
          <w:sz w:val="20"/>
        </w:rPr>
      </w:pPr>
    </w:p>
    <w:p w:rsidR="006E47E9" w:rsidRDefault="006E47E9" w:rsidP="003F3F76">
      <w:pPr>
        <w:rPr>
          <w:rFonts w:cs="Arial"/>
          <w:sz w:val="20"/>
        </w:rPr>
      </w:pPr>
    </w:p>
    <w:p w:rsidR="003F3F76" w:rsidRPr="00DE4EA1" w:rsidRDefault="003F3F76" w:rsidP="003F3F76">
      <w:pPr>
        <w:rPr>
          <w:rFonts w:cs="Arial"/>
          <w:sz w:val="20"/>
        </w:rPr>
      </w:pPr>
      <w:r w:rsidRPr="00792CAA">
        <w:rPr>
          <w:rFonts w:cs="Arial"/>
          <w:sz w:val="20"/>
        </w:rPr>
        <w:t xml:space="preserve">del </w:t>
      </w:r>
      <w:r w:rsidRPr="00792CAA">
        <w:rPr>
          <w:rFonts w:cs="Arial"/>
          <w:b/>
          <w:sz w:val="20"/>
        </w:rPr>
        <w:t>tutelato</w:t>
      </w:r>
      <w:r w:rsidRPr="00792CAA">
        <w:rPr>
          <w:rFonts w:cs="Arial"/>
          <w:sz w:val="20"/>
        </w:rPr>
        <w:t xml:space="preserve"> sopra</w:t>
      </w:r>
      <w:r w:rsidR="006E47E9" w:rsidRPr="00792CAA">
        <w:rPr>
          <w:rFonts w:cs="Arial"/>
          <w:sz w:val="20"/>
        </w:rPr>
        <w:t>ccitato, nell’ambito di e</w:t>
      </w:r>
      <w:r w:rsidR="00C05E76" w:rsidRPr="00792CAA">
        <w:rPr>
          <w:rFonts w:cs="Arial"/>
          <w:sz w:val="20"/>
        </w:rPr>
        <w:t>lenc</w:t>
      </w:r>
      <w:r w:rsidR="006E47E9" w:rsidRPr="00792CAA">
        <w:rPr>
          <w:rFonts w:cs="Arial"/>
          <w:sz w:val="20"/>
        </w:rPr>
        <w:t>o dei</w:t>
      </w:r>
      <w:r w:rsidR="00C05E76" w:rsidRPr="00792CAA">
        <w:rPr>
          <w:rFonts w:cs="Arial"/>
          <w:sz w:val="20"/>
        </w:rPr>
        <w:t xml:space="preserve"> partecipanti, </w:t>
      </w:r>
      <w:r w:rsidR="006E47E9" w:rsidRPr="00792CAA">
        <w:rPr>
          <w:rFonts w:cs="Arial"/>
          <w:sz w:val="20"/>
        </w:rPr>
        <w:t>g</w:t>
      </w:r>
      <w:r w:rsidR="00C05E76" w:rsidRPr="00792CAA">
        <w:rPr>
          <w:rFonts w:cs="Arial"/>
          <w:sz w:val="20"/>
        </w:rPr>
        <w:t xml:space="preserve">alleria fotografica </w:t>
      </w:r>
      <w:r w:rsidR="006E47E9" w:rsidRPr="00792CAA">
        <w:rPr>
          <w:rFonts w:cs="Arial"/>
          <w:sz w:val="20"/>
        </w:rPr>
        <w:t xml:space="preserve">del </w:t>
      </w:r>
      <w:r w:rsidR="00C05E76" w:rsidRPr="00792CAA">
        <w:rPr>
          <w:rFonts w:cs="Arial"/>
          <w:sz w:val="20"/>
        </w:rPr>
        <w:t>concorso e graduatoria finale</w:t>
      </w:r>
      <w:bookmarkStart w:id="0" w:name="_GoBack"/>
      <w:bookmarkEnd w:id="0"/>
      <w:r w:rsidR="00792CAA" w:rsidRPr="00792CAA">
        <w:rPr>
          <w:rFonts w:cs="Arial"/>
          <w:sz w:val="20"/>
        </w:rPr>
        <w:t>, sia sul sito dell’IIS “</w:t>
      </w:r>
      <w:proofErr w:type="spellStart"/>
      <w:r w:rsidR="00792CAA" w:rsidRPr="00792CAA">
        <w:rPr>
          <w:rFonts w:cs="Arial"/>
          <w:sz w:val="20"/>
        </w:rPr>
        <w:t>Fermi-Galilei</w:t>
      </w:r>
      <w:proofErr w:type="spellEnd"/>
      <w:r w:rsidR="00792CAA" w:rsidRPr="00792CAA">
        <w:rPr>
          <w:rFonts w:cs="Arial"/>
          <w:sz w:val="20"/>
        </w:rPr>
        <w:t>”, sia su organi di stampa locali.</w:t>
      </w:r>
    </w:p>
    <w:p w:rsidR="003F3F76" w:rsidRPr="00DE4EA1" w:rsidRDefault="003F3F76" w:rsidP="003F3F76">
      <w:pPr>
        <w:rPr>
          <w:rFonts w:cs="Arial"/>
          <w:sz w:val="20"/>
        </w:rPr>
      </w:pPr>
    </w:p>
    <w:p w:rsidR="003F3F76" w:rsidRPr="00DE4EA1" w:rsidRDefault="003F3F76" w:rsidP="003F3F76">
      <w:pPr>
        <w:rPr>
          <w:rFonts w:cs="Arial"/>
          <w:sz w:val="20"/>
        </w:rPr>
      </w:pPr>
      <w:r w:rsidRPr="00DE4EA1">
        <w:rPr>
          <w:rFonts w:cs="Arial"/>
          <w:b/>
          <w:sz w:val="20"/>
        </w:rPr>
        <w:t>Referente della pubblicazione</w:t>
      </w:r>
      <w:r w:rsidRPr="00DE4EA1">
        <w:rPr>
          <w:rFonts w:cs="Arial"/>
          <w:sz w:val="20"/>
        </w:rPr>
        <w:t xml:space="preserve">: </w:t>
      </w:r>
      <w:r w:rsidR="00792CAA">
        <w:rPr>
          <w:rFonts w:cs="Arial"/>
          <w:sz w:val="20"/>
        </w:rPr>
        <w:t>_________</w:t>
      </w:r>
    </w:p>
    <w:p w:rsidR="003F3F76" w:rsidRPr="00DE4EA1" w:rsidRDefault="003F3F76" w:rsidP="003F3F76">
      <w:pPr>
        <w:rPr>
          <w:rFonts w:cs="Arial"/>
          <w:i/>
          <w:sz w:val="20"/>
        </w:rPr>
      </w:pPr>
      <w:r w:rsidRPr="00DE4EA1">
        <w:rPr>
          <w:rFonts w:cs="Arial"/>
          <w:i/>
          <w:sz w:val="20"/>
        </w:rPr>
        <w:t xml:space="preserve">                                                                                                           (cognome e nome)</w:t>
      </w:r>
    </w:p>
    <w:p w:rsidR="003F3F76" w:rsidRPr="00DE4EA1" w:rsidRDefault="003F3F76" w:rsidP="003F3F76">
      <w:pPr>
        <w:rPr>
          <w:rFonts w:cs="Arial"/>
          <w:sz w:val="20"/>
        </w:rPr>
      </w:pPr>
    </w:p>
    <w:p w:rsidR="003F3F76" w:rsidRPr="00DE4EA1" w:rsidRDefault="003F3F76" w:rsidP="003F3F76">
      <w:pPr>
        <w:jc w:val="both"/>
        <w:rPr>
          <w:rFonts w:cs="Arial"/>
          <w:sz w:val="20"/>
        </w:rPr>
      </w:pPr>
      <w:r w:rsidRPr="00DE4EA1">
        <w:rPr>
          <w:rFonts w:cs="Arial"/>
          <w:sz w:val="20"/>
        </w:rPr>
        <w:t xml:space="preserve">La presente autorizzazione rimane valida fino a nuova espressione scritta di volontà da parte del____ </w:t>
      </w:r>
      <w:proofErr w:type="spellStart"/>
      <w:r w:rsidRPr="00DE4EA1">
        <w:rPr>
          <w:rFonts w:cs="Arial"/>
          <w:sz w:val="20"/>
        </w:rPr>
        <w:t>sottoscritt</w:t>
      </w:r>
      <w:proofErr w:type="spellEnd"/>
      <w:r w:rsidRPr="00DE4EA1">
        <w:rPr>
          <w:rFonts w:cs="Arial"/>
          <w:sz w:val="20"/>
        </w:rPr>
        <w:t>___ .</w:t>
      </w:r>
    </w:p>
    <w:p w:rsidR="003F3F76" w:rsidRPr="00DE4EA1" w:rsidRDefault="003F3F76" w:rsidP="003F3F76">
      <w:pPr>
        <w:jc w:val="both"/>
        <w:rPr>
          <w:rFonts w:cs="Arial"/>
          <w:sz w:val="20"/>
        </w:rPr>
      </w:pPr>
    </w:p>
    <w:p w:rsidR="003F3F76" w:rsidRPr="00DE4EA1" w:rsidRDefault="003F3F76" w:rsidP="003F3F76">
      <w:pPr>
        <w:jc w:val="both"/>
        <w:rPr>
          <w:rFonts w:cs="Arial"/>
          <w:sz w:val="20"/>
        </w:rPr>
      </w:pPr>
    </w:p>
    <w:p w:rsidR="003F3F76" w:rsidRPr="00DE4EA1" w:rsidRDefault="003F3F76" w:rsidP="003F3F76">
      <w:pPr>
        <w:jc w:val="both"/>
        <w:rPr>
          <w:rFonts w:cs="Arial"/>
          <w:sz w:val="20"/>
        </w:rPr>
      </w:pPr>
      <w:r w:rsidRPr="00DE4EA1">
        <w:rPr>
          <w:rFonts w:cs="Arial"/>
          <w:sz w:val="20"/>
        </w:rPr>
        <w:t>_____________________________</w:t>
      </w:r>
    </w:p>
    <w:p w:rsidR="003F3F76" w:rsidRPr="00DE4EA1" w:rsidRDefault="003F3F76" w:rsidP="003F3F76">
      <w:pPr>
        <w:jc w:val="both"/>
        <w:rPr>
          <w:rFonts w:cs="Arial"/>
          <w:i/>
          <w:sz w:val="20"/>
        </w:rPr>
      </w:pPr>
      <w:r w:rsidRPr="00DE4EA1">
        <w:rPr>
          <w:rFonts w:cs="Arial"/>
          <w:i/>
          <w:sz w:val="20"/>
        </w:rPr>
        <w:t xml:space="preserve">                         (data)</w:t>
      </w:r>
    </w:p>
    <w:p w:rsidR="003F3F76" w:rsidRPr="00DE4EA1" w:rsidRDefault="003F3F76" w:rsidP="003F3F76">
      <w:pPr>
        <w:jc w:val="both"/>
        <w:rPr>
          <w:rFonts w:cs="Arial"/>
          <w:i/>
          <w:sz w:val="20"/>
        </w:rPr>
      </w:pPr>
    </w:p>
    <w:p w:rsidR="003F3F76" w:rsidRPr="00DE4EA1" w:rsidRDefault="003F3F76" w:rsidP="003F3F76">
      <w:pPr>
        <w:jc w:val="both"/>
        <w:rPr>
          <w:rFonts w:cs="Arial"/>
          <w:i/>
          <w:sz w:val="20"/>
        </w:rPr>
      </w:pPr>
    </w:p>
    <w:p w:rsidR="003F3F76" w:rsidRPr="00DE4EA1" w:rsidRDefault="003F3F76" w:rsidP="003F3F76">
      <w:pPr>
        <w:ind w:left="5400"/>
        <w:jc w:val="both"/>
        <w:rPr>
          <w:rFonts w:cs="Arial"/>
          <w:sz w:val="20"/>
        </w:rPr>
      </w:pPr>
      <w:r w:rsidRPr="00DE4EA1">
        <w:rPr>
          <w:rFonts w:cs="Arial"/>
          <w:sz w:val="20"/>
        </w:rPr>
        <w:t>______________________________________</w:t>
      </w:r>
    </w:p>
    <w:p w:rsidR="003F3F76" w:rsidRPr="00DE4EA1" w:rsidRDefault="009401A6" w:rsidP="009401A6">
      <w:pPr>
        <w:ind w:left="5400"/>
        <w:rPr>
          <w:rFonts w:cs="Arial"/>
          <w:sz w:val="20"/>
        </w:rPr>
      </w:pPr>
      <w:r>
        <w:rPr>
          <w:rFonts w:cs="Arial"/>
          <w:i/>
          <w:sz w:val="20"/>
        </w:rPr>
        <w:t xml:space="preserve">                               </w:t>
      </w:r>
      <w:r w:rsidR="003F3F76" w:rsidRPr="00DE4EA1">
        <w:rPr>
          <w:rFonts w:cs="Arial"/>
          <w:i/>
          <w:sz w:val="20"/>
        </w:rPr>
        <w:t>(firma)</w:t>
      </w:r>
    </w:p>
    <w:p w:rsidR="00932FB1" w:rsidRPr="00DE4EA1" w:rsidRDefault="00932FB1" w:rsidP="00932FB1">
      <w:pPr>
        <w:jc w:val="center"/>
        <w:rPr>
          <w:rFonts w:cs="Arial"/>
          <w:sz w:val="20"/>
        </w:rPr>
      </w:pPr>
    </w:p>
    <w:sectPr w:rsidR="00932FB1" w:rsidRPr="00DE4EA1" w:rsidSect="004C1136">
      <w:headerReference w:type="default" r:id="rId7"/>
      <w:footerReference w:type="default" r:id="rId8"/>
      <w:pgSz w:w="11906" w:h="16838"/>
      <w:pgMar w:top="851" w:right="567" w:bottom="737" w:left="851" w:header="709" w:footer="66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2F62" w:rsidRDefault="00242F62" w:rsidP="007569C0">
      <w:r>
        <w:separator/>
      </w:r>
    </w:p>
  </w:endnote>
  <w:endnote w:type="continuationSeparator" w:id="0">
    <w:p w:rsidR="00242F62" w:rsidRDefault="00242F62" w:rsidP="007569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2C2" w:rsidRDefault="005A52C2" w:rsidP="00B05D2E">
    <w:pPr>
      <w:pStyle w:val="Corpodeltesto2"/>
      <w:pBdr>
        <w:top w:val="single" w:sz="4" w:space="1" w:color="auto"/>
      </w:pBdr>
      <w:rPr>
        <w:rFonts w:ascii="Arial Narrow" w:hAnsi="Arial Narrow"/>
        <w:color w:val="993300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2F62" w:rsidRDefault="00242F62" w:rsidP="007569C0">
      <w:r>
        <w:separator/>
      </w:r>
    </w:p>
  </w:footnote>
  <w:footnote w:type="continuationSeparator" w:id="0">
    <w:p w:rsidR="00242F62" w:rsidRDefault="00242F62" w:rsidP="007569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7E9" w:rsidRDefault="006E47E9" w:rsidP="006E47E9">
    <w:pPr>
      <w:jc w:val="center"/>
      <w:rPr>
        <w:rFonts w:ascii="Monotype Corsiva" w:hAnsi="Monotype Corsiva" w:cs="Monotype Corsiva"/>
        <w:color w:val="002060"/>
        <w:sz w:val="36"/>
        <w:szCs w:val="36"/>
      </w:rPr>
    </w:pPr>
    <w:r>
      <w:rPr>
        <w:rFonts w:cs="Arial"/>
        <w:noProof/>
        <w:sz w:val="20"/>
      </w:rPr>
      <w:drawing>
        <wp:inline distT="0" distB="0" distL="0" distR="0">
          <wp:extent cx="323850" cy="342900"/>
          <wp:effectExtent l="19050" t="0" r="0" b="0"/>
          <wp:docPr id="1" name="il_fi" descr="http://www.unsitoacaso.com/wp-content/uploads/2009/05/stemma-repubblica-italian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http://www.unsitoacaso.com/wp-content/uploads/2009/05/stemma-repubblica-italiana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85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E47E9" w:rsidRDefault="006E47E9" w:rsidP="006E47E9">
    <w:pPr>
      <w:jc w:val="center"/>
      <w:rPr>
        <w:rFonts w:ascii="Monotype Corsiva" w:hAnsi="Monotype Corsiva" w:cs="Monotype Corsiva"/>
        <w:color w:val="002060"/>
        <w:sz w:val="36"/>
        <w:szCs w:val="36"/>
      </w:rPr>
    </w:pPr>
    <w:r>
      <w:rPr>
        <w:rFonts w:ascii="Monotype Corsiva" w:hAnsi="Monotype Corsiva" w:cs="Monotype Corsiva"/>
        <w:color w:val="002060"/>
        <w:sz w:val="36"/>
        <w:szCs w:val="36"/>
      </w:rPr>
      <w:t xml:space="preserve">I.I.S.“ Fermi – Galilei ” </w:t>
    </w:r>
  </w:p>
  <w:p w:rsidR="006E47E9" w:rsidRDefault="006E47E9" w:rsidP="006E47E9">
    <w:pPr>
      <w:jc w:val="center"/>
      <w:rPr>
        <w:rFonts w:ascii="Verdana" w:hAnsi="Verdana" w:cs="Verdana"/>
        <w:i/>
        <w:iCs/>
        <w:sz w:val="18"/>
        <w:szCs w:val="18"/>
      </w:rPr>
    </w:pPr>
    <w:r>
      <w:rPr>
        <w:rFonts w:ascii="Verdana" w:hAnsi="Verdana" w:cs="Verdana"/>
        <w:i/>
        <w:iCs/>
        <w:sz w:val="18"/>
        <w:szCs w:val="18"/>
      </w:rPr>
      <w:t>via S. G. Bosco, 17 - 10073 Cirié (TO)</w:t>
    </w:r>
  </w:p>
  <w:p w:rsidR="006E47E9" w:rsidRDefault="006E47E9" w:rsidP="006E47E9">
    <w:pPr>
      <w:jc w:val="center"/>
      <w:rPr>
        <w:rFonts w:ascii="Verdana" w:hAnsi="Verdana" w:cs="Verdana"/>
        <w:i/>
        <w:iCs/>
        <w:sz w:val="18"/>
        <w:szCs w:val="18"/>
      </w:rPr>
    </w:pPr>
    <w:r>
      <w:rPr>
        <w:rFonts w:ascii="Verdana" w:hAnsi="Verdana" w:cs="Verdana"/>
        <w:i/>
        <w:iCs/>
        <w:sz w:val="18"/>
        <w:szCs w:val="18"/>
      </w:rPr>
      <w:t>tel. 011.9214575 - 011.9210546 – 011.9214590 fax 011.9214267</w:t>
    </w:r>
  </w:p>
  <w:p w:rsidR="006E47E9" w:rsidRDefault="006E47E9" w:rsidP="006E47E9">
    <w:pPr>
      <w:jc w:val="center"/>
      <w:rPr>
        <w:rFonts w:ascii="Verdana" w:hAnsi="Verdana" w:cs="Verdana"/>
        <w:i/>
        <w:iCs/>
        <w:sz w:val="18"/>
        <w:szCs w:val="18"/>
      </w:rPr>
    </w:pPr>
    <w:r>
      <w:rPr>
        <w:rFonts w:ascii="Verdana" w:hAnsi="Verdana" w:cs="Verdana"/>
        <w:i/>
        <w:iCs/>
        <w:sz w:val="18"/>
        <w:szCs w:val="18"/>
      </w:rPr>
      <w:t>cod. meccanografico TOIS04900C – CF: 92047280018</w:t>
    </w:r>
  </w:p>
  <w:p w:rsidR="006E47E9" w:rsidRDefault="006E47E9" w:rsidP="006E47E9">
    <w:pPr>
      <w:jc w:val="center"/>
      <w:rPr>
        <w:rFonts w:ascii="Verdana" w:hAnsi="Verdana" w:cs="Verdana"/>
        <w:i/>
        <w:iCs/>
        <w:sz w:val="18"/>
        <w:szCs w:val="18"/>
        <w:lang w:val="fr-FR"/>
      </w:rPr>
    </w:pPr>
    <w:r>
      <w:rPr>
        <w:rFonts w:ascii="Verdana" w:hAnsi="Verdana" w:cs="Verdana"/>
        <w:i/>
        <w:iCs/>
        <w:sz w:val="18"/>
        <w:szCs w:val="18"/>
        <w:lang w:val="fr-FR"/>
      </w:rPr>
      <w:t>e email: TOIS04900C@ISTRUZIONE.IT    pec: TOIS04900C@PEC.ISTRUZIONE.IT</w:t>
    </w:r>
  </w:p>
  <w:p w:rsidR="006E47E9" w:rsidRDefault="006E47E9" w:rsidP="006E47E9">
    <w:pPr>
      <w:jc w:val="center"/>
      <w:rPr>
        <w:rFonts w:ascii="Verdana" w:hAnsi="Verdana" w:cs="Verdana"/>
        <w:i/>
        <w:iCs/>
        <w:sz w:val="18"/>
        <w:szCs w:val="18"/>
      </w:rPr>
    </w:pPr>
    <w:r>
      <w:rPr>
        <w:rFonts w:ascii="Verdana" w:hAnsi="Verdana" w:cs="Verdana"/>
        <w:i/>
        <w:iCs/>
        <w:sz w:val="18"/>
        <w:szCs w:val="18"/>
      </w:rPr>
      <w:t xml:space="preserve">sito internet Fermi-Galilei: </w:t>
    </w:r>
    <w:r w:rsidRPr="0003022E">
      <w:rPr>
        <w:rFonts w:ascii="Verdana" w:hAnsi="Verdana" w:cs="Verdana"/>
        <w:i/>
        <w:iCs/>
        <w:sz w:val="18"/>
        <w:szCs w:val="18"/>
      </w:rPr>
      <w:t>http://</w:t>
    </w:r>
    <w:r>
      <w:rPr>
        <w:rFonts w:ascii="Verdana" w:hAnsi="Verdana" w:cs="Verdana"/>
        <w:i/>
        <w:iCs/>
        <w:sz w:val="18"/>
        <w:szCs w:val="18"/>
      </w:rPr>
      <w:t>www.iisfermigalileicirie.gov.it</w:t>
    </w:r>
  </w:p>
  <w:p w:rsidR="006204D0" w:rsidRDefault="006204D0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065FF"/>
    <w:multiLevelType w:val="hybridMultilevel"/>
    <w:tmpl w:val="56D22186"/>
    <w:lvl w:ilvl="0" w:tplc="05FCD7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7312CD"/>
    <w:multiLevelType w:val="hybridMultilevel"/>
    <w:tmpl w:val="F3F45D4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68172F"/>
    <w:multiLevelType w:val="hybridMultilevel"/>
    <w:tmpl w:val="A1D6FC8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5D2A84"/>
    <w:multiLevelType w:val="hybridMultilevel"/>
    <w:tmpl w:val="7260382A"/>
    <w:lvl w:ilvl="0" w:tplc="1DD617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E7098F"/>
    <w:multiLevelType w:val="hybridMultilevel"/>
    <w:tmpl w:val="16D670A8"/>
    <w:lvl w:ilvl="0" w:tplc="418AC3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98C07AA"/>
    <w:multiLevelType w:val="hybridMultilevel"/>
    <w:tmpl w:val="9EE4115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2191A46"/>
    <w:multiLevelType w:val="hybridMultilevel"/>
    <w:tmpl w:val="8B0E2CC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DF45FD"/>
    <w:multiLevelType w:val="hybridMultilevel"/>
    <w:tmpl w:val="BFB88BEA"/>
    <w:lvl w:ilvl="0" w:tplc="9CE6974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FF27655"/>
    <w:multiLevelType w:val="hybridMultilevel"/>
    <w:tmpl w:val="DB909EF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CCB4C00"/>
    <w:multiLevelType w:val="hybridMultilevel"/>
    <w:tmpl w:val="00C83BA8"/>
    <w:lvl w:ilvl="0" w:tplc="05FCD7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19214B8"/>
    <w:multiLevelType w:val="hybridMultilevel"/>
    <w:tmpl w:val="4C50177E"/>
    <w:lvl w:ilvl="0" w:tplc="04100005">
      <w:start w:val="1"/>
      <w:numFmt w:val="bullet"/>
      <w:lvlText w:val=""/>
      <w:lvlJc w:val="left"/>
      <w:pPr>
        <w:tabs>
          <w:tab w:val="num" w:pos="1485"/>
        </w:tabs>
        <w:ind w:left="1485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205"/>
        </w:tabs>
        <w:ind w:left="220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925"/>
        </w:tabs>
        <w:ind w:left="292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645"/>
        </w:tabs>
        <w:ind w:left="364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65"/>
        </w:tabs>
        <w:ind w:left="436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85"/>
        </w:tabs>
        <w:ind w:left="508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805"/>
        </w:tabs>
        <w:ind w:left="580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525"/>
        </w:tabs>
        <w:ind w:left="652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245"/>
        </w:tabs>
        <w:ind w:left="7245" w:hanging="180"/>
      </w:pPr>
    </w:lvl>
  </w:abstractNum>
  <w:abstractNum w:abstractNumId="11">
    <w:nsid w:val="627B5BEE"/>
    <w:multiLevelType w:val="hybridMultilevel"/>
    <w:tmpl w:val="0F06D77E"/>
    <w:lvl w:ilvl="0" w:tplc="9ED266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5071564"/>
    <w:multiLevelType w:val="hybridMultilevel"/>
    <w:tmpl w:val="32F67352"/>
    <w:lvl w:ilvl="0" w:tplc="BF32807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74004F"/>
    <w:multiLevelType w:val="hybridMultilevel"/>
    <w:tmpl w:val="7528F94C"/>
    <w:lvl w:ilvl="0" w:tplc="A08CA38A">
      <w:start w:val="3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4">
    <w:nsid w:val="7460603B"/>
    <w:multiLevelType w:val="hybridMultilevel"/>
    <w:tmpl w:val="E0187476"/>
    <w:lvl w:ilvl="0" w:tplc="05FCD7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A696FED"/>
    <w:multiLevelType w:val="hybridMultilevel"/>
    <w:tmpl w:val="7324A5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CA05B9B"/>
    <w:multiLevelType w:val="hybridMultilevel"/>
    <w:tmpl w:val="019288E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10"/>
  </w:num>
  <w:num w:numId="4">
    <w:abstractNumId w:val="15"/>
  </w:num>
  <w:num w:numId="5">
    <w:abstractNumId w:val="5"/>
  </w:num>
  <w:num w:numId="6">
    <w:abstractNumId w:val="7"/>
  </w:num>
  <w:num w:numId="7">
    <w:abstractNumId w:val="2"/>
  </w:num>
  <w:num w:numId="8">
    <w:abstractNumId w:val="14"/>
  </w:num>
  <w:num w:numId="9">
    <w:abstractNumId w:val="6"/>
  </w:num>
  <w:num w:numId="10">
    <w:abstractNumId w:val="0"/>
  </w:num>
  <w:num w:numId="11">
    <w:abstractNumId w:val="16"/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11"/>
  </w:num>
  <w:num w:numId="16">
    <w:abstractNumId w:val="3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7973B2"/>
    <w:rsid w:val="00005C81"/>
    <w:rsid w:val="00012E88"/>
    <w:rsid w:val="00012E95"/>
    <w:rsid w:val="000153FF"/>
    <w:rsid w:val="0001705D"/>
    <w:rsid w:val="00021221"/>
    <w:rsid w:val="0002198C"/>
    <w:rsid w:val="00027789"/>
    <w:rsid w:val="00041544"/>
    <w:rsid w:val="00042864"/>
    <w:rsid w:val="00045C2D"/>
    <w:rsid w:val="000521F5"/>
    <w:rsid w:val="00055A2F"/>
    <w:rsid w:val="00064962"/>
    <w:rsid w:val="00075416"/>
    <w:rsid w:val="00081CC8"/>
    <w:rsid w:val="00084B70"/>
    <w:rsid w:val="0008519B"/>
    <w:rsid w:val="00092BD6"/>
    <w:rsid w:val="000A7F1F"/>
    <w:rsid w:val="000E070D"/>
    <w:rsid w:val="000F3AF7"/>
    <w:rsid w:val="001019CB"/>
    <w:rsid w:val="00104A15"/>
    <w:rsid w:val="00105B9C"/>
    <w:rsid w:val="0013367A"/>
    <w:rsid w:val="00135483"/>
    <w:rsid w:val="0013682B"/>
    <w:rsid w:val="0013682F"/>
    <w:rsid w:val="00151A56"/>
    <w:rsid w:val="001605B0"/>
    <w:rsid w:val="001609CE"/>
    <w:rsid w:val="00163FE3"/>
    <w:rsid w:val="00183473"/>
    <w:rsid w:val="001843F6"/>
    <w:rsid w:val="001A2624"/>
    <w:rsid w:val="001A51D5"/>
    <w:rsid w:val="001B431F"/>
    <w:rsid w:val="001D0007"/>
    <w:rsid w:val="001D359E"/>
    <w:rsid w:val="001D5EF4"/>
    <w:rsid w:val="001D7EA4"/>
    <w:rsid w:val="001E2FE1"/>
    <w:rsid w:val="0020222F"/>
    <w:rsid w:val="002041C9"/>
    <w:rsid w:val="002047B3"/>
    <w:rsid w:val="00214B66"/>
    <w:rsid w:val="0021782D"/>
    <w:rsid w:val="002327AC"/>
    <w:rsid w:val="00242F62"/>
    <w:rsid w:val="00250813"/>
    <w:rsid w:val="0026041B"/>
    <w:rsid w:val="002621B7"/>
    <w:rsid w:val="00274CBB"/>
    <w:rsid w:val="002771F7"/>
    <w:rsid w:val="00285FC1"/>
    <w:rsid w:val="00290180"/>
    <w:rsid w:val="00297E0B"/>
    <w:rsid w:val="002A4A32"/>
    <w:rsid w:val="002A4B95"/>
    <w:rsid w:val="002D1AC4"/>
    <w:rsid w:val="002E4AF9"/>
    <w:rsid w:val="002F114A"/>
    <w:rsid w:val="002F28E3"/>
    <w:rsid w:val="00313E38"/>
    <w:rsid w:val="00314A5A"/>
    <w:rsid w:val="00315CC7"/>
    <w:rsid w:val="003227D3"/>
    <w:rsid w:val="003366BC"/>
    <w:rsid w:val="00370109"/>
    <w:rsid w:val="00377898"/>
    <w:rsid w:val="00381835"/>
    <w:rsid w:val="00382825"/>
    <w:rsid w:val="003844C0"/>
    <w:rsid w:val="00391A74"/>
    <w:rsid w:val="003A3E8C"/>
    <w:rsid w:val="003B3020"/>
    <w:rsid w:val="003B7189"/>
    <w:rsid w:val="003D311B"/>
    <w:rsid w:val="003D4A23"/>
    <w:rsid w:val="003E3333"/>
    <w:rsid w:val="003F3F76"/>
    <w:rsid w:val="003F543D"/>
    <w:rsid w:val="003F6172"/>
    <w:rsid w:val="00400C57"/>
    <w:rsid w:val="00401746"/>
    <w:rsid w:val="004040E6"/>
    <w:rsid w:val="00410F7A"/>
    <w:rsid w:val="00411090"/>
    <w:rsid w:val="004120E7"/>
    <w:rsid w:val="00412F32"/>
    <w:rsid w:val="004131A5"/>
    <w:rsid w:val="00425A16"/>
    <w:rsid w:val="00427D71"/>
    <w:rsid w:val="00427DFF"/>
    <w:rsid w:val="0043574D"/>
    <w:rsid w:val="00436A19"/>
    <w:rsid w:val="00440C4C"/>
    <w:rsid w:val="00443C6B"/>
    <w:rsid w:val="004461EF"/>
    <w:rsid w:val="00462FFC"/>
    <w:rsid w:val="00464C13"/>
    <w:rsid w:val="00466E71"/>
    <w:rsid w:val="00471C3B"/>
    <w:rsid w:val="00471F30"/>
    <w:rsid w:val="00482EC0"/>
    <w:rsid w:val="00483608"/>
    <w:rsid w:val="0049491C"/>
    <w:rsid w:val="004A3C44"/>
    <w:rsid w:val="004A409B"/>
    <w:rsid w:val="004B0D51"/>
    <w:rsid w:val="004B18C0"/>
    <w:rsid w:val="004C1136"/>
    <w:rsid w:val="004C7586"/>
    <w:rsid w:val="004D193C"/>
    <w:rsid w:val="004D68D2"/>
    <w:rsid w:val="004D6E2B"/>
    <w:rsid w:val="004E37FB"/>
    <w:rsid w:val="004E569A"/>
    <w:rsid w:val="004F15EA"/>
    <w:rsid w:val="004F4572"/>
    <w:rsid w:val="005016B0"/>
    <w:rsid w:val="005072F6"/>
    <w:rsid w:val="00507703"/>
    <w:rsid w:val="00510CF1"/>
    <w:rsid w:val="005166AB"/>
    <w:rsid w:val="005170C6"/>
    <w:rsid w:val="00530AEF"/>
    <w:rsid w:val="00534770"/>
    <w:rsid w:val="00536BAE"/>
    <w:rsid w:val="00541BCA"/>
    <w:rsid w:val="005424B6"/>
    <w:rsid w:val="005434E5"/>
    <w:rsid w:val="00566F8C"/>
    <w:rsid w:val="005778B9"/>
    <w:rsid w:val="00591098"/>
    <w:rsid w:val="005A0449"/>
    <w:rsid w:val="005A2D16"/>
    <w:rsid w:val="005A52C2"/>
    <w:rsid w:val="005B4EF4"/>
    <w:rsid w:val="005E2762"/>
    <w:rsid w:val="005E7A60"/>
    <w:rsid w:val="005F2D08"/>
    <w:rsid w:val="005F42C2"/>
    <w:rsid w:val="005F7989"/>
    <w:rsid w:val="006061EB"/>
    <w:rsid w:val="0061061F"/>
    <w:rsid w:val="00614597"/>
    <w:rsid w:val="006204D0"/>
    <w:rsid w:val="00633B7B"/>
    <w:rsid w:val="00636781"/>
    <w:rsid w:val="00636D01"/>
    <w:rsid w:val="006370D0"/>
    <w:rsid w:val="006419D5"/>
    <w:rsid w:val="0065098F"/>
    <w:rsid w:val="00657F92"/>
    <w:rsid w:val="0066342A"/>
    <w:rsid w:val="00665667"/>
    <w:rsid w:val="006718C0"/>
    <w:rsid w:val="006810AE"/>
    <w:rsid w:val="00681CBA"/>
    <w:rsid w:val="00683770"/>
    <w:rsid w:val="006842E5"/>
    <w:rsid w:val="006943F6"/>
    <w:rsid w:val="00696084"/>
    <w:rsid w:val="006B163E"/>
    <w:rsid w:val="006C5B58"/>
    <w:rsid w:val="006D05EC"/>
    <w:rsid w:val="006E2FA9"/>
    <w:rsid w:val="006E3671"/>
    <w:rsid w:val="006E3ACB"/>
    <w:rsid w:val="006E47E9"/>
    <w:rsid w:val="00702FA5"/>
    <w:rsid w:val="007033D1"/>
    <w:rsid w:val="00706347"/>
    <w:rsid w:val="00706F4E"/>
    <w:rsid w:val="00725242"/>
    <w:rsid w:val="007305CF"/>
    <w:rsid w:val="00734E41"/>
    <w:rsid w:val="00742761"/>
    <w:rsid w:val="0074526C"/>
    <w:rsid w:val="007569C0"/>
    <w:rsid w:val="007672C5"/>
    <w:rsid w:val="00786B58"/>
    <w:rsid w:val="00791693"/>
    <w:rsid w:val="00792CAA"/>
    <w:rsid w:val="007973B2"/>
    <w:rsid w:val="007A7663"/>
    <w:rsid w:val="007B1DDE"/>
    <w:rsid w:val="007C2E02"/>
    <w:rsid w:val="007C60B2"/>
    <w:rsid w:val="007D516E"/>
    <w:rsid w:val="007D53D9"/>
    <w:rsid w:val="007E28D9"/>
    <w:rsid w:val="007E2AC2"/>
    <w:rsid w:val="007E3C8B"/>
    <w:rsid w:val="007F0709"/>
    <w:rsid w:val="007F5214"/>
    <w:rsid w:val="008159D4"/>
    <w:rsid w:val="0081706D"/>
    <w:rsid w:val="00823FD0"/>
    <w:rsid w:val="00842746"/>
    <w:rsid w:val="0084343D"/>
    <w:rsid w:val="0084646F"/>
    <w:rsid w:val="00846E52"/>
    <w:rsid w:val="00847CCA"/>
    <w:rsid w:val="00863775"/>
    <w:rsid w:val="00864CCA"/>
    <w:rsid w:val="00873AA7"/>
    <w:rsid w:val="00884EA6"/>
    <w:rsid w:val="00890F19"/>
    <w:rsid w:val="008A18EC"/>
    <w:rsid w:val="008A261B"/>
    <w:rsid w:val="008B4BFE"/>
    <w:rsid w:val="008C06DA"/>
    <w:rsid w:val="008E24F3"/>
    <w:rsid w:val="008E4638"/>
    <w:rsid w:val="008E61C0"/>
    <w:rsid w:val="008F4199"/>
    <w:rsid w:val="009048C2"/>
    <w:rsid w:val="0091594A"/>
    <w:rsid w:val="00925EF5"/>
    <w:rsid w:val="00927794"/>
    <w:rsid w:val="00932FB1"/>
    <w:rsid w:val="009401A6"/>
    <w:rsid w:val="009533B4"/>
    <w:rsid w:val="0095589E"/>
    <w:rsid w:val="009604B1"/>
    <w:rsid w:val="00961CC1"/>
    <w:rsid w:val="009704F0"/>
    <w:rsid w:val="009752F7"/>
    <w:rsid w:val="00976FE4"/>
    <w:rsid w:val="00981779"/>
    <w:rsid w:val="00994D39"/>
    <w:rsid w:val="009A6787"/>
    <w:rsid w:val="009B288D"/>
    <w:rsid w:val="009F023B"/>
    <w:rsid w:val="009F36F3"/>
    <w:rsid w:val="009F4E74"/>
    <w:rsid w:val="009F599C"/>
    <w:rsid w:val="009F68D8"/>
    <w:rsid w:val="00A037F0"/>
    <w:rsid w:val="00A038DB"/>
    <w:rsid w:val="00A11545"/>
    <w:rsid w:val="00A17CE5"/>
    <w:rsid w:val="00A51A0C"/>
    <w:rsid w:val="00A74B88"/>
    <w:rsid w:val="00A74DE4"/>
    <w:rsid w:val="00A8197B"/>
    <w:rsid w:val="00A82A18"/>
    <w:rsid w:val="00AB0B93"/>
    <w:rsid w:val="00AB6FA6"/>
    <w:rsid w:val="00AC51D7"/>
    <w:rsid w:val="00AC7E1E"/>
    <w:rsid w:val="00AC7E6E"/>
    <w:rsid w:val="00AD47BC"/>
    <w:rsid w:val="00B05D2E"/>
    <w:rsid w:val="00B33682"/>
    <w:rsid w:val="00B35BD3"/>
    <w:rsid w:val="00B377C7"/>
    <w:rsid w:val="00B54A3B"/>
    <w:rsid w:val="00B75EC5"/>
    <w:rsid w:val="00B77FC7"/>
    <w:rsid w:val="00B821BC"/>
    <w:rsid w:val="00B83FB9"/>
    <w:rsid w:val="00B91476"/>
    <w:rsid w:val="00B95B4D"/>
    <w:rsid w:val="00B971F9"/>
    <w:rsid w:val="00BA3B34"/>
    <w:rsid w:val="00BA7E37"/>
    <w:rsid w:val="00BB18A2"/>
    <w:rsid w:val="00BB623A"/>
    <w:rsid w:val="00BC047C"/>
    <w:rsid w:val="00BC11A0"/>
    <w:rsid w:val="00BE2EFE"/>
    <w:rsid w:val="00C04F6A"/>
    <w:rsid w:val="00C05E76"/>
    <w:rsid w:val="00C11841"/>
    <w:rsid w:val="00C121D8"/>
    <w:rsid w:val="00C13D70"/>
    <w:rsid w:val="00C268AD"/>
    <w:rsid w:val="00C433E2"/>
    <w:rsid w:val="00C45A6D"/>
    <w:rsid w:val="00C570B0"/>
    <w:rsid w:val="00C64890"/>
    <w:rsid w:val="00C80C05"/>
    <w:rsid w:val="00C81626"/>
    <w:rsid w:val="00CA21A6"/>
    <w:rsid w:val="00CA3073"/>
    <w:rsid w:val="00CA4A34"/>
    <w:rsid w:val="00CB040A"/>
    <w:rsid w:val="00CB673E"/>
    <w:rsid w:val="00CB6BF3"/>
    <w:rsid w:val="00CC0C96"/>
    <w:rsid w:val="00CD2BFC"/>
    <w:rsid w:val="00CD42AD"/>
    <w:rsid w:val="00CD437C"/>
    <w:rsid w:val="00CD4E30"/>
    <w:rsid w:val="00CD62CA"/>
    <w:rsid w:val="00CE463B"/>
    <w:rsid w:val="00CE4AC4"/>
    <w:rsid w:val="00CF6166"/>
    <w:rsid w:val="00D01E3B"/>
    <w:rsid w:val="00D025A1"/>
    <w:rsid w:val="00D050B1"/>
    <w:rsid w:val="00D070C6"/>
    <w:rsid w:val="00D33C34"/>
    <w:rsid w:val="00D41107"/>
    <w:rsid w:val="00D53B77"/>
    <w:rsid w:val="00D73CF4"/>
    <w:rsid w:val="00D77B65"/>
    <w:rsid w:val="00D82AEC"/>
    <w:rsid w:val="00D84FC2"/>
    <w:rsid w:val="00D87DA6"/>
    <w:rsid w:val="00D95AC8"/>
    <w:rsid w:val="00DA2394"/>
    <w:rsid w:val="00DA5567"/>
    <w:rsid w:val="00DB6EF9"/>
    <w:rsid w:val="00DC2EC5"/>
    <w:rsid w:val="00DD702B"/>
    <w:rsid w:val="00DE1ABB"/>
    <w:rsid w:val="00DE4EA1"/>
    <w:rsid w:val="00E05F9F"/>
    <w:rsid w:val="00E0637F"/>
    <w:rsid w:val="00E10B33"/>
    <w:rsid w:val="00E31902"/>
    <w:rsid w:val="00E33EC2"/>
    <w:rsid w:val="00E341C1"/>
    <w:rsid w:val="00E34D49"/>
    <w:rsid w:val="00E44A89"/>
    <w:rsid w:val="00E57C78"/>
    <w:rsid w:val="00E67262"/>
    <w:rsid w:val="00E70C5F"/>
    <w:rsid w:val="00E73ABD"/>
    <w:rsid w:val="00E76374"/>
    <w:rsid w:val="00E87D6E"/>
    <w:rsid w:val="00E938AF"/>
    <w:rsid w:val="00EB29C2"/>
    <w:rsid w:val="00EC5080"/>
    <w:rsid w:val="00ED23D8"/>
    <w:rsid w:val="00ED3AAC"/>
    <w:rsid w:val="00EE1CF6"/>
    <w:rsid w:val="00EF119B"/>
    <w:rsid w:val="00EF3645"/>
    <w:rsid w:val="00EF41DF"/>
    <w:rsid w:val="00F032A4"/>
    <w:rsid w:val="00F14C06"/>
    <w:rsid w:val="00F24862"/>
    <w:rsid w:val="00F31A71"/>
    <w:rsid w:val="00F326D5"/>
    <w:rsid w:val="00F32A86"/>
    <w:rsid w:val="00F34E3D"/>
    <w:rsid w:val="00F35D6F"/>
    <w:rsid w:val="00F5057C"/>
    <w:rsid w:val="00F51BA2"/>
    <w:rsid w:val="00F5421B"/>
    <w:rsid w:val="00F56F8B"/>
    <w:rsid w:val="00F64211"/>
    <w:rsid w:val="00F72DFB"/>
    <w:rsid w:val="00F7380B"/>
    <w:rsid w:val="00F87724"/>
    <w:rsid w:val="00F93A23"/>
    <w:rsid w:val="00F941C4"/>
    <w:rsid w:val="00F96439"/>
    <w:rsid w:val="00FA2768"/>
    <w:rsid w:val="00FA3DFB"/>
    <w:rsid w:val="00FB2C18"/>
    <w:rsid w:val="00FB5710"/>
    <w:rsid w:val="00FD1865"/>
    <w:rsid w:val="00FE02BB"/>
    <w:rsid w:val="00FF6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9F36F3"/>
    <w:rPr>
      <w:rFonts w:ascii="Arial" w:hAnsi="Arial"/>
      <w:sz w:val="24"/>
    </w:rPr>
  </w:style>
  <w:style w:type="paragraph" w:styleId="Titolo1">
    <w:name w:val="heading 1"/>
    <w:basedOn w:val="Normale"/>
    <w:next w:val="Normale"/>
    <w:link w:val="Titolo1Carattere"/>
    <w:qFormat/>
    <w:rsid w:val="00E938A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E938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7">
    <w:name w:val="heading 7"/>
    <w:basedOn w:val="Normale"/>
    <w:next w:val="Normale"/>
    <w:link w:val="Titolo7Carattere"/>
    <w:qFormat/>
    <w:rsid w:val="00E0637F"/>
    <w:pPr>
      <w:keepNext/>
      <w:ind w:left="4248" w:firstLine="708"/>
      <w:jc w:val="both"/>
      <w:outlineLvl w:val="6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uiPriority w:val="99"/>
    <w:qFormat/>
    <w:rsid w:val="009F36F3"/>
    <w:pPr>
      <w:jc w:val="center"/>
    </w:pPr>
    <w:rPr>
      <w:b/>
    </w:rPr>
  </w:style>
  <w:style w:type="paragraph" w:styleId="Corpodeltesto2">
    <w:name w:val="Body Text 2"/>
    <w:basedOn w:val="Normale"/>
    <w:rsid w:val="009F36F3"/>
    <w:pPr>
      <w:jc w:val="center"/>
    </w:pPr>
  </w:style>
  <w:style w:type="character" w:styleId="Collegamentoipertestuale">
    <w:name w:val="Hyperlink"/>
    <w:rsid w:val="009F36F3"/>
    <w:rPr>
      <w:color w:val="0000FF"/>
      <w:u w:val="single"/>
    </w:rPr>
  </w:style>
  <w:style w:type="paragraph" w:styleId="Intestazione">
    <w:name w:val="header"/>
    <w:basedOn w:val="Normale"/>
    <w:rsid w:val="00135483"/>
    <w:pPr>
      <w:tabs>
        <w:tab w:val="center" w:pos="4819"/>
        <w:tab w:val="right" w:pos="9638"/>
      </w:tabs>
    </w:pPr>
    <w:rPr>
      <w:rFonts w:ascii="Times New Roman" w:hAnsi="Times New Roman"/>
      <w:szCs w:val="24"/>
    </w:rPr>
  </w:style>
  <w:style w:type="table" w:styleId="Grigliatabella">
    <w:name w:val="Table Grid"/>
    <w:basedOn w:val="Tabellanormale"/>
    <w:rsid w:val="00D82A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7Carattere">
    <w:name w:val="Titolo 7 Carattere"/>
    <w:link w:val="Titolo7"/>
    <w:rsid w:val="00E0637F"/>
    <w:rPr>
      <w:rFonts w:ascii="Arial" w:hAnsi="Arial" w:cs="Arial"/>
      <w:sz w:val="24"/>
    </w:rPr>
  </w:style>
  <w:style w:type="paragraph" w:customStyle="1" w:styleId="Aaoeeu">
    <w:name w:val="Aaoeeu"/>
    <w:rsid w:val="00E0637F"/>
    <w:pPr>
      <w:widowControl w:val="0"/>
    </w:pPr>
    <w:rPr>
      <w:lang w:val="en-US"/>
    </w:rPr>
  </w:style>
  <w:style w:type="character" w:customStyle="1" w:styleId="Titolo1Carattere">
    <w:name w:val="Titolo 1 Carattere"/>
    <w:link w:val="Titolo1"/>
    <w:rsid w:val="00E938A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semiHidden/>
    <w:rsid w:val="00E938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Corpodeltesto">
    <w:name w:val="Body Text"/>
    <w:basedOn w:val="Normale"/>
    <w:link w:val="CorpodeltestoCarattere"/>
    <w:rsid w:val="00E938AF"/>
    <w:pPr>
      <w:spacing w:after="120"/>
    </w:pPr>
  </w:style>
  <w:style w:type="character" w:customStyle="1" w:styleId="CorpodeltestoCarattere">
    <w:name w:val="Corpo del testo Carattere"/>
    <w:link w:val="Corpodeltesto"/>
    <w:rsid w:val="00E938AF"/>
    <w:rPr>
      <w:rFonts w:ascii="Arial" w:hAnsi="Arial"/>
      <w:sz w:val="24"/>
    </w:rPr>
  </w:style>
  <w:style w:type="paragraph" w:styleId="Pidipagina">
    <w:name w:val="footer"/>
    <w:basedOn w:val="Normale"/>
    <w:link w:val="PidipaginaCarattere"/>
    <w:rsid w:val="007569C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7569C0"/>
    <w:rPr>
      <w:rFonts w:ascii="Arial" w:hAnsi="Arial"/>
      <w:sz w:val="24"/>
    </w:rPr>
  </w:style>
  <w:style w:type="character" w:customStyle="1" w:styleId="TitoloCarattere">
    <w:name w:val="Titolo Carattere"/>
    <w:link w:val="Titolo"/>
    <w:uiPriority w:val="99"/>
    <w:rsid w:val="001019CB"/>
    <w:rPr>
      <w:rFonts w:ascii="Arial" w:hAnsi="Arial"/>
      <w:b/>
      <w:sz w:val="24"/>
    </w:rPr>
  </w:style>
  <w:style w:type="paragraph" w:styleId="Rientrocorpodeltesto">
    <w:name w:val="Body Text Indent"/>
    <w:basedOn w:val="Normale"/>
    <w:link w:val="RientrocorpodeltestoCarattere"/>
    <w:rsid w:val="00CF6166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rsid w:val="00CF6166"/>
    <w:rPr>
      <w:rFonts w:ascii="Arial" w:hAnsi="Arial"/>
      <w:sz w:val="24"/>
    </w:rPr>
  </w:style>
  <w:style w:type="paragraph" w:customStyle="1" w:styleId="Default">
    <w:name w:val="Default"/>
    <w:rsid w:val="009F68D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Enfasidelicata">
    <w:name w:val="Subtle Emphasis"/>
    <w:basedOn w:val="Carpredefinitoparagrafo"/>
    <w:uiPriority w:val="19"/>
    <w:qFormat/>
    <w:rsid w:val="00055A2F"/>
    <w:rPr>
      <w:i/>
      <w:iCs/>
      <w:color w:val="808080"/>
    </w:rPr>
  </w:style>
  <w:style w:type="paragraph" w:styleId="Testofumetto">
    <w:name w:val="Balloon Text"/>
    <w:basedOn w:val="Normale"/>
    <w:link w:val="TestofumettoCarattere"/>
    <w:rsid w:val="006B163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6B163E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F326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24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nt4\Desktop\INTESTAZIONE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INTESTAZIONE.dot</Template>
  <TotalTime>14</TotalTime>
  <Pages>1</Pages>
  <Words>109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Tecnico Statale Commerciale e per Geometri “A</vt:lpstr>
    </vt:vector>
  </TitlesOfParts>
  <Company>Martini</Company>
  <LinksUpToDate>false</LinksUpToDate>
  <CharactersWithSpaces>1212</CharactersWithSpaces>
  <SharedDoc>false</SharedDoc>
  <HLinks>
    <vt:vector size="12" baseType="variant">
      <vt:variant>
        <vt:i4>458778</vt:i4>
      </vt:variant>
      <vt:variant>
        <vt:i4>3</vt:i4>
      </vt:variant>
      <vt:variant>
        <vt:i4>0</vt:i4>
      </vt:variant>
      <vt:variant>
        <vt:i4>5</vt:i4>
      </vt:variant>
      <vt:variant>
        <vt:lpwstr>http://www.istitutomartini.tv.it/</vt:lpwstr>
      </vt:variant>
      <vt:variant>
        <vt:lpwstr/>
      </vt:variant>
      <vt:variant>
        <vt:i4>6684745</vt:i4>
      </vt:variant>
      <vt:variant>
        <vt:i4>0</vt:i4>
      </vt:variant>
      <vt:variant>
        <vt:i4>0</vt:i4>
      </vt:variant>
      <vt:variant>
        <vt:i4>5</vt:i4>
      </vt:variant>
      <vt:variant>
        <vt:lpwstr>mailto:segreteriamartini@tiscali.it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Tecnico Statale Commerciale e per Geometri “A</dc:title>
  <dc:creator>cont4</dc:creator>
  <cp:lastModifiedBy>viceds</cp:lastModifiedBy>
  <cp:revision>11</cp:revision>
  <cp:lastPrinted>2012-11-21T10:32:00Z</cp:lastPrinted>
  <dcterms:created xsi:type="dcterms:W3CDTF">2012-11-21T10:24:00Z</dcterms:created>
  <dcterms:modified xsi:type="dcterms:W3CDTF">2013-11-25T09:05:00Z</dcterms:modified>
</cp:coreProperties>
</file>