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AF" w:rsidRDefault="00C161AF" w:rsidP="007F153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161AF" w:rsidRDefault="00C161AF" w:rsidP="00D708B7">
      <w:pPr>
        <w:jc w:val="both"/>
        <w:rPr>
          <w:b/>
        </w:rPr>
      </w:pPr>
    </w:p>
    <w:p w:rsidR="00C161AF" w:rsidRDefault="00C161AF" w:rsidP="00F274C1">
      <w:pPr>
        <w:jc w:val="center"/>
        <w:rPr>
          <w:b/>
        </w:rPr>
      </w:pPr>
      <w:r>
        <w:rPr>
          <w:b/>
        </w:rPr>
        <w:t xml:space="preserve">SCHEDA ADESIONE CONFERENZA REGIONALE PROGETTO PP&amp;S </w:t>
      </w:r>
    </w:p>
    <w:p w:rsidR="00C161AF" w:rsidRDefault="00C161AF" w:rsidP="00F274C1">
      <w:pPr>
        <w:jc w:val="center"/>
        <w:rPr>
          <w:b/>
        </w:rPr>
      </w:pPr>
      <w:r>
        <w:rPr>
          <w:b/>
        </w:rPr>
        <w:t xml:space="preserve">I.I.S. “Corridoni-Campana” – Osimo </w:t>
      </w:r>
    </w:p>
    <w:p w:rsidR="00C161AF" w:rsidRDefault="00C161AF" w:rsidP="00F274C1">
      <w:pPr>
        <w:jc w:val="center"/>
        <w:rPr>
          <w:b/>
        </w:rPr>
      </w:pPr>
      <w:r>
        <w:rPr>
          <w:b/>
        </w:rPr>
        <w:t xml:space="preserve">Martedì 14 gennaio 2013 </w:t>
      </w:r>
    </w:p>
    <w:p w:rsidR="00C161AF" w:rsidRDefault="00C161AF" w:rsidP="00F274C1">
      <w:pPr>
        <w:jc w:val="center"/>
        <w:rPr>
          <w:b/>
        </w:rPr>
      </w:pPr>
    </w:p>
    <w:p w:rsidR="00C161AF" w:rsidRDefault="00C161AF" w:rsidP="00F274C1">
      <w:pPr>
        <w:rPr>
          <w:b/>
        </w:rPr>
      </w:pPr>
    </w:p>
    <w:p w:rsidR="00C161AF" w:rsidRDefault="00C161AF" w:rsidP="00AF7570">
      <w:pPr>
        <w:rPr>
          <w:b/>
        </w:rPr>
      </w:pPr>
      <w:r>
        <w:rPr>
          <w:b/>
        </w:rPr>
        <w:t xml:space="preserve">ISTITUTO : ______________________________________________   DI:  __________________  </w:t>
      </w:r>
    </w:p>
    <w:p w:rsidR="00C161AF" w:rsidRDefault="00C161AF" w:rsidP="00AF7570">
      <w:pPr>
        <w:rPr>
          <w:b/>
        </w:rPr>
      </w:pPr>
    </w:p>
    <w:p w:rsidR="00C161AF" w:rsidRDefault="00C161AF" w:rsidP="00F274C1">
      <w:pPr>
        <w:rPr>
          <w:b/>
        </w:rPr>
      </w:pPr>
    </w:p>
    <w:p w:rsidR="00C161AF" w:rsidRDefault="00C161AF" w:rsidP="00F274C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7088"/>
      </w:tblGrid>
      <w:tr w:rsidR="00C161AF" w:rsidRPr="007B5353" w:rsidTr="00527E72">
        <w:tc>
          <w:tcPr>
            <w:tcW w:w="5211" w:type="dxa"/>
          </w:tcPr>
          <w:p w:rsidR="00C161AF" w:rsidRPr="007B5353" w:rsidRDefault="00C161AF" w:rsidP="007B5353">
            <w:pPr>
              <w:jc w:val="center"/>
              <w:rPr>
                <w:b/>
              </w:rPr>
            </w:pPr>
            <w:r w:rsidRPr="007B5353">
              <w:rPr>
                <w:b/>
              </w:rPr>
              <w:t>Nome e Cognome</w:t>
            </w:r>
          </w:p>
          <w:p w:rsidR="00C161AF" w:rsidRPr="007B5353" w:rsidRDefault="00C161AF" w:rsidP="007B5353">
            <w:pPr>
              <w:jc w:val="center"/>
              <w:rPr>
                <w:b/>
              </w:rPr>
            </w:pPr>
          </w:p>
        </w:tc>
        <w:tc>
          <w:tcPr>
            <w:tcW w:w="7088" w:type="dxa"/>
          </w:tcPr>
          <w:p w:rsidR="00C161AF" w:rsidRPr="007B5353" w:rsidRDefault="00C161AF" w:rsidP="00D05201">
            <w:pPr>
              <w:jc w:val="center"/>
              <w:rPr>
                <w:b/>
              </w:rPr>
            </w:pPr>
            <w:r w:rsidRPr="007B5353">
              <w:rPr>
                <w:b/>
              </w:rPr>
              <w:t xml:space="preserve">Indirizzo di posta elettronica </w:t>
            </w:r>
          </w:p>
        </w:tc>
      </w:tr>
      <w:tr w:rsidR="00C161AF" w:rsidRPr="007B5353" w:rsidTr="00527E72">
        <w:trPr>
          <w:trHeight w:val="495"/>
        </w:trPr>
        <w:tc>
          <w:tcPr>
            <w:tcW w:w="5211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  <w:tc>
          <w:tcPr>
            <w:tcW w:w="7088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</w:tr>
      <w:tr w:rsidR="00C161AF" w:rsidRPr="007B5353" w:rsidTr="00527E72">
        <w:trPr>
          <w:trHeight w:val="417"/>
        </w:trPr>
        <w:tc>
          <w:tcPr>
            <w:tcW w:w="5211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  <w:tc>
          <w:tcPr>
            <w:tcW w:w="7088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</w:tr>
      <w:tr w:rsidR="00C161AF" w:rsidRPr="007B5353" w:rsidTr="00527E72">
        <w:trPr>
          <w:trHeight w:val="422"/>
        </w:trPr>
        <w:tc>
          <w:tcPr>
            <w:tcW w:w="5211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  <w:tc>
          <w:tcPr>
            <w:tcW w:w="7088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</w:tr>
      <w:tr w:rsidR="00C161AF" w:rsidRPr="007B5353" w:rsidTr="00527E72">
        <w:trPr>
          <w:trHeight w:val="422"/>
        </w:trPr>
        <w:tc>
          <w:tcPr>
            <w:tcW w:w="5211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  <w:tc>
          <w:tcPr>
            <w:tcW w:w="7088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</w:tr>
      <w:tr w:rsidR="00C161AF" w:rsidRPr="007B5353" w:rsidTr="00527E72">
        <w:trPr>
          <w:trHeight w:val="422"/>
        </w:trPr>
        <w:tc>
          <w:tcPr>
            <w:tcW w:w="5211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  <w:tc>
          <w:tcPr>
            <w:tcW w:w="7088" w:type="dxa"/>
          </w:tcPr>
          <w:p w:rsidR="00C161AF" w:rsidRPr="007B5353" w:rsidRDefault="00C161AF" w:rsidP="00F274C1">
            <w:pPr>
              <w:rPr>
                <w:b/>
                <w:sz w:val="44"/>
                <w:szCs w:val="44"/>
              </w:rPr>
            </w:pPr>
          </w:p>
        </w:tc>
      </w:tr>
    </w:tbl>
    <w:p w:rsidR="00C161AF" w:rsidRDefault="00C161AF" w:rsidP="00F274C1">
      <w:pPr>
        <w:rPr>
          <w:b/>
        </w:rPr>
      </w:pPr>
    </w:p>
    <w:p w:rsidR="00C161AF" w:rsidRDefault="00C161AF" w:rsidP="00F274C1">
      <w:pPr>
        <w:rPr>
          <w:b/>
        </w:rPr>
      </w:pPr>
    </w:p>
    <w:p w:rsidR="00C161AF" w:rsidRPr="00F7413F" w:rsidRDefault="00C161AF" w:rsidP="00F274C1">
      <w:pPr>
        <w:rPr>
          <w:b/>
        </w:rPr>
      </w:pPr>
      <w:r>
        <w:rPr>
          <w:b/>
        </w:rPr>
        <w:t>________________________ li ______________________                                                                  Il Dirigente Scolastico</w:t>
      </w:r>
    </w:p>
    <w:sectPr w:rsidR="00C161AF" w:rsidRPr="00F7413F" w:rsidSect="007E4915">
      <w:headerReference w:type="default" r:id="rId7"/>
      <w:footerReference w:type="even" r:id="rId8"/>
      <w:footerReference w:type="default" r:id="rId9"/>
      <w:pgSz w:w="16840" w:h="11907" w:orient="landscape"/>
      <w:pgMar w:top="1134" w:right="1418" w:bottom="1134" w:left="1418" w:header="539" w:footer="5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1AF" w:rsidRDefault="00C161AF">
      <w:r>
        <w:separator/>
      </w:r>
    </w:p>
  </w:endnote>
  <w:endnote w:type="continuationSeparator" w:id="1">
    <w:p w:rsidR="00C161AF" w:rsidRDefault="00C16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ce Script MT">
    <w:altName w:val="English111 Adagio B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AF" w:rsidRDefault="00C161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161AF" w:rsidRDefault="00C161A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AF" w:rsidRDefault="00C161AF">
    <w:pPr>
      <w:pStyle w:val="Footer"/>
      <w:framePr w:wrap="around" w:vAnchor="text" w:hAnchor="margin" w:xAlign="center" w:y="1"/>
      <w:rPr>
        <w:rStyle w:val="PageNumber"/>
      </w:rPr>
    </w:pPr>
  </w:p>
  <w:p w:rsidR="00C161AF" w:rsidRDefault="00C161AF">
    <w:pPr>
      <w:pStyle w:val="Footer"/>
      <w:widowControl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1AF" w:rsidRDefault="00C161AF">
      <w:r>
        <w:separator/>
      </w:r>
    </w:p>
  </w:footnote>
  <w:footnote w:type="continuationSeparator" w:id="1">
    <w:p w:rsidR="00C161AF" w:rsidRDefault="00C16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1AF" w:rsidRPr="00382332" w:rsidRDefault="00C161AF">
    <w:pPr>
      <w:pStyle w:val="Header"/>
      <w:widowControl/>
      <w:jc w:val="center"/>
      <w:rPr>
        <w:rFonts w:ascii="Palace Script MT" w:hAnsi="Palace Script MT"/>
        <w:sz w:val="40"/>
        <w:szCs w:val="40"/>
      </w:rPr>
    </w:pPr>
    <w:r w:rsidRPr="00382332">
      <w:rPr>
        <w:rFonts w:ascii="Palace Script MT" w:hAnsi="Palace Script MT"/>
        <w:sz w:val="40"/>
        <w:szCs w:val="40"/>
      </w:rPr>
      <w:object w:dxaOrig="1111" w:dyaOrig="12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3pt;height:36pt" o:ole="">
          <v:imagedata r:id="rId1" o:title=""/>
        </v:shape>
        <o:OLEObject Type="Embed" ProgID="Word.Picture.8" ShapeID="_x0000_i1026" DrawAspect="Content" ObjectID="_1450685842" r:id="rId2"/>
      </w:object>
    </w:r>
  </w:p>
  <w:p w:rsidR="00C161AF" w:rsidRPr="00382332" w:rsidRDefault="00C161AF">
    <w:pPr>
      <w:pStyle w:val="Header"/>
      <w:widowControl/>
      <w:jc w:val="center"/>
      <w:rPr>
        <w:rFonts w:ascii="Palace Script MT" w:hAnsi="Palace Script MT"/>
        <w:b/>
        <w:sz w:val="40"/>
        <w:szCs w:val="40"/>
      </w:rPr>
    </w:pPr>
    <w:r w:rsidRPr="00382332">
      <w:rPr>
        <w:rFonts w:ascii="Palace Script MT" w:hAnsi="Palace Script MT"/>
        <w:b/>
        <w:sz w:val="40"/>
        <w:szCs w:val="40"/>
      </w:rPr>
      <w:t>Ministero dell’ Istruzione, dell’Università e della Ricerca</w:t>
    </w:r>
  </w:p>
  <w:p w:rsidR="00C161AF" w:rsidRPr="00382332" w:rsidRDefault="00C161AF">
    <w:pPr>
      <w:pStyle w:val="Header"/>
      <w:widowControl/>
      <w:jc w:val="center"/>
      <w:rPr>
        <w:rFonts w:ascii="Palace Script MT" w:hAnsi="Palace Script MT"/>
        <w:b/>
        <w:i/>
        <w:sz w:val="40"/>
        <w:szCs w:val="40"/>
      </w:rPr>
    </w:pPr>
    <w:r w:rsidRPr="00382332">
      <w:rPr>
        <w:rFonts w:ascii="Palace Script MT" w:hAnsi="Palace Script MT"/>
        <w:b/>
        <w:i/>
        <w:sz w:val="40"/>
        <w:szCs w:val="40"/>
      </w:rPr>
      <w:t>Ufficio Scolastico Regionale per le Marche - Direzione Generale</w:t>
    </w:r>
  </w:p>
  <w:p w:rsidR="00C161AF" w:rsidRPr="00382332" w:rsidRDefault="00C161AF">
    <w:pPr>
      <w:pStyle w:val="Header"/>
      <w:widowControl/>
      <w:jc w:val="center"/>
      <w:rPr>
        <w:rFonts w:ascii="Palace Script MT" w:hAnsi="Palace Script MT"/>
        <w:i/>
        <w:sz w:val="40"/>
        <w:szCs w:val="40"/>
      </w:rPr>
    </w:pPr>
    <w:r w:rsidRPr="00382332">
      <w:rPr>
        <w:rFonts w:ascii="Palace Script MT" w:hAnsi="Palace Script MT"/>
        <w:i/>
        <w:sz w:val="40"/>
        <w:szCs w:val="40"/>
      </w:rPr>
      <w:t>Amministrazione e gestione delle risorse finanziarie</w:t>
    </w:r>
    <w:r>
      <w:rPr>
        <w:rFonts w:ascii="Palace Script MT" w:hAnsi="Palace Script MT"/>
        <w:i/>
        <w:sz w:val="40"/>
        <w:szCs w:val="40"/>
      </w:rPr>
      <w:t xml:space="preserve"> della scuola e dell’amministrazione</w:t>
    </w:r>
  </w:p>
  <w:p w:rsidR="00C161AF" w:rsidRPr="00382332" w:rsidRDefault="00C161AF" w:rsidP="003E2108">
    <w:pPr>
      <w:pStyle w:val="Header"/>
      <w:widowControl/>
      <w:jc w:val="center"/>
    </w:pPr>
    <w:r w:rsidRPr="00382332">
      <w:t xml:space="preserve">Ufficio </w:t>
    </w: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E8A78DA"/>
    <w:lvl w:ilvl="0">
      <w:numFmt w:val="bullet"/>
      <w:lvlText w:val="*"/>
      <w:lvlJc w:val="left"/>
    </w:lvl>
  </w:abstractNum>
  <w:abstractNum w:abstractNumId="1">
    <w:nsid w:val="114F4997"/>
    <w:multiLevelType w:val="hybridMultilevel"/>
    <w:tmpl w:val="1F4ABD6E"/>
    <w:lvl w:ilvl="0" w:tplc="4F8871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152E8B"/>
    <w:multiLevelType w:val="hybridMultilevel"/>
    <w:tmpl w:val="856CED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D607B7"/>
    <w:multiLevelType w:val="hybridMultilevel"/>
    <w:tmpl w:val="177A2D04"/>
    <w:lvl w:ilvl="0" w:tplc="83583C7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4">
    <w:nsid w:val="55432783"/>
    <w:multiLevelType w:val="hybridMultilevel"/>
    <w:tmpl w:val="2D5EC464"/>
    <w:lvl w:ilvl="0" w:tplc="0410000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550"/>
        </w:tabs>
        <w:ind w:left="8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270"/>
        </w:tabs>
        <w:ind w:left="92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990"/>
        </w:tabs>
        <w:ind w:left="9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710"/>
        </w:tabs>
        <w:ind w:left="10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430"/>
        </w:tabs>
        <w:ind w:left="114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150"/>
        </w:tabs>
        <w:ind w:left="12150" w:hanging="360"/>
      </w:pPr>
      <w:rPr>
        <w:rFonts w:ascii="Wingdings" w:hAnsi="Wingdings" w:hint="default"/>
      </w:rPr>
    </w:lvl>
  </w:abstractNum>
  <w:abstractNum w:abstractNumId="5">
    <w:nsid w:val="56793394"/>
    <w:multiLevelType w:val="hybridMultilevel"/>
    <w:tmpl w:val="E64ED6EC"/>
    <w:lvl w:ilvl="0" w:tplc="04100001">
      <w:start w:val="1"/>
      <w:numFmt w:val="bullet"/>
      <w:lvlText w:val=""/>
      <w:lvlJc w:val="left"/>
      <w:pPr>
        <w:tabs>
          <w:tab w:val="num" w:pos="8508"/>
        </w:tabs>
        <w:ind w:left="85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228"/>
        </w:tabs>
        <w:ind w:left="922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948"/>
        </w:tabs>
        <w:ind w:left="9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668"/>
        </w:tabs>
        <w:ind w:left="10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1388"/>
        </w:tabs>
        <w:ind w:left="1138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2108"/>
        </w:tabs>
        <w:ind w:left="12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828"/>
        </w:tabs>
        <w:ind w:left="12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3548"/>
        </w:tabs>
        <w:ind w:left="1354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4268"/>
        </w:tabs>
        <w:ind w:left="1426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949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8D5"/>
    <w:rsid w:val="00012A26"/>
    <w:rsid w:val="00030183"/>
    <w:rsid w:val="0007053D"/>
    <w:rsid w:val="000778E4"/>
    <w:rsid w:val="000A73D9"/>
    <w:rsid w:val="000B6DBC"/>
    <w:rsid w:val="000B6FFF"/>
    <w:rsid w:val="000D6775"/>
    <w:rsid w:val="000E0172"/>
    <w:rsid w:val="000F2257"/>
    <w:rsid w:val="000F6B02"/>
    <w:rsid w:val="001004E7"/>
    <w:rsid w:val="00111830"/>
    <w:rsid w:val="00114D42"/>
    <w:rsid w:val="00131409"/>
    <w:rsid w:val="0019259A"/>
    <w:rsid w:val="001B1188"/>
    <w:rsid w:val="001C56BA"/>
    <w:rsid w:val="001D0EE0"/>
    <w:rsid w:val="001E11EF"/>
    <w:rsid w:val="001E600F"/>
    <w:rsid w:val="001F1385"/>
    <w:rsid w:val="0021407C"/>
    <w:rsid w:val="00256C82"/>
    <w:rsid w:val="00264DB0"/>
    <w:rsid w:val="00270820"/>
    <w:rsid w:val="0027406B"/>
    <w:rsid w:val="00276668"/>
    <w:rsid w:val="002A7C7D"/>
    <w:rsid w:val="002B0D14"/>
    <w:rsid w:val="002C2332"/>
    <w:rsid w:val="002D43D8"/>
    <w:rsid w:val="002E3468"/>
    <w:rsid w:val="002F4D36"/>
    <w:rsid w:val="00315B88"/>
    <w:rsid w:val="003378DC"/>
    <w:rsid w:val="0034302B"/>
    <w:rsid w:val="0035020B"/>
    <w:rsid w:val="00351688"/>
    <w:rsid w:val="00355E17"/>
    <w:rsid w:val="003650DA"/>
    <w:rsid w:val="00373AA5"/>
    <w:rsid w:val="00382332"/>
    <w:rsid w:val="00383777"/>
    <w:rsid w:val="0038638C"/>
    <w:rsid w:val="003B3A8D"/>
    <w:rsid w:val="003B7123"/>
    <w:rsid w:val="003E2108"/>
    <w:rsid w:val="003F0B41"/>
    <w:rsid w:val="00403EEE"/>
    <w:rsid w:val="00412D48"/>
    <w:rsid w:val="00421925"/>
    <w:rsid w:val="00431880"/>
    <w:rsid w:val="00442008"/>
    <w:rsid w:val="004451B9"/>
    <w:rsid w:val="004502B0"/>
    <w:rsid w:val="004963C4"/>
    <w:rsid w:val="00497BA8"/>
    <w:rsid w:val="004B03FB"/>
    <w:rsid w:val="004B36F9"/>
    <w:rsid w:val="004C3BFF"/>
    <w:rsid w:val="004C6C9D"/>
    <w:rsid w:val="004D5EF6"/>
    <w:rsid w:val="004E1BF0"/>
    <w:rsid w:val="004F6235"/>
    <w:rsid w:val="0052065D"/>
    <w:rsid w:val="00527E72"/>
    <w:rsid w:val="00545906"/>
    <w:rsid w:val="005477AD"/>
    <w:rsid w:val="005537CA"/>
    <w:rsid w:val="0056467F"/>
    <w:rsid w:val="00566B97"/>
    <w:rsid w:val="0057253E"/>
    <w:rsid w:val="005842F8"/>
    <w:rsid w:val="00595D77"/>
    <w:rsid w:val="005A42D3"/>
    <w:rsid w:val="005A56B3"/>
    <w:rsid w:val="005F2DF9"/>
    <w:rsid w:val="00613445"/>
    <w:rsid w:val="00647154"/>
    <w:rsid w:val="00662B76"/>
    <w:rsid w:val="006638D5"/>
    <w:rsid w:val="006707B8"/>
    <w:rsid w:val="00671A69"/>
    <w:rsid w:val="00674B3F"/>
    <w:rsid w:val="00697C8A"/>
    <w:rsid w:val="006D4CCA"/>
    <w:rsid w:val="006E412A"/>
    <w:rsid w:val="006E710B"/>
    <w:rsid w:val="00725D71"/>
    <w:rsid w:val="00737B0A"/>
    <w:rsid w:val="0076194D"/>
    <w:rsid w:val="00763307"/>
    <w:rsid w:val="00772128"/>
    <w:rsid w:val="00783E6B"/>
    <w:rsid w:val="00784382"/>
    <w:rsid w:val="0079073A"/>
    <w:rsid w:val="007964B6"/>
    <w:rsid w:val="007B5353"/>
    <w:rsid w:val="007C5013"/>
    <w:rsid w:val="007C5793"/>
    <w:rsid w:val="007C6B26"/>
    <w:rsid w:val="007E256D"/>
    <w:rsid w:val="007E4915"/>
    <w:rsid w:val="007E51D3"/>
    <w:rsid w:val="007F153D"/>
    <w:rsid w:val="007F699D"/>
    <w:rsid w:val="00805D7D"/>
    <w:rsid w:val="008079C2"/>
    <w:rsid w:val="00815471"/>
    <w:rsid w:val="00816941"/>
    <w:rsid w:val="00824DC6"/>
    <w:rsid w:val="00863971"/>
    <w:rsid w:val="00874592"/>
    <w:rsid w:val="00876024"/>
    <w:rsid w:val="00886AB3"/>
    <w:rsid w:val="0089611C"/>
    <w:rsid w:val="0089629D"/>
    <w:rsid w:val="00896A18"/>
    <w:rsid w:val="008A63A5"/>
    <w:rsid w:val="008B09FA"/>
    <w:rsid w:val="008C1144"/>
    <w:rsid w:val="008E2A3B"/>
    <w:rsid w:val="008E6450"/>
    <w:rsid w:val="008F020E"/>
    <w:rsid w:val="008F1C59"/>
    <w:rsid w:val="00901CEC"/>
    <w:rsid w:val="00934AEE"/>
    <w:rsid w:val="00937066"/>
    <w:rsid w:val="00940750"/>
    <w:rsid w:val="009459F0"/>
    <w:rsid w:val="00953FF5"/>
    <w:rsid w:val="0095577B"/>
    <w:rsid w:val="00957D73"/>
    <w:rsid w:val="00970CE6"/>
    <w:rsid w:val="00985338"/>
    <w:rsid w:val="009B5735"/>
    <w:rsid w:val="009C181C"/>
    <w:rsid w:val="009C492A"/>
    <w:rsid w:val="009F2E86"/>
    <w:rsid w:val="00A00BA3"/>
    <w:rsid w:val="00A043C4"/>
    <w:rsid w:val="00A0721A"/>
    <w:rsid w:val="00A246CC"/>
    <w:rsid w:val="00A257F6"/>
    <w:rsid w:val="00A27D45"/>
    <w:rsid w:val="00A41CE8"/>
    <w:rsid w:val="00A45F87"/>
    <w:rsid w:val="00A52ED8"/>
    <w:rsid w:val="00A578E2"/>
    <w:rsid w:val="00A713B3"/>
    <w:rsid w:val="00A94847"/>
    <w:rsid w:val="00AB13E6"/>
    <w:rsid w:val="00AB229B"/>
    <w:rsid w:val="00AB4BE5"/>
    <w:rsid w:val="00AC4B91"/>
    <w:rsid w:val="00AF3B3E"/>
    <w:rsid w:val="00AF7570"/>
    <w:rsid w:val="00AF798A"/>
    <w:rsid w:val="00B466D4"/>
    <w:rsid w:val="00B556B4"/>
    <w:rsid w:val="00B55902"/>
    <w:rsid w:val="00B6197C"/>
    <w:rsid w:val="00B65DEC"/>
    <w:rsid w:val="00B820C1"/>
    <w:rsid w:val="00B8448F"/>
    <w:rsid w:val="00B93119"/>
    <w:rsid w:val="00BB6AC7"/>
    <w:rsid w:val="00BC087D"/>
    <w:rsid w:val="00BF2679"/>
    <w:rsid w:val="00C022D8"/>
    <w:rsid w:val="00C062AF"/>
    <w:rsid w:val="00C161AF"/>
    <w:rsid w:val="00C1655E"/>
    <w:rsid w:val="00C16C4B"/>
    <w:rsid w:val="00C237DF"/>
    <w:rsid w:val="00C25171"/>
    <w:rsid w:val="00C2525A"/>
    <w:rsid w:val="00C51C36"/>
    <w:rsid w:val="00C57AFC"/>
    <w:rsid w:val="00C620E8"/>
    <w:rsid w:val="00C67B4B"/>
    <w:rsid w:val="00C72A72"/>
    <w:rsid w:val="00CB1482"/>
    <w:rsid w:val="00CB2C6E"/>
    <w:rsid w:val="00CC011B"/>
    <w:rsid w:val="00CC720D"/>
    <w:rsid w:val="00CF0492"/>
    <w:rsid w:val="00CF62BE"/>
    <w:rsid w:val="00D05201"/>
    <w:rsid w:val="00D1072C"/>
    <w:rsid w:val="00D333A7"/>
    <w:rsid w:val="00D3448B"/>
    <w:rsid w:val="00D42415"/>
    <w:rsid w:val="00D50E93"/>
    <w:rsid w:val="00D63518"/>
    <w:rsid w:val="00D67A88"/>
    <w:rsid w:val="00D708B7"/>
    <w:rsid w:val="00D7788C"/>
    <w:rsid w:val="00D86FF8"/>
    <w:rsid w:val="00D93667"/>
    <w:rsid w:val="00DA15D2"/>
    <w:rsid w:val="00DB081C"/>
    <w:rsid w:val="00DB763D"/>
    <w:rsid w:val="00DC4BCB"/>
    <w:rsid w:val="00DC6623"/>
    <w:rsid w:val="00DD74F9"/>
    <w:rsid w:val="00DF4AB5"/>
    <w:rsid w:val="00E254FF"/>
    <w:rsid w:val="00E31C20"/>
    <w:rsid w:val="00E325C5"/>
    <w:rsid w:val="00E447EE"/>
    <w:rsid w:val="00E45FCA"/>
    <w:rsid w:val="00E47BAA"/>
    <w:rsid w:val="00E625AA"/>
    <w:rsid w:val="00E660AA"/>
    <w:rsid w:val="00E80ED6"/>
    <w:rsid w:val="00E859EA"/>
    <w:rsid w:val="00E85BD3"/>
    <w:rsid w:val="00E96DEC"/>
    <w:rsid w:val="00EB0E50"/>
    <w:rsid w:val="00EC0153"/>
    <w:rsid w:val="00F274C1"/>
    <w:rsid w:val="00F4381E"/>
    <w:rsid w:val="00F5231B"/>
    <w:rsid w:val="00F631F4"/>
    <w:rsid w:val="00F7413F"/>
    <w:rsid w:val="00F84A67"/>
    <w:rsid w:val="00F95960"/>
    <w:rsid w:val="00FA5CFA"/>
    <w:rsid w:val="00FB06D2"/>
    <w:rsid w:val="00FD1775"/>
    <w:rsid w:val="00FE12BF"/>
    <w:rsid w:val="00FF6E38"/>
    <w:rsid w:val="00FF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94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941"/>
    <w:pPr>
      <w:keepNext/>
      <w:jc w:val="both"/>
      <w:outlineLvl w:val="0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5471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81694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15471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1694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5471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816941"/>
    <w:rPr>
      <w:rFonts w:cs="Times New Roman"/>
      <w:color w:val="0000FF"/>
      <w:sz w:val="20"/>
      <w:u w:val="single"/>
    </w:rPr>
  </w:style>
  <w:style w:type="character" w:styleId="PageNumber">
    <w:name w:val="page number"/>
    <w:basedOn w:val="DefaultParagraphFont"/>
    <w:uiPriority w:val="99"/>
    <w:rsid w:val="0081694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5D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471"/>
    <w:rPr>
      <w:rFonts w:cs="Times New Roman"/>
      <w:sz w:val="2"/>
    </w:rPr>
  </w:style>
  <w:style w:type="character" w:customStyle="1" w:styleId="StileMessaggioDiPostaElettronica24">
    <w:name w:val="EmailStyle24"/>
    <w:aliases w:val="EmailStyle24"/>
    <w:basedOn w:val="DefaultParagraphFont"/>
    <w:uiPriority w:val="99"/>
    <w:semiHidden/>
    <w:personal/>
    <w:rsid w:val="00276668"/>
    <w:rPr>
      <w:rFonts w:ascii="Arial" w:hAnsi="Arial" w:cs="Arial"/>
      <w:color w:val="auto"/>
      <w:sz w:val="20"/>
      <w:szCs w:val="20"/>
    </w:rPr>
  </w:style>
  <w:style w:type="table" w:styleId="TableGrid">
    <w:name w:val="Table Grid"/>
    <w:basedOn w:val="TableNormal"/>
    <w:uiPriority w:val="99"/>
    <w:rsid w:val="00D708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61</Words>
  <Characters>351</Characters>
  <Application>Microsoft Office Outlook</Application>
  <DocSecurity>0</DocSecurity>
  <Lines>0</Lines>
  <Paragraphs>0</Paragraphs>
  <ScaleCrop>false</ScaleCrop>
  <Company>Ministero Pubblica Istruzione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Ministero Pubblica Istruzione</dc:creator>
  <cp:keywords/>
  <dc:description/>
  <cp:lastModifiedBy>M.I.U.R.</cp:lastModifiedBy>
  <cp:revision>3</cp:revision>
  <cp:lastPrinted>2014-01-08T08:20:00Z</cp:lastPrinted>
  <dcterms:created xsi:type="dcterms:W3CDTF">2014-01-08T10:31:00Z</dcterms:created>
  <dcterms:modified xsi:type="dcterms:W3CDTF">2014-01-08T10:31:00Z</dcterms:modified>
</cp:coreProperties>
</file>