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5DEB" w:rsidRDefault="00FB5DEB">
      <w:pPr>
        <w:rPr>
          <w:b/>
        </w:rPr>
      </w:pPr>
      <w:r w:rsidRPr="002F7669">
        <w:rPr>
          <w:b/>
        </w:rPr>
        <w:t xml:space="preserve">FONDAZIONE </w:t>
      </w:r>
      <w:r w:rsidRPr="002F7669">
        <w:rPr>
          <w:b/>
        </w:rPr>
        <w:tab/>
      </w:r>
      <w:r w:rsidRPr="002F7669">
        <w:rPr>
          <w:b/>
        </w:rPr>
        <w:tab/>
      </w:r>
      <w:r w:rsidRPr="002F7669">
        <w:rPr>
          <w:b/>
        </w:rPr>
        <w:tab/>
      </w:r>
      <w:r w:rsidRPr="002F7669">
        <w:rPr>
          <w:b/>
        </w:rPr>
        <w:tab/>
      </w:r>
      <w:r w:rsidRPr="002F7669">
        <w:rPr>
          <w:b/>
        </w:rPr>
        <w:tab/>
      </w:r>
      <w:r w:rsidRPr="002F7669">
        <w:rPr>
          <w:b/>
        </w:rPr>
        <w:tab/>
      </w:r>
      <w:r w:rsidRPr="002F7669">
        <w:rPr>
          <w:b/>
        </w:rPr>
        <w:tab/>
      </w:r>
      <w:r>
        <w:rPr>
          <w:b/>
        </w:rPr>
        <w:t xml:space="preserve">            </w:t>
      </w:r>
      <w:r w:rsidRPr="002F7669">
        <w:rPr>
          <w:b/>
        </w:rPr>
        <w:t xml:space="preserve"> </w:t>
      </w:r>
      <w:r>
        <w:rPr>
          <w:b/>
        </w:rPr>
        <w:t>ACCADEMIA</w:t>
      </w:r>
    </w:p>
    <w:p w:rsidR="00FB5DEB" w:rsidRPr="00F72590" w:rsidRDefault="00FB5DEB">
      <w:pPr>
        <w:rPr>
          <w:b/>
          <w:i/>
        </w:rPr>
      </w:pPr>
      <w:r w:rsidRPr="002F7669">
        <w:rPr>
          <w:b/>
        </w:rPr>
        <w:t xml:space="preserve">GIOVENTÙ MUSICALE D’ITALIA 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TEATRO alla SCALA</w:t>
      </w:r>
      <w:r>
        <w:rPr>
          <w:b/>
        </w:rPr>
        <w:tab/>
      </w:r>
    </w:p>
    <w:p w:rsidR="00FB5DEB" w:rsidRPr="002F7669" w:rsidRDefault="00FB5DEB">
      <w:pPr>
        <w:rPr>
          <w:b/>
        </w:rPr>
      </w:pPr>
      <w:r w:rsidRPr="002F7669">
        <w:rPr>
          <w:b/>
        </w:rPr>
        <w:tab/>
      </w:r>
      <w:r w:rsidRPr="002F7669">
        <w:rPr>
          <w:b/>
        </w:rPr>
        <w:tab/>
        <w:t xml:space="preserve"> </w:t>
      </w:r>
    </w:p>
    <w:p w:rsidR="00FB5DEB" w:rsidRPr="00B8679D" w:rsidRDefault="00FB5DEB">
      <w:pPr>
        <w:rPr>
          <w:i/>
        </w:rPr>
      </w:pP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</w:p>
    <w:p w:rsidR="00FB5DEB" w:rsidRDefault="00FB5DEB"/>
    <w:p w:rsidR="00FB5DEB" w:rsidRPr="004D66F1" w:rsidRDefault="00FB5DEB" w:rsidP="005F0679">
      <w:pPr>
        <w:autoSpaceDE w:val="0"/>
        <w:autoSpaceDN w:val="0"/>
        <w:adjustRightInd w:val="0"/>
        <w:jc w:val="center"/>
        <w:outlineLvl w:val="0"/>
        <w:rPr>
          <w:rFonts w:ascii="Matura MT Script Capitals" w:hAnsi="Matura MT Script Capitals" w:cs="Arial"/>
          <w:b/>
          <w:bCs/>
          <w:color w:val="000000"/>
          <w:sz w:val="64"/>
          <w:szCs w:val="64"/>
        </w:rPr>
      </w:pPr>
      <w:r w:rsidRPr="004D66F1">
        <w:rPr>
          <w:rFonts w:ascii="Matura MT Script Capitals" w:hAnsi="Matura MT Script Capitals" w:cs="Arial"/>
          <w:b/>
          <w:bCs/>
          <w:color w:val="000000"/>
          <w:sz w:val="64"/>
          <w:szCs w:val="64"/>
        </w:rPr>
        <w:t xml:space="preserve">Campo </w:t>
      </w:r>
    </w:p>
    <w:p w:rsidR="00FB5DEB" w:rsidRDefault="00FB5DEB" w:rsidP="005F0679">
      <w:pPr>
        <w:autoSpaceDE w:val="0"/>
        <w:autoSpaceDN w:val="0"/>
        <w:adjustRightInd w:val="0"/>
        <w:jc w:val="center"/>
        <w:outlineLvl w:val="0"/>
        <w:rPr>
          <w:rFonts w:ascii="Matura MT Script Capitals" w:hAnsi="Matura MT Script Capitals" w:cs="Arial"/>
          <w:b/>
          <w:bCs/>
          <w:color w:val="000000"/>
          <w:sz w:val="64"/>
          <w:szCs w:val="64"/>
        </w:rPr>
      </w:pPr>
      <w:r w:rsidRPr="004D66F1">
        <w:rPr>
          <w:rFonts w:ascii="Matura MT Script Capitals" w:hAnsi="Matura MT Script Capitals" w:cs="Arial"/>
          <w:b/>
          <w:bCs/>
          <w:color w:val="000000"/>
          <w:sz w:val="64"/>
          <w:szCs w:val="64"/>
        </w:rPr>
        <w:t>Mare e Music</w:t>
      </w:r>
      <w:r>
        <w:rPr>
          <w:rFonts w:ascii="Matura MT Script Capitals" w:hAnsi="Matura MT Script Capitals" w:cs="Arial"/>
          <w:b/>
          <w:bCs/>
          <w:color w:val="000000"/>
          <w:sz w:val="64"/>
          <w:szCs w:val="64"/>
        </w:rPr>
        <w:t>a</w:t>
      </w:r>
    </w:p>
    <w:p w:rsidR="00FB5DEB" w:rsidRDefault="00FB5DEB" w:rsidP="005F0679">
      <w:pPr>
        <w:autoSpaceDE w:val="0"/>
        <w:autoSpaceDN w:val="0"/>
        <w:adjustRightInd w:val="0"/>
        <w:jc w:val="center"/>
        <w:outlineLvl w:val="0"/>
        <w:rPr>
          <w:rFonts w:ascii="Matura MT Script Capitals" w:hAnsi="Matura MT Script Capitals" w:cs="Arial"/>
          <w:b/>
          <w:bCs/>
          <w:color w:val="000000"/>
          <w:sz w:val="64"/>
          <w:szCs w:val="64"/>
        </w:rPr>
      </w:pPr>
      <w:r>
        <w:rPr>
          <w:rFonts w:ascii="Matura MT Script Capitals" w:hAnsi="Matura MT Script Capitals" w:cs="Arial"/>
          <w:b/>
          <w:bCs/>
          <w:color w:val="000000"/>
          <w:sz w:val="32"/>
          <w:szCs w:val="32"/>
        </w:rPr>
        <w:t>Anno X</w:t>
      </w:r>
    </w:p>
    <w:p w:rsidR="00FB5DEB" w:rsidRDefault="00FB5DEB" w:rsidP="00B8679D">
      <w:pPr>
        <w:jc w:val="center"/>
      </w:pPr>
    </w:p>
    <w:p w:rsidR="00FB5DEB" w:rsidRDefault="00FB5DEB" w:rsidP="008A0D6A">
      <w:pPr>
        <w:pStyle w:val="NormalWeb"/>
        <w:spacing w:before="0" w:beforeAutospacing="0" w:after="0" w:afterAutospacing="0"/>
        <w:rPr>
          <w:b/>
        </w:rPr>
      </w:pPr>
    </w:p>
    <w:p w:rsidR="00FB5DEB" w:rsidRPr="00B0350C" w:rsidRDefault="00FB5DEB" w:rsidP="008A0D6A">
      <w:pPr>
        <w:pStyle w:val="NormalWeb"/>
        <w:spacing w:before="0" w:beforeAutospacing="0" w:after="0" w:afterAutospacing="0"/>
      </w:pPr>
      <w:r w:rsidRPr="00B0350C">
        <w:rPr>
          <w:b/>
        </w:rPr>
        <w:t>Scheda di iscrizione da inviare a: Associazione Accademia dei Laghi</w:t>
      </w:r>
    </w:p>
    <w:p w:rsidR="00FB5DEB" w:rsidRPr="00B0350C" w:rsidRDefault="00FB5DEB" w:rsidP="00B0350C">
      <w:pPr>
        <w:pStyle w:val="NormalWeb"/>
        <w:spacing w:before="0" w:beforeAutospacing="0" w:after="0" w:afterAutospacing="0"/>
      </w:pPr>
    </w:p>
    <w:p w:rsidR="00FB5DEB" w:rsidRPr="00700649" w:rsidRDefault="00FB5DEB" w:rsidP="00C14D80">
      <w:pPr>
        <w:autoSpaceDE w:val="0"/>
        <w:autoSpaceDN w:val="0"/>
        <w:adjustRightInd w:val="0"/>
        <w:rPr>
          <w:rFonts w:ascii="Souvenir-Medium" w:hAnsi="Souvenir-Medium" w:cs="Souvenir-Medium"/>
        </w:rPr>
      </w:pPr>
    </w:p>
    <w:p w:rsidR="00FB5DEB" w:rsidRPr="00A82B4D" w:rsidRDefault="00FB5DEB" w:rsidP="00C14D80">
      <w:pPr>
        <w:autoSpaceDE w:val="0"/>
        <w:autoSpaceDN w:val="0"/>
        <w:adjustRightInd w:val="0"/>
        <w:rPr>
          <w:rFonts w:ascii="Arial" w:hAnsi="Arial" w:cs="Arial"/>
        </w:rPr>
      </w:pPr>
      <w:r w:rsidRPr="00A82B4D">
        <w:rPr>
          <w:rFonts w:ascii="Arial" w:hAnsi="Arial" w:cs="Arial"/>
          <w:bCs/>
        </w:rPr>
        <w:t>Desidero frequentare i seguenti corsi</w:t>
      </w:r>
      <w:r w:rsidRPr="00A82B4D">
        <w:rPr>
          <w:rFonts w:ascii="Arial" w:hAnsi="Arial" w:cs="Arial"/>
        </w:rPr>
        <w:t>:</w:t>
      </w:r>
    </w:p>
    <w:p w:rsidR="00FB5DEB" w:rsidRDefault="00FB5DEB" w:rsidP="00C14D80">
      <w:pPr>
        <w:autoSpaceDE w:val="0"/>
        <w:autoSpaceDN w:val="0"/>
        <w:adjustRightInd w:val="0"/>
        <w:rPr>
          <w:rFonts w:ascii="Arial" w:hAnsi="Arial" w:cs="Arial"/>
        </w:rPr>
      </w:pPr>
    </w:p>
    <w:p w:rsidR="00FB5DEB" w:rsidRPr="000630C1" w:rsidRDefault="00FB5DEB" w:rsidP="00C14D80">
      <w:p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>Corsi per docenti ed educatori:</w:t>
      </w:r>
    </w:p>
    <w:p w:rsidR="00FB5DEB" w:rsidRDefault="00FB5DEB" w:rsidP="00450283">
      <w:r>
        <w:rPr>
          <w:b/>
        </w:rPr>
        <w:sym w:font="Wingdings" w:char="F06F"/>
      </w:r>
      <w:r>
        <w:rPr>
          <w:b/>
        </w:rPr>
        <w:t xml:space="preserve">  La voce espressiva </w:t>
      </w:r>
      <w:r>
        <w:t>(ore 8.30-10.00)</w:t>
      </w:r>
      <w:r>
        <w:tab/>
      </w:r>
      <w:r>
        <w:tab/>
      </w:r>
      <w:r>
        <w:rPr>
          <w:b/>
        </w:rPr>
        <w:sym w:font="Wingdings" w:char="F06F"/>
      </w:r>
      <w:r>
        <w:rPr>
          <w:b/>
        </w:rPr>
        <w:t xml:space="preserve">  Ascolto e analisi </w:t>
      </w:r>
      <w:r>
        <w:t>(ore 8.30-10.00)</w:t>
      </w:r>
      <w:r>
        <w:tab/>
      </w:r>
    </w:p>
    <w:p w:rsidR="00FB5DEB" w:rsidRDefault="00FB5DEB" w:rsidP="00450283">
      <w:r>
        <w:rPr>
          <w:b/>
        </w:rPr>
        <w:sym w:font="Wingdings" w:char="F06F"/>
      </w:r>
      <w:r>
        <w:rPr>
          <w:b/>
        </w:rPr>
        <w:t xml:space="preserve">  Cantiamo in mille lingue </w:t>
      </w:r>
      <w:r>
        <w:t>(ore 10</w:t>
      </w:r>
      <w:r w:rsidRPr="002A3AC1">
        <w:t>.</w:t>
      </w:r>
      <w:r>
        <w:t>0</w:t>
      </w:r>
      <w:r w:rsidRPr="002A3AC1">
        <w:t>0-1</w:t>
      </w:r>
      <w:r>
        <w:t>1.30</w:t>
      </w:r>
      <w:r w:rsidRPr="002A3AC1">
        <w:t>)</w:t>
      </w:r>
      <w:r>
        <w:tab/>
      </w:r>
      <w:r>
        <w:rPr>
          <w:b/>
        </w:rPr>
        <w:sym w:font="Wingdings" w:char="F06F"/>
      </w:r>
      <w:r>
        <w:rPr>
          <w:b/>
        </w:rPr>
        <w:t xml:space="preserve">  Musica e movimento </w:t>
      </w:r>
      <w:r>
        <w:t>(ore 10.00-11.30)</w:t>
      </w:r>
    </w:p>
    <w:p w:rsidR="00FB5DEB" w:rsidRDefault="00FB5DEB" w:rsidP="00450283">
      <w:r>
        <w:rPr>
          <w:b/>
        </w:rPr>
        <w:sym w:font="Wingdings" w:char="F06F"/>
      </w:r>
      <w:r>
        <w:rPr>
          <w:b/>
        </w:rPr>
        <w:t xml:space="preserve">  </w:t>
      </w:r>
      <w:r w:rsidRPr="007E14AC">
        <w:rPr>
          <w:b/>
        </w:rPr>
        <w:t>Creazioni sonore</w:t>
      </w:r>
      <w:r>
        <w:t xml:space="preserve"> (ore 11.45-13.15)</w:t>
      </w:r>
      <w:r>
        <w:tab/>
      </w:r>
      <w:r>
        <w:tab/>
      </w:r>
      <w:r>
        <w:rPr>
          <w:b/>
        </w:rPr>
        <w:sym w:font="Wingdings" w:char="F06F"/>
      </w:r>
      <w:r>
        <w:rPr>
          <w:b/>
        </w:rPr>
        <w:t xml:space="preserve">  Il teatro musicale</w:t>
      </w:r>
      <w:r>
        <w:t xml:space="preserve"> (ore 11.45-13.15)</w:t>
      </w:r>
    </w:p>
    <w:p w:rsidR="00FB5DEB" w:rsidRPr="006D57FE" w:rsidRDefault="00FB5DEB" w:rsidP="00450283">
      <w:pPr>
        <w:rPr>
          <w:i/>
        </w:rPr>
      </w:pPr>
      <w:r w:rsidRPr="008E0781">
        <w:rPr>
          <w:b/>
        </w:rPr>
        <w:sym w:font="Wingdings" w:char="F06F"/>
      </w:r>
      <w:r w:rsidRPr="008E0781">
        <w:rPr>
          <w:b/>
        </w:rPr>
        <w:t xml:space="preserve">  Direzione di un ensemble </w:t>
      </w:r>
      <w:r w:rsidRPr="008E0781">
        <w:t>(ore 18.00-19.30)</w:t>
      </w:r>
    </w:p>
    <w:p w:rsidR="00FB5DEB" w:rsidRDefault="00FB5DEB" w:rsidP="00450283">
      <w:pPr>
        <w:tabs>
          <w:tab w:val="left" w:pos="1276"/>
        </w:tabs>
        <w:autoSpaceDE w:val="0"/>
        <w:autoSpaceDN w:val="0"/>
        <w:adjustRightInd w:val="0"/>
        <w:rPr>
          <w:rFonts w:ascii="Arial" w:hAnsi="Arial" w:cs="Arial"/>
          <w:b/>
          <w:color w:val="000000"/>
        </w:rPr>
      </w:pPr>
    </w:p>
    <w:p w:rsidR="00FB5DEB" w:rsidRPr="00450283" w:rsidRDefault="00FB5DEB" w:rsidP="00450283">
      <w:pPr>
        <w:tabs>
          <w:tab w:val="left" w:pos="1276"/>
        </w:tabs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450283">
        <w:rPr>
          <w:rFonts w:ascii="Arial" w:hAnsi="Arial" w:cs="Arial"/>
          <w:color w:val="000000"/>
        </w:rPr>
        <w:t>Corsi per studenti</w:t>
      </w:r>
      <w:r>
        <w:rPr>
          <w:rFonts w:ascii="Arial" w:hAnsi="Arial" w:cs="Arial"/>
          <w:color w:val="000000"/>
        </w:rPr>
        <w:t>:</w:t>
      </w:r>
    </w:p>
    <w:p w:rsidR="00FB5DEB" w:rsidRDefault="00FB5DEB" w:rsidP="00450283">
      <w:pPr>
        <w:tabs>
          <w:tab w:val="left" w:pos="1276"/>
        </w:tabs>
        <w:autoSpaceDE w:val="0"/>
        <w:autoSpaceDN w:val="0"/>
        <w:adjustRightInd w:val="0"/>
      </w:pPr>
      <w:r>
        <w:rPr>
          <w:b/>
        </w:rPr>
        <w:sym w:font="Wingdings" w:char="F06F"/>
      </w:r>
      <w:r>
        <w:rPr>
          <w:b/>
        </w:rPr>
        <w:t xml:space="preserve">  </w:t>
      </w:r>
      <w:r>
        <w:rPr>
          <w:b/>
          <w:color w:val="000000"/>
        </w:rPr>
        <w:t xml:space="preserve">Musica d’insieme </w:t>
      </w:r>
      <w:r>
        <w:rPr>
          <w:color w:val="000000"/>
        </w:rPr>
        <w:t xml:space="preserve">(ore 8.30-10.00; 10.00-11.30) </w:t>
      </w:r>
      <w:r>
        <w:rPr>
          <w:b/>
        </w:rPr>
        <w:sym w:font="Wingdings" w:char="F06F"/>
      </w:r>
      <w:r>
        <w:rPr>
          <w:b/>
        </w:rPr>
        <w:t xml:space="preserve">  Capire la musica </w:t>
      </w:r>
      <w:r>
        <w:t>(ore 11.45-13.15)</w:t>
      </w:r>
    </w:p>
    <w:p w:rsidR="00FB5DEB" w:rsidRPr="00E70943" w:rsidRDefault="00FB5DEB" w:rsidP="00450283">
      <w:pPr>
        <w:tabs>
          <w:tab w:val="left" w:pos="9180"/>
        </w:tabs>
        <w:autoSpaceDE w:val="0"/>
        <w:autoSpaceDN w:val="0"/>
        <w:adjustRightInd w:val="0"/>
        <w:jc w:val="center"/>
        <w:rPr>
          <w:rFonts w:ascii="Arial" w:hAnsi="Arial" w:cs="Arial"/>
          <w:b/>
        </w:rPr>
      </w:pPr>
    </w:p>
    <w:p w:rsidR="00FB5DEB" w:rsidRPr="00A82B4D" w:rsidRDefault="00FB5DEB" w:rsidP="00450283">
      <w:pPr>
        <w:tabs>
          <w:tab w:val="left" w:pos="9180"/>
        </w:tabs>
        <w:autoSpaceDE w:val="0"/>
        <w:autoSpaceDN w:val="0"/>
        <w:adjustRightInd w:val="0"/>
        <w:rPr>
          <w:rFonts w:ascii="Arial" w:hAnsi="Arial" w:cs="Arial"/>
        </w:rPr>
      </w:pPr>
      <w:r w:rsidRPr="00A82B4D">
        <w:rPr>
          <w:rFonts w:ascii="Arial" w:hAnsi="Arial" w:cs="Arial"/>
        </w:rPr>
        <w:t>Corsi per bambini</w:t>
      </w:r>
      <w:r>
        <w:rPr>
          <w:rFonts w:ascii="Arial" w:hAnsi="Arial" w:cs="Arial"/>
        </w:rPr>
        <w:t>:</w:t>
      </w:r>
    </w:p>
    <w:p w:rsidR="00FB5DEB" w:rsidRDefault="00FB5DEB" w:rsidP="00177550">
      <w:r>
        <w:rPr>
          <w:b/>
        </w:rPr>
        <w:sym w:font="Wingdings" w:char="F06F"/>
      </w:r>
      <w:r>
        <w:rPr>
          <w:b/>
        </w:rPr>
        <w:t xml:space="preserve">  Musica e movimento </w:t>
      </w:r>
      <w:r>
        <w:t>(ore 8.30-10.00)</w:t>
      </w:r>
    </w:p>
    <w:p w:rsidR="00FB5DEB" w:rsidRDefault="00FB5DEB" w:rsidP="00177550">
      <w:pPr>
        <w:rPr>
          <w:b/>
        </w:rPr>
      </w:pPr>
      <w:r>
        <w:rPr>
          <w:b/>
        </w:rPr>
        <w:sym w:font="Wingdings" w:char="F06F"/>
      </w:r>
      <w:r>
        <w:rPr>
          <w:b/>
        </w:rPr>
        <w:t xml:space="preserve">  </w:t>
      </w:r>
      <w:r w:rsidRPr="007D19F3">
        <w:rPr>
          <w:b/>
        </w:rPr>
        <w:t>Giochi di teatro</w:t>
      </w:r>
      <w:r>
        <w:rPr>
          <w:b/>
        </w:rPr>
        <w:t xml:space="preserve"> </w:t>
      </w:r>
      <w:r>
        <w:t>(ore 10.00- 11-30)</w:t>
      </w:r>
      <w:r>
        <w:rPr>
          <w:b/>
        </w:rPr>
        <w:t xml:space="preserve">  </w:t>
      </w:r>
    </w:p>
    <w:p w:rsidR="00FB5DEB" w:rsidRDefault="00FB5DEB" w:rsidP="00450283">
      <w:pPr>
        <w:jc w:val="both"/>
      </w:pPr>
      <w:r>
        <w:rPr>
          <w:b/>
        </w:rPr>
        <w:sym w:font="Wingdings" w:char="F06F"/>
      </w:r>
      <w:r>
        <w:rPr>
          <w:b/>
        </w:rPr>
        <w:t xml:space="preserve">  Arcobaleno di canti</w:t>
      </w:r>
      <w:r w:rsidRPr="001404C8">
        <w:rPr>
          <w:b/>
        </w:rPr>
        <w:t xml:space="preserve"> </w:t>
      </w:r>
      <w:r>
        <w:t xml:space="preserve"> </w:t>
      </w:r>
      <w:r w:rsidRPr="00726935">
        <w:t>(</w:t>
      </w:r>
      <w:r>
        <w:t>11.45-13.15)</w:t>
      </w:r>
    </w:p>
    <w:p w:rsidR="00FB5DEB" w:rsidRPr="009E2AF3" w:rsidRDefault="00FB5DEB" w:rsidP="00C14D80">
      <w:pPr>
        <w:autoSpaceDE w:val="0"/>
        <w:autoSpaceDN w:val="0"/>
        <w:adjustRightInd w:val="0"/>
        <w:rPr>
          <w:rFonts w:ascii="Arial" w:hAnsi="Arial" w:cs="Arial"/>
          <w:b/>
          <w:color w:val="FF0000"/>
        </w:rPr>
      </w:pPr>
    </w:p>
    <w:p w:rsidR="00FB5DEB" w:rsidRPr="00A82B4D" w:rsidRDefault="00FB5DEB" w:rsidP="00C14D80">
      <w:pPr>
        <w:autoSpaceDE w:val="0"/>
        <w:autoSpaceDN w:val="0"/>
        <w:adjustRightInd w:val="0"/>
        <w:rPr>
          <w:rFonts w:ascii="Arial" w:hAnsi="Arial" w:cs="Arial"/>
        </w:rPr>
      </w:pPr>
      <w:r w:rsidRPr="00A82B4D">
        <w:rPr>
          <w:rFonts w:ascii="Arial" w:hAnsi="Arial" w:cs="Arial"/>
        </w:rPr>
        <w:t>Sistemazione logistica:</w:t>
      </w:r>
    </w:p>
    <w:p w:rsidR="00FB5DEB" w:rsidRPr="00700649" w:rsidRDefault="00FB5DEB" w:rsidP="00C14D80">
      <w:pPr>
        <w:autoSpaceDE w:val="0"/>
        <w:autoSpaceDN w:val="0"/>
        <w:adjustRightInd w:val="0"/>
        <w:rPr>
          <w:rFonts w:ascii="Souvenir-Medium" w:hAnsi="Souvenir-Medium" w:cs="Souvenir-Medium"/>
        </w:rPr>
      </w:pPr>
    </w:p>
    <w:p w:rsidR="00FB5DEB" w:rsidRPr="00700649" w:rsidRDefault="00FB5DEB" w:rsidP="00C14D80">
      <w:pPr>
        <w:autoSpaceDE w:val="0"/>
        <w:autoSpaceDN w:val="0"/>
        <w:adjustRightInd w:val="0"/>
        <w:rPr>
          <w:rFonts w:ascii="Souvenir-Demi" w:hAnsi="Souvenir-Demi" w:cs="Souvenir-Demi"/>
          <w:b/>
          <w:bCs/>
        </w:rPr>
      </w:pPr>
      <w:r>
        <w:rPr>
          <w:b/>
        </w:rPr>
        <w:sym w:font="Wingdings" w:char="F06F"/>
      </w:r>
      <w:r>
        <w:rPr>
          <w:b/>
        </w:rPr>
        <w:t xml:space="preserve">  </w:t>
      </w:r>
      <w:r>
        <w:rPr>
          <w:rFonts w:ascii="Arial" w:hAnsi="Arial" w:cs="Arial"/>
        </w:rPr>
        <w:t xml:space="preserve">  </w:t>
      </w:r>
      <w:r w:rsidRPr="00700649">
        <w:rPr>
          <w:rFonts w:ascii="Souvenir-Demi" w:hAnsi="Souvenir-Demi" w:cs="Souvenir-Demi"/>
          <w:b/>
          <w:bCs/>
        </w:rPr>
        <w:t xml:space="preserve">Prenoto la pensione completa presso </w:t>
      </w:r>
      <w:r>
        <w:rPr>
          <w:rFonts w:ascii="Souvenir-Demi" w:hAnsi="Souvenir-Demi" w:cs="Souvenir-Demi"/>
          <w:b/>
          <w:bCs/>
        </w:rPr>
        <w:t>l’Istituto Suore San Giovanni Battista.</w:t>
      </w:r>
    </w:p>
    <w:p w:rsidR="00FB5DEB" w:rsidRPr="00700649" w:rsidRDefault="00FB5DEB" w:rsidP="00C14D80">
      <w:pPr>
        <w:autoSpaceDE w:val="0"/>
        <w:autoSpaceDN w:val="0"/>
        <w:adjustRightInd w:val="0"/>
        <w:rPr>
          <w:rFonts w:ascii="Souvenir-Medium" w:hAnsi="Souvenir-Medium" w:cs="Souvenir-Medium"/>
        </w:rPr>
      </w:pPr>
      <w:r w:rsidRPr="00700649">
        <w:rPr>
          <w:rFonts w:ascii="Souvenir-Medium" w:hAnsi="Souvenir-Medium" w:cs="Souvenir-Medium"/>
        </w:rPr>
        <w:t>Con me prenotano pensione completa le seguenti</w:t>
      </w:r>
      <w:r>
        <w:rPr>
          <w:rFonts w:ascii="Souvenir-Medium" w:hAnsi="Souvenir-Medium" w:cs="Souvenir-Medium"/>
        </w:rPr>
        <w:t xml:space="preserve"> </w:t>
      </w:r>
      <w:r w:rsidRPr="00700649">
        <w:rPr>
          <w:rFonts w:ascii="Souvenir-Medium" w:hAnsi="Souvenir-Medium" w:cs="Souvenir-Medium"/>
        </w:rPr>
        <w:t>persone</w:t>
      </w:r>
      <w:r>
        <w:rPr>
          <w:rFonts w:ascii="Souvenir-Medium" w:hAnsi="Souvenir-Medium" w:cs="Souvenir-Medium"/>
        </w:rPr>
        <w:t xml:space="preserve"> accompagnanti</w:t>
      </w:r>
      <w:r w:rsidRPr="00700649">
        <w:rPr>
          <w:rFonts w:ascii="Souvenir-Medium" w:hAnsi="Souvenir-Medium" w:cs="Souvenir-Medium"/>
        </w:rPr>
        <w:t>:</w:t>
      </w:r>
    </w:p>
    <w:p w:rsidR="00FB5DEB" w:rsidRPr="00700649" w:rsidRDefault="00FB5DEB" w:rsidP="00C14D80">
      <w:pPr>
        <w:autoSpaceDE w:val="0"/>
        <w:autoSpaceDN w:val="0"/>
        <w:adjustRightInd w:val="0"/>
        <w:rPr>
          <w:rFonts w:ascii="Souvenir-Medium" w:hAnsi="Souvenir-Medium" w:cs="Souvenir-Medium"/>
        </w:rPr>
      </w:pPr>
    </w:p>
    <w:p w:rsidR="00FB5DEB" w:rsidRPr="00700649" w:rsidRDefault="00FB5DEB" w:rsidP="00C14D80">
      <w:pPr>
        <w:autoSpaceDE w:val="0"/>
        <w:autoSpaceDN w:val="0"/>
        <w:adjustRightInd w:val="0"/>
        <w:rPr>
          <w:rFonts w:ascii="Souvenir-Medium" w:hAnsi="Souvenir-Medium" w:cs="Souvenir-Medium"/>
        </w:rPr>
      </w:pPr>
      <w:r w:rsidRPr="00700649">
        <w:rPr>
          <w:rFonts w:ascii="Souvenir-Medium" w:hAnsi="Souvenir-Medium" w:cs="Souvenir-Medium"/>
        </w:rPr>
        <w:t>Cognome e nome</w:t>
      </w:r>
      <w:r w:rsidRPr="00700649">
        <w:rPr>
          <w:rFonts w:ascii="Souvenir-Medium" w:hAnsi="Souvenir-Medium" w:cs="Souvenir-Medium"/>
        </w:rPr>
        <w:tab/>
      </w:r>
      <w:r w:rsidRPr="00700649">
        <w:rPr>
          <w:rFonts w:ascii="Souvenir-Medium" w:hAnsi="Souvenir-Medium" w:cs="Souvenir-Medium"/>
        </w:rPr>
        <w:tab/>
      </w:r>
      <w:r w:rsidRPr="00700649">
        <w:rPr>
          <w:rFonts w:ascii="Souvenir-Medium" w:hAnsi="Souvenir-Medium" w:cs="Souvenir-Medium"/>
        </w:rPr>
        <w:tab/>
      </w:r>
      <w:r w:rsidRPr="00700649">
        <w:rPr>
          <w:rFonts w:ascii="Souvenir-Medium" w:hAnsi="Souvenir-Medium" w:cs="Souvenir-Medium"/>
        </w:rPr>
        <w:tab/>
      </w:r>
      <w:r w:rsidRPr="00700649">
        <w:rPr>
          <w:rFonts w:ascii="Souvenir-Medium" w:hAnsi="Souvenir-Medium" w:cs="Souvenir-Medium"/>
        </w:rPr>
        <w:tab/>
      </w:r>
      <w:r>
        <w:rPr>
          <w:rFonts w:ascii="Souvenir-Medium" w:hAnsi="Souvenir-Medium" w:cs="Souvenir-Medium"/>
        </w:rPr>
        <w:tab/>
      </w:r>
      <w:r>
        <w:rPr>
          <w:rFonts w:ascii="Souvenir-Medium" w:hAnsi="Souvenir-Medium" w:cs="Souvenir-Medium"/>
        </w:rPr>
        <w:tab/>
      </w:r>
      <w:r>
        <w:rPr>
          <w:rFonts w:ascii="Souvenir-Medium" w:hAnsi="Souvenir-Medium" w:cs="Souvenir-Medium"/>
        </w:rPr>
        <w:tab/>
      </w:r>
      <w:r>
        <w:rPr>
          <w:rFonts w:ascii="Souvenir-Medium" w:hAnsi="Souvenir-Medium" w:cs="Souvenir-Medium"/>
        </w:rPr>
        <w:tab/>
      </w:r>
      <w:r w:rsidRPr="00700649">
        <w:rPr>
          <w:rFonts w:ascii="Souvenir-Medium" w:hAnsi="Souvenir-Medium" w:cs="Souvenir-Medium"/>
        </w:rPr>
        <w:t>Anno di nascita</w:t>
      </w:r>
    </w:p>
    <w:p w:rsidR="00FB5DEB" w:rsidRPr="00700649" w:rsidRDefault="00FB5DEB" w:rsidP="00C14D80">
      <w:pPr>
        <w:autoSpaceDE w:val="0"/>
        <w:autoSpaceDN w:val="0"/>
        <w:adjustRightInd w:val="0"/>
        <w:rPr>
          <w:rFonts w:ascii="Souvenir-Medium" w:hAnsi="Souvenir-Medium" w:cs="Souvenir-Medium"/>
        </w:rPr>
      </w:pPr>
      <w:r w:rsidRPr="00700649">
        <w:rPr>
          <w:rFonts w:ascii="Souvenir-Medium" w:hAnsi="Souvenir-Medium" w:cs="Souvenir-Medium"/>
        </w:rPr>
        <w:t>....................................................</w:t>
      </w:r>
      <w:r>
        <w:rPr>
          <w:rFonts w:ascii="Souvenir-Medium" w:hAnsi="Souvenir-Medium" w:cs="Souvenir-Medium"/>
        </w:rPr>
        <w:t>..............................................</w:t>
      </w:r>
      <w:r w:rsidRPr="00700649">
        <w:rPr>
          <w:rFonts w:ascii="Souvenir-Medium" w:hAnsi="Souvenir-Medium" w:cs="Souvenir-Medium"/>
        </w:rPr>
        <w:t>............................ ............................</w:t>
      </w:r>
    </w:p>
    <w:p w:rsidR="00FB5DEB" w:rsidRPr="00700649" w:rsidRDefault="00FB5DEB" w:rsidP="00C14D80">
      <w:pPr>
        <w:autoSpaceDE w:val="0"/>
        <w:autoSpaceDN w:val="0"/>
        <w:adjustRightInd w:val="0"/>
        <w:rPr>
          <w:rFonts w:ascii="Souvenir-Medium" w:hAnsi="Souvenir-Medium" w:cs="Souvenir-Medium"/>
        </w:rPr>
      </w:pPr>
      <w:r w:rsidRPr="00700649">
        <w:rPr>
          <w:rFonts w:ascii="Souvenir-Medium" w:hAnsi="Souvenir-Medium" w:cs="Souvenir-Medium"/>
        </w:rPr>
        <w:t>..........................................................................</w:t>
      </w:r>
      <w:r>
        <w:rPr>
          <w:rFonts w:ascii="Souvenir-Medium" w:hAnsi="Souvenir-Medium" w:cs="Souvenir-Medium"/>
        </w:rPr>
        <w:t>................................................</w:t>
      </w:r>
      <w:r w:rsidRPr="00700649">
        <w:rPr>
          <w:rFonts w:ascii="Souvenir-Medium" w:hAnsi="Souvenir-Medium" w:cs="Souvenir-Medium"/>
        </w:rPr>
        <w:t>.... ............................</w:t>
      </w:r>
    </w:p>
    <w:p w:rsidR="00FB5DEB" w:rsidRPr="00700649" w:rsidRDefault="00FB5DEB" w:rsidP="00C14D80">
      <w:pPr>
        <w:autoSpaceDE w:val="0"/>
        <w:autoSpaceDN w:val="0"/>
        <w:adjustRightInd w:val="0"/>
        <w:rPr>
          <w:rFonts w:ascii="Souvenir-Medium" w:hAnsi="Souvenir-Medium" w:cs="Souvenir-Medium"/>
        </w:rPr>
      </w:pPr>
      <w:r w:rsidRPr="00700649">
        <w:rPr>
          <w:rFonts w:ascii="Souvenir-Medium" w:hAnsi="Souvenir-Medium" w:cs="Souvenir-Medium"/>
        </w:rPr>
        <w:t>.........................................................................</w:t>
      </w:r>
      <w:r>
        <w:rPr>
          <w:rFonts w:ascii="Souvenir-Medium" w:hAnsi="Souvenir-Medium" w:cs="Souvenir-Medium"/>
        </w:rPr>
        <w:t>............................................</w:t>
      </w:r>
      <w:r w:rsidRPr="00700649">
        <w:rPr>
          <w:rFonts w:ascii="Souvenir-Medium" w:hAnsi="Souvenir-Medium" w:cs="Souvenir-Medium"/>
        </w:rPr>
        <w:t>......... ............................</w:t>
      </w:r>
    </w:p>
    <w:p w:rsidR="00FB5DEB" w:rsidRDefault="00FB5DEB" w:rsidP="00C14D80">
      <w:pPr>
        <w:autoSpaceDE w:val="0"/>
        <w:autoSpaceDN w:val="0"/>
        <w:adjustRightInd w:val="0"/>
        <w:rPr>
          <w:rFonts w:ascii="Arial" w:hAnsi="Arial" w:cs="Arial"/>
        </w:rPr>
      </w:pPr>
    </w:p>
    <w:p w:rsidR="00FB5DEB" w:rsidRPr="00700649" w:rsidRDefault="00FB5DEB" w:rsidP="00C14D80">
      <w:pPr>
        <w:autoSpaceDE w:val="0"/>
        <w:autoSpaceDN w:val="0"/>
        <w:adjustRightInd w:val="0"/>
        <w:rPr>
          <w:rFonts w:ascii="Webdings" w:hAnsi="Webdings" w:cs="Webdings"/>
        </w:rPr>
      </w:pPr>
      <w:r>
        <w:rPr>
          <w:b/>
        </w:rPr>
        <w:sym w:font="Wingdings" w:char="F06F"/>
      </w:r>
      <w:r>
        <w:rPr>
          <w:b/>
        </w:rPr>
        <w:t xml:space="preserve">  </w:t>
      </w:r>
      <w:r>
        <w:rPr>
          <w:rFonts w:ascii="Arial" w:hAnsi="Arial" w:cs="Arial"/>
        </w:rPr>
        <w:t xml:space="preserve">  </w:t>
      </w:r>
      <w:r w:rsidRPr="00700649">
        <w:rPr>
          <w:rFonts w:ascii="Souvenir-Demi" w:hAnsi="Souvenir-Demi" w:cs="Souvenir-Demi"/>
          <w:b/>
          <w:bCs/>
        </w:rPr>
        <w:t xml:space="preserve">Provvedo personalmente alla sistemazione alberghiera altrove </w:t>
      </w:r>
    </w:p>
    <w:p w:rsidR="00FB5DEB" w:rsidRDefault="00FB5DEB" w:rsidP="00C14D80">
      <w:pPr>
        <w:autoSpaceDE w:val="0"/>
        <w:autoSpaceDN w:val="0"/>
        <w:adjustRightInd w:val="0"/>
        <w:ind w:left="180"/>
        <w:rPr>
          <w:rFonts w:ascii="Webdings" w:hAnsi="Webdings" w:cs="Webdings"/>
        </w:rPr>
      </w:pPr>
    </w:p>
    <w:p w:rsidR="00FB5DEB" w:rsidRPr="00700649" w:rsidRDefault="00FB5DEB" w:rsidP="00C14D80">
      <w:pPr>
        <w:autoSpaceDE w:val="0"/>
        <w:autoSpaceDN w:val="0"/>
        <w:adjustRightInd w:val="0"/>
        <w:rPr>
          <w:rFonts w:ascii="Souvenir-Medium" w:hAnsi="Souvenir-Medium" w:cs="Souvenir-Medium"/>
        </w:rPr>
      </w:pPr>
      <w:r>
        <w:rPr>
          <w:rFonts w:ascii="Souvenir-Demi" w:hAnsi="Souvenir-Demi" w:cs="Souvenir-Demi"/>
          <w:b/>
          <w:bCs/>
        </w:rPr>
        <w:t xml:space="preserve">     </w:t>
      </w:r>
      <w:r w:rsidRPr="00700649">
        <w:rPr>
          <w:rFonts w:ascii="Souvenir-Demi" w:hAnsi="Souvenir-Demi" w:cs="Souvenir-Demi"/>
          <w:b/>
          <w:bCs/>
        </w:rPr>
        <w:t xml:space="preserve">Verso la quota d’iscrizione ai Corsi di </w:t>
      </w:r>
      <w:r w:rsidRPr="00700649">
        <w:rPr>
          <w:rFonts w:ascii="EuroSans-Bold" w:hAnsi="EuroSans-Bold" w:cs="EuroSans-Bold"/>
          <w:b/>
          <w:bCs/>
        </w:rPr>
        <w:t xml:space="preserve">€ </w:t>
      </w:r>
      <w:r w:rsidRPr="00700649">
        <w:rPr>
          <w:rFonts w:ascii="Souvenir-Medium" w:hAnsi="Souvenir-Medium" w:cs="Souvenir-Medium"/>
        </w:rPr>
        <w:t xml:space="preserve">. . . . . . . . . . </w:t>
      </w:r>
      <w:r>
        <w:rPr>
          <w:rFonts w:ascii="Souvenir-Medium" w:hAnsi="Souvenir-Medium" w:cs="Souvenir-Medium"/>
        </w:rPr>
        <w:t>. . . . . . .+ 15 di Assicurazione.</w:t>
      </w:r>
    </w:p>
    <w:p w:rsidR="00FB5DEB" w:rsidRPr="0058213F" w:rsidRDefault="00FB5DEB" w:rsidP="005F0679">
      <w:pPr>
        <w:autoSpaceDE w:val="0"/>
        <w:autoSpaceDN w:val="0"/>
        <w:adjustRightInd w:val="0"/>
        <w:outlineLvl w:val="0"/>
        <w:rPr>
          <w:rFonts w:ascii="SouvenirStd-Medium" w:hAnsi="SouvenirStd-Medium" w:cs="SouvenirStd-Medium"/>
          <w:sz w:val="20"/>
          <w:szCs w:val="20"/>
        </w:rPr>
      </w:pPr>
      <w:r>
        <w:rPr>
          <w:b/>
        </w:rPr>
        <w:sym w:font="Wingdings" w:char="F06F"/>
      </w:r>
      <w:r>
        <w:rPr>
          <w:b/>
        </w:rPr>
        <w:t xml:space="preserve">  </w:t>
      </w:r>
      <w:r w:rsidRPr="00700649">
        <w:rPr>
          <w:rFonts w:ascii="Souvenir-Medium" w:hAnsi="Souvenir-Medium" w:cs="Souvenir-Medium"/>
        </w:rPr>
        <w:t xml:space="preserve">sul conto corrente </w:t>
      </w:r>
      <w:r>
        <w:rPr>
          <w:rFonts w:ascii="Souvenir-Medium" w:hAnsi="Souvenir-Medium" w:cs="Souvenir-Medium"/>
        </w:rPr>
        <w:t xml:space="preserve">della Banca Prossima SpA, </w:t>
      </w:r>
      <w:r w:rsidRPr="00BF7004">
        <w:rPr>
          <w:rFonts w:ascii="Calibri" w:hAnsi="Calibri"/>
        </w:rPr>
        <w:t>IBAN  IT68 H033 5901 6001 0000 0005 169</w:t>
      </w:r>
    </w:p>
    <w:p w:rsidR="00FB5DEB" w:rsidRDefault="00FB5DEB" w:rsidP="00C14D80">
      <w:pPr>
        <w:autoSpaceDE w:val="0"/>
        <w:autoSpaceDN w:val="0"/>
        <w:adjustRightInd w:val="0"/>
      </w:pPr>
      <w:r>
        <w:rPr>
          <w:b/>
        </w:rPr>
        <w:sym w:font="Wingdings" w:char="F06F"/>
      </w:r>
      <w:r>
        <w:rPr>
          <w:b/>
        </w:rPr>
        <w:t xml:space="preserve">  </w:t>
      </w:r>
      <w:r w:rsidRPr="00714DAC">
        <w:t>mediante assegno circolare allegato a questa</w:t>
      </w:r>
      <w:r>
        <w:t xml:space="preserve"> Scheda d’adesione, intestato a:</w:t>
      </w:r>
    </w:p>
    <w:p w:rsidR="00FB5DEB" w:rsidRDefault="00FB5DEB" w:rsidP="00C14D80">
      <w:pPr>
        <w:autoSpaceDE w:val="0"/>
        <w:autoSpaceDN w:val="0"/>
        <w:adjustRightInd w:val="0"/>
        <w:rPr>
          <w:rFonts w:ascii="Souvenir-Medium" w:hAnsi="Souvenir-Medium" w:cs="Souvenir-Medium"/>
          <w:b/>
        </w:rPr>
      </w:pPr>
      <w:r>
        <w:t xml:space="preserve">     </w:t>
      </w:r>
      <w:r>
        <w:rPr>
          <w:rFonts w:ascii="Souvenir-Medium" w:hAnsi="Souvenir-Medium" w:cs="Souvenir-Medium"/>
          <w:b/>
        </w:rPr>
        <w:t>Associazione Accademia dei Laghi</w:t>
      </w:r>
    </w:p>
    <w:p w:rsidR="00FB5DEB" w:rsidRPr="00700649" w:rsidRDefault="00FB5DEB" w:rsidP="00C14D80">
      <w:pPr>
        <w:autoSpaceDE w:val="0"/>
        <w:autoSpaceDN w:val="0"/>
        <w:adjustRightInd w:val="0"/>
        <w:rPr>
          <w:rFonts w:ascii="Souvenir-Medium" w:hAnsi="Souvenir-Medium" w:cs="Souvenir-Medium"/>
        </w:rPr>
      </w:pPr>
    </w:p>
    <w:p w:rsidR="00FB5DEB" w:rsidRPr="00700649" w:rsidRDefault="00FB5DEB" w:rsidP="005F0679">
      <w:pPr>
        <w:autoSpaceDE w:val="0"/>
        <w:autoSpaceDN w:val="0"/>
        <w:adjustRightInd w:val="0"/>
        <w:outlineLvl w:val="0"/>
        <w:rPr>
          <w:rFonts w:ascii="Souvenir-Demi" w:hAnsi="Souvenir-Demi" w:cs="Souvenir-Demi"/>
        </w:rPr>
      </w:pPr>
      <w:r w:rsidRPr="00700649">
        <w:rPr>
          <w:rFonts w:ascii="Souvenir-Medium" w:hAnsi="Souvenir-Medium" w:cs="Souvenir-Medium"/>
        </w:rPr>
        <w:t>Data.............................................   Firma.........................................................................................</w:t>
      </w:r>
    </w:p>
    <w:p w:rsidR="00FB5DEB" w:rsidRPr="00700649" w:rsidRDefault="00FB5DEB" w:rsidP="00C14D80">
      <w:pPr>
        <w:autoSpaceDE w:val="0"/>
        <w:autoSpaceDN w:val="0"/>
        <w:adjustRightInd w:val="0"/>
        <w:rPr>
          <w:rFonts w:ascii="EuropeanPi-One" w:hAnsi="EuropeanPi-One" w:cs="EuropeanPi-One"/>
        </w:rPr>
      </w:pPr>
    </w:p>
    <w:p w:rsidR="00FB5DEB" w:rsidRDefault="00FB5DEB" w:rsidP="005F0679">
      <w:pPr>
        <w:autoSpaceDE w:val="0"/>
        <w:autoSpaceDN w:val="0"/>
        <w:adjustRightInd w:val="0"/>
        <w:outlineLvl w:val="0"/>
        <w:rPr>
          <w:rFonts w:ascii="Souvenir-Medium" w:hAnsi="Souvenir-Medium" w:cs="Souvenir-Medium"/>
        </w:rPr>
      </w:pPr>
    </w:p>
    <w:p w:rsidR="00FB5DEB" w:rsidRPr="00700649" w:rsidRDefault="00FB5DEB" w:rsidP="005F0679">
      <w:pPr>
        <w:autoSpaceDE w:val="0"/>
        <w:autoSpaceDN w:val="0"/>
        <w:adjustRightInd w:val="0"/>
        <w:outlineLvl w:val="0"/>
        <w:rPr>
          <w:rFonts w:ascii="Souvenir-Medium" w:hAnsi="Souvenir-Medium" w:cs="Souvenir-Medium"/>
        </w:rPr>
      </w:pPr>
      <w:r w:rsidRPr="00700649">
        <w:rPr>
          <w:rFonts w:ascii="Souvenir-Medium" w:hAnsi="Souvenir-Medium" w:cs="Souvenir-Medium"/>
        </w:rPr>
        <w:t xml:space="preserve">COGNOME </w:t>
      </w:r>
      <w:r>
        <w:rPr>
          <w:rFonts w:ascii="Souvenir-Medium" w:hAnsi="Souvenir-Medium" w:cs="Souvenir-Medium"/>
        </w:rPr>
        <w:t xml:space="preserve">E NOME </w:t>
      </w:r>
      <w:r w:rsidRPr="00700649">
        <w:rPr>
          <w:rFonts w:ascii="Souvenir-Medium" w:hAnsi="Souvenir-Medium" w:cs="Souvenir-Medium"/>
        </w:rPr>
        <w:t>................................................................</w:t>
      </w:r>
      <w:r>
        <w:rPr>
          <w:rFonts w:ascii="Souvenir-Medium" w:hAnsi="Souvenir-Medium" w:cs="Souvenir-Medium"/>
        </w:rPr>
        <w:t>....</w:t>
      </w:r>
      <w:r w:rsidRPr="00700649">
        <w:rPr>
          <w:rFonts w:ascii="Souvenir-Medium" w:hAnsi="Souvenir-Medium" w:cs="Souvenir-Medium"/>
        </w:rPr>
        <w:t>...</w:t>
      </w:r>
      <w:r w:rsidRPr="0017152D">
        <w:rPr>
          <w:rFonts w:ascii="Souvenir-Medium" w:hAnsi="Souvenir-Medium" w:cs="Souvenir-Medium"/>
        </w:rPr>
        <w:t xml:space="preserve"> </w:t>
      </w:r>
      <w:r w:rsidRPr="00700649">
        <w:rPr>
          <w:rFonts w:ascii="Souvenir-Medium" w:hAnsi="Souvenir-Medium" w:cs="Souvenir-Medium"/>
        </w:rPr>
        <w:t xml:space="preserve">ANNO DI </w:t>
      </w:r>
      <w:r>
        <w:rPr>
          <w:rFonts w:ascii="Souvenir-Medium" w:hAnsi="Souvenir-Medium" w:cs="Souvenir-Medium"/>
        </w:rPr>
        <w:t xml:space="preserve"> N</w:t>
      </w:r>
      <w:r w:rsidRPr="00700649">
        <w:rPr>
          <w:rFonts w:ascii="Souvenir-Medium" w:hAnsi="Souvenir-Medium" w:cs="Souvenir-Medium"/>
        </w:rPr>
        <w:t>ASCITA.............</w:t>
      </w:r>
    </w:p>
    <w:p w:rsidR="00FB5DEB" w:rsidRPr="00700649" w:rsidRDefault="00FB5DEB" w:rsidP="00C14D80">
      <w:pPr>
        <w:autoSpaceDE w:val="0"/>
        <w:autoSpaceDN w:val="0"/>
        <w:adjustRightInd w:val="0"/>
        <w:rPr>
          <w:rFonts w:ascii="Souvenir-Medium" w:hAnsi="Souvenir-Medium" w:cs="Souvenir-Medium"/>
        </w:rPr>
      </w:pPr>
    </w:p>
    <w:p w:rsidR="00FB5DEB" w:rsidRPr="00700649" w:rsidRDefault="00FB5DEB" w:rsidP="005F0679">
      <w:pPr>
        <w:autoSpaceDE w:val="0"/>
        <w:autoSpaceDN w:val="0"/>
        <w:adjustRightInd w:val="0"/>
        <w:outlineLvl w:val="0"/>
        <w:rPr>
          <w:rFonts w:ascii="Souvenir-Medium" w:hAnsi="Souvenir-Medium" w:cs="Souvenir-Medium"/>
        </w:rPr>
      </w:pPr>
      <w:r w:rsidRPr="00700649">
        <w:rPr>
          <w:rFonts w:ascii="Souvenir-Medium" w:hAnsi="Souvenir-Medium" w:cs="Souvenir-Medium"/>
        </w:rPr>
        <w:t>VIA ...................................................</w:t>
      </w:r>
      <w:r>
        <w:rPr>
          <w:rFonts w:ascii="Souvenir-Medium" w:hAnsi="Souvenir-Medium" w:cs="Souvenir-Medium"/>
        </w:rPr>
        <w:t xml:space="preserve"> </w:t>
      </w:r>
      <w:r w:rsidRPr="00700649">
        <w:rPr>
          <w:rFonts w:ascii="Souvenir-Medium" w:hAnsi="Souvenir-Medium" w:cs="Souvenir-Medium"/>
        </w:rPr>
        <w:t>CAP .................. CITTA’ ......................................PROV. ......</w:t>
      </w:r>
    </w:p>
    <w:p w:rsidR="00FB5DEB" w:rsidRPr="00700649" w:rsidRDefault="00FB5DEB" w:rsidP="00C14D80">
      <w:pPr>
        <w:autoSpaceDE w:val="0"/>
        <w:autoSpaceDN w:val="0"/>
        <w:adjustRightInd w:val="0"/>
        <w:rPr>
          <w:rFonts w:ascii="Souvenir-Medium" w:hAnsi="Souvenir-Medium" w:cs="Souvenir-Medium"/>
        </w:rPr>
      </w:pPr>
    </w:p>
    <w:p w:rsidR="00FB5DEB" w:rsidRPr="00700649" w:rsidRDefault="00FB5DEB" w:rsidP="005F0679">
      <w:pPr>
        <w:autoSpaceDE w:val="0"/>
        <w:autoSpaceDN w:val="0"/>
        <w:adjustRightInd w:val="0"/>
        <w:outlineLvl w:val="0"/>
        <w:rPr>
          <w:rFonts w:ascii="Souvenir-Medium" w:hAnsi="Souvenir-Medium" w:cs="Souvenir-Medium"/>
        </w:rPr>
      </w:pPr>
      <w:r w:rsidRPr="00700649">
        <w:rPr>
          <w:rFonts w:ascii="Souvenir-Medium" w:hAnsi="Souvenir-Medium" w:cs="Souvenir-Medium"/>
        </w:rPr>
        <w:t xml:space="preserve">TEL </w:t>
      </w:r>
      <w:r>
        <w:rPr>
          <w:rFonts w:ascii="Souvenir-Medium" w:hAnsi="Souvenir-Medium" w:cs="Souvenir-Medium"/>
        </w:rPr>
        <w:t>1</w:t>
      </w:r>
      <w:r w:rsidRPr="00700649">
        <w:rPr>
          <w:rFonts w:ascii="Souvenir-Medium" w:hAnsi="Souvenir-Medium" w:cs="Souvenir-Medium"/>
        </w:rPr>
        <w:t>......................................</w:t>
      </w:r>
      <w:r>
        <w:rPr>
          <w:rFonts w:ascii="Souvenir-Medium" w:hAnsi="Souvenir-Medium" w:cs="Souvenir-Medium"/>
        </w:rPr>
        <w:t xml:space="preserve">TEL 2 </w:t>
      </w:r>
      <w:r w:rsidRPr="00700649">
        <w:rPr>
          <w:rFonts w:ascii="Souvenir-Medium" w:hAnsi="Souvenir-Medium" w:cs="Souvenir-Medium"/>
        </w:rPr>
        <w:t>............................................. E-MAIL ......................................</w:t>
      </w:r>
    </w:p>
    <w:p w:rsidR="00FB5DEB" w:rsidRPr="00700649" w:rsidRDefault="00FB5DEB" w:rsidP="00C14D80">
      <w:pPr>
        <w:autoSpaceDE w:val="0"/>
        <w:autoSpaceDN w:val="0"/>
        <w:adjustRightInd w:val="0"/>
        <w:rPr>
          <w:rFonts w:ascii="Souvenir-Medium" w:hAnsi="Souvenir-Medium" w:cs="Souvenir-Medium"/>
        </w:rPr>
      </w:pPr>
    </w:p>
    <w:p w:rsidR="00FB5DEB" w:rsidRPr="00700649" w:rsidRDefault="00FB5DEB" w:rsidP="005F0679">
      <w:pPr>
        <w:autoSpaceDE w:val="0"/>
        <w:autoSpaceDN w:val="0"/>
        <w:adjustRightInd w:val="0"/>
        <w:outlineLvl w:val="0"/>
        <w:rPr>
          <w:rFonts w:ascii="Souvenir-Medium" w:hAnsi="Souvenir-Medium" w:cs="Souvenir-Medium"/>
        </w:rPr>
      </w:pPr>
      <w:r w:rsidRPr="00700649">
        <w:rPr>
          <w:rFonts w:ascii="Souvenir-Medium" w:hAnsi="Souvenir-Medium" w:cs="Souvenir-Medium"/>
        </w:rPr>
        <w:t>PROFESSIONE</w:t>
      </w:r>
    </w:p>
    <w:p w:rsidR="00FB5DEB" w:rsidRPr="00700649" w:rsidRDefault="00FB5DEB" w:rsidP="00C14D80">
      <w:pPr>
        <w:autoSpaceDE w:val="0"/>
        <w:autoSpaceDN w:val="0"/>
        <w:adjustRightInd w:val="0"/>
        <w:rPr>
          <w:rFonts w:ascii="Souvenir-Medium" w:hAnsi="Souvenir-Medium" w:cs="Souvenir-Medium"/>
        </w:rPr>
      </w:pPr>
      <w:r w:rsidRPr="00700649">
        <w:rPr>
          <w:rFonts w:ascii="Souvenir-Medium" w:hAnsi="Souvenir-Medium" w:cs="Souvenir-Medium"/>
        </w:rPr>
        <w:t>(Se insegnante si prega di indicare l’ordine scolastico e la disciplina insegnata):</w:t>
      </w:r>
    </w:p>
    <w:p w:rsidR="00FB5DEB" w:rsidRDefault="00FB5DEB" w:rsidP="00C14D80">
      <w:pPr>
        <w:autoSpaceDE w:val="0"/>
        <w:autoSpaceDN w:val="0"/>
        <w:adjustRightInd w:val="0"/>
        <w:rPr>
          <w:rFonts w:ascii="Souvenir-Medium" w:hAnsi="Souvenir-Medium" w:cs="Souvenir-Medium"/>
        </w:rPr>
      </w:pPr>
    </w:p>
    <w:p w:rsidR="00FB5DEB" w:rsidRDefault="00FB5DEB" w:rsidP="00C14D80">
      <w:pPr>
        <w:autoSpaceDE w:val="0"/>
        <w:autoSpaceDN w:val="0"/>
        <w:adjustRightInd w:val="0"/>
        <w:rPr>
          <w:rFonts w:ascii="Souvenir-Medium" w:hAnsi="Souvenir-Medium" w:cs="Souvenir-Medium"/>
        </w:rPr>
      </w:pPr>
      <w:r w:rsidRPr="00700649">
        <w:rPr>
          <w:rFonts w:ascii="Souvenir-Medium" w:hAnsi="Souvenir-Medium" w:cs="Souvenir-Medium"/>
        </w:rPr>
        <w:t xml:space="preserve">. . . . . . . . . . . . . . . . . . . . . . . . . . . . . . . . . . . . . . . . . . . . . . . . . . . . . . . . . . . . . . . . . . . . . . . . . . . . . . . . </w:t>
      </w:r>
    </w:p>
    <w:p w:rsidR="00FB5DEB" w:rsidRDefault="00FB5DEB" w:rsidP="00C14D80">
      <w:pPr>
        <w:autoSpaceDE w:val="0"/>
        <w:autoSpaceDN w:val="0"/>
        <w:adjustRightInd w:val="0"/>
        <w:rPr>
          <w:rFonts w:ascii="Souvenir-Medium" w:hAnsi="Souvenir-Medium" w:cs="Souvenir-Medium"/>
        </w:rPr>
      </w:pPr>
    </w:p>
    <w:p w:rsidR="00FB5DEB" w:rsidRPr="00314135" w:rsidRDefault="00FB5DEB" w:rsidP="008A0D6A">
      <w:pPr>
        <w:autoSpaceDE w:val="0"/>
        <w:autoSpaceDN w:val="0"/>
        <w:adjustRightInd w:val="0"/>
      </w:pPr>
      <w:r>
        <w:rPr>
          <w:rFonts w:ascii="Souvenir-Medium" w:hAnsi="Souvenir-Medium" w:cs="Souvenir-Medium"/>
        </w:rPr>
        <w:sym w:font="Wingdings" w:char="F022"/>
      </w:r>
      <w:r>
        <w:rPr>
          <w:rFonts w:ascii="Souvenir-Medium" w:hAnsi="Souvenir-Medium" w:cs="Souvenir-Medium"/>
        </w:rPr>
        <w:t xml:space="preserve"> ……………………………………………………………………………………………………..</w:t>
      </w:r>
      <w:r>
        <w:t xml:space="preserve"> </w:t>
      </w:r>
    </w:p>
    <w:sectPr w:rsidR="00FB5DEB" w:rsidRPr="00314135" w:rsidSect="008A0D6A">
      <w:headerReference w:type="even" r:id="rId7"/>
      <w:headerReference w:type="default" r:id="rId8"/>
      <w:type w:val="continuous"/>
      <w:pgSz w:w="11906" w:h="16838"/>
      <w:pgMar w:top="1417" w:right="1134" w:bottom="1134" w:left="1134" w:header="708" w:footer="708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B5DEB" w:rsidRDefault="00FB5DEB">
      <w:r>
        <w:separator/>
      </w:r>
    </w:p>
  </w:endnote>
  <w:endnote w:type="continuationSeparator" w:id="1">
    <w:p w:rsidR="00FB5DEB" w:rsidRDefault="00FB5DE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Neue-Condense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Matura MT Script Capitals">
    <w:altName w:val="MarigoldPS"/>
    <w:panose1 w:val="00000000000000000000"/>
    <w:charset w:val="00"/>
    <w:family w:val="script"/>
    <w:notTrueType/>
    <w:pitch w:val="variable"/>
    <w:sig w:usb0="00000003" w:usb1="00000000" w:usb2="00000000" w:usb3="00000000" w:csb0="00000001" w:csb1="00000000"/>
  </w:font>
  <w:font w:name="Souvenir-Medium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ouvenir-Demi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EuroSans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ouvenirStd-Medium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EuropeanPi-One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B5DEB" w:rsidRDefault="00FB5DEB">
      <w:r>
        <w:separator/>
      </w:r>
    </w:p>
  </w:footnote>
  <w:footnote w:type="continuationSeparator" w:id="1">
    <w:p w:rsidR="00FB5DEB" w:rsidRDefault="00FB5DE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5DEB" w:rsidRDefault="00FB5DEB" w:rsidP="00C14D80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FB5DEB" w:rsidRDefault="00FB5DEB" w:rsidP="00C14D80">
    <w:pPr>
      <w:pStyle w:val="Header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5DEB" w:rsidRDefault="00FB5DEB" w:rsidP="00C14D80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FB5DEB" w:rsidRDefault="00FB5DEB" w:rsidP="00C14D80">
    <w:pPr>
      <w:pStyle w:val="Header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  <w:sz w:val="18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  <w:sz w:val="18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  <w:sz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  <w:sz w:val="18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/>
        <w:sz w:val="18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  <w:sz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  <w:sz w:val="18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/>
        <w:sz w:val="18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  <w:sz w:val="18"/>
      </w:rPr>
    </w:lvl>
  </w:abstractNum>
  <w:abstractNum w:abstractNumId="1">
    <w:nsid w:val="110F250C"/>
    <w:multiLevelType w:val="hybridMultilevel"/>
    <w:tmpl w:val="CDC0CDB8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12E46A72"/>
    <w:multiLevelType w:val="hybridMultilevel"/>
    <w:tmpl w:val="A2F06AF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44D0D7B"/>
    <w:multiLevelType w:val="hybridMultilevel"/>
    <w:tmpl w:val="ABB25B0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80A6943"/>
    <w:multiLevelType w:val="hybridMultilevel"/>
    <w:tmpl w:val="C02CE5E6"/>
    <w:lvl w:ilvl="0" w:tplc="CAB61DA6">
      <w:numFmt w:val="bullet"/>
      <w:lvlText w:val="•"/>
      <w:lvlJc w:val="left"/>
      <w:pPr>
        <w:ind w:left="720" w:hanging="360"/>
      </w:pPr>
      <w:rPr>
        <w:rFonts w:ascii="HelveticaNeue-Condensed" w:eastAsia="Times New Roman" w:hAnsi="HelveticaNeue-Condensed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B7C2598"/>
    <w:multiLevelType w:val="hybridMultilevel"/>
    <w:tmpl w:val="DCD6907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4FF7C14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>
    <w:nsid w:val="2AF52F22"/>
    <w:multiLevelType w:val="hybridMultilevel"/>
    <w:tmpl w:val="C7EC5FF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123522E"/>
    <w:multiLevelType w:val="hybridMultilevel"/>
    <w:tmpl w:val="EFAADF2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1157F84"/>
    <w:multiLevelType w:val="hybridMultilevel"/>
    <w:tmpl w:val="84063DA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42F7A4B"/>
    <w:multiLevelType w:val="hybridMultilevel"/>
    <w:tmpl w:val="EA9C2BD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2CB711F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>
    <w:nsid w:val="58DD5D77"/>
    <w:multiLevelType w:val="hybridMultilevel"/>
    <w:tmpl w:val="A6EE9382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71CB3828"/>
    <w:multiLevelType w:val="hybridMultilevel"/>
    <w:tmpl w:val="25548EF4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74F07847"/>
    <w:multiLevelType w:val="hybridMultilevel"/>
    <w:tmpl w:val="149CF73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7DD9546F"/>
    <w:multiLevelType w:val="multilevel"/>
    <w:tmpl w:val="F14212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7"/>
  </w:num>
  <w:num w:numId="2">
    <w:abstractNumId w:val="12"/>
  </w:num>
  <w:num w:numId="3">
    <w:abstractNumId w:val="11"/>
  </w:num>
  <w:num w:numId="4">
    <w:abstractNumId w:val="5"/>
  </w:num>
  <w:num w:numId="5">
    <w:abstractNumId w:val="6"/>
  </w:num>
  <w:num w:numId="6">
    <w:abstractNumId w:val="15"/>
  </w:num>
  <w:num w:numId="7">
    <w:abstractNumId w:val="1"/>
  </w:num>
  <w:num w:numId="8">
    <w:abstractNumId w:val="9"/>
  </w:num>
  <w:num w:numId="9">
    <w:abstractNumId w:val="2"/>
  </w:num>
  <w:num w:numId="10">
    <w:abstractNumId w:val="3"/>
  </w:num>
  <w:num w:numId="11">
    <w:abstractNumId w:val="0"/>
  </w:num>
  <w:num w:numId="12">
    <w:abstractNumId w:val="13"/>
  </w:num>
  <w:num w:numId="13">
    <w:abstractNumId w:val="14"/>
  </w:num>
  <w:num w:numId="14">
    <w:abstractNumId w:val="8"/>
  </w:num>
  <w:num w:numId="15">
    <w:abstractNumId w:val="10"/>
  </w:num>
  <w:num w:numId="1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283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C0142"/>
    <w:rsid w:val="000068E5"/>
    <w:rsid w:val="0003681F"/>
    <w:rsid w:val="00037551"/>
    <w:rsid w:val="00062E47"/>
    <w:rsid w:val="000630C1"/>
    <w:rsid w:val="000815A7"/>
    <w:rsid w:val="000B2605"/>
    <w:rsid w:val="000C1B1C"/>
    <w:rsid w:val="000F4EA3"/>
    <w:rsid w:val="00115A5F"/>
    <w:rsid w:val="001404C8"/>
    <w:rsid w:val="00163F1C"/>
    <w:rsid w:val="00167296"/>
    <w:rsid w:val="0017152D"/>
    <w:rsid w:val="0017263C"/>
    <w:rsid w:val="00177550"/>
    <w:rsid w:val="001826EF"/>
    <w:rsid w:val="00183700"/>
    <w:rsid w:val="001938C6"/>
    <w:rsid w:val="001A6A75"/>
    <w:rsid w:val="001B7099"/>
    <w:rsid w:val="001F5DA1"/>
    <w:rsid w:val="00226303"/>
    <w:rsid w:val="00246B2E"/>
    <w:rsid w:val="00250215"/>
    <w:rsid w:val="00262D08"/>
    <w:rsid w:val="00267114"/>
    <w:rsid w:val="00272147"/>
    <w:rsid w:val="00295DDC"/>
    <w:rsid w:val="002A15C6"/>
    <w:rsid w:val="002A3AC1"/>
    <w:rsid w:val="002C074C"/>
    <w:rsid w:val="002C641A"/>
    <w:rsid w:val="002D6EBE"/>
    <w:rsid w:val="002D70DE"/>
    <w:rsid w:val="002F7669"/>
    <w:rsid w:val="00311208"/>
    <w:rsid w:val="00312974"/>
    <w:rsid w:val="003140D7"/>
    <w:rsid w:val="00314135"/>
    <w:rsid w:val="0033023C"/>
    <w:rsid w:val="00336186"/>
    <w:rsid w:val="00383D3C"/>
    <w:rsid w:val="00384B54"/>
    <w:rsid w:val="003926A4"/>
    <w:rsid w:val="00397570"/>
    <w:rsid w:val="003A387B"/>
    <w:rsid w:val="003B72EE"/>
    <w:rsid w:val="003C45B3"/>
    <w:rsid w:val="003C76B1"/>
    <w:rsid w:val="003D46C9"/>
    <w:rsid w:val="003F2975"/>
    <w:rsid w:val="00400DCD"/>
    <w:rsid w:val="00401AB6"/>
    <w:rsid w:val="00401FEF"/>
    <w:rsid w:val="00402DCC"/>
    <w:rsid w:val="00413FF6"/>
    <w:rsid w:val="00420FC0"/>
    <w:rsid w:val="00421302"/>
    <w:rsid w:val="00431E28"/>
    <w:rsid w:val="00446DF9"/>
    <w:rsid w:val="00450283"/>
    <w:rsid w:val="00452C39"/>
    <w:rsid w:val="00460F44"/>
    <w:rsid w:val="004622CE"/>
    <w:rsid w:val="0048444B"/>
    <w:rsid w:val="004929C4"/>
    <w:rsid w:val="00493E24"/>
    <w:rsid w:val="0049786B"/>
    <w:rsid w:val="00497E78"/>
    <w:rsid w:val="004B6BC6"/>
    <w:rsid w:val="004C0142"/>
    <w:rsid w:val="004D66F1"/>
    <w:rsid w:val="004E09F0"/>
    <w:rsid w:val="004E4151"/>
    <w:rsid w:val="0052469A"/>
    <w:rsid w:val="00525DE0"/>
    <w:rsid w:val="005377B7"/>
    <w:rsid w:val="00546ACB"/>
    <w:rsid w:val="00547993"/>
    <w:rsid w:val="005511CF"/>
    <w:rsid w:val="00553D72"/>
    <w:rsid w:val="005671A7"/>
    <w:rsid w:val="005802CC"/>
    <w:rsid w:val="0058213F"/>
    <w:rsid w:val="00585FF9"/>
    <w:rsid w:val="0058782A"/>
    <w:rsid w:val="00591B94"/>
    <w:rsid w:val="00597CED"/>
    <w:rsid w:val="005A54BB"/>
    <w:rsid w:val="005C63B1"/>
    <w:rsid w:val="005D38CF"/>
    <w:rsid w:val="005D4A23"/>
    <w:rsid w:val="005D5EA4"/>
    <w:rsid w:val="005E12FE"/>
    <w:rsid w:val="005E5413"/>
    <w:rsid w:val="005F0216"/>
    <w:rsid w:val="005F0679"/>
    <w:rsid w:val="00616F74"/>
    <w:rsid w:val="00636F67"/>
    <w:rsid w:val="006404BD"/>
    <w:rsid w:val="00643F0C"/>
    <w:rsid w:val="00645187"/>
    <w:rsid w:val="006467A2"/>
    <w:rsid w:val="006502DB"/>
    <w:rsid w:val="00663D96"/>
    <w:rsid w:val="00666AEE"/>
    <w:rsid w:val="00677C33"/>
    <w:rsid w:val="006B0F9D"/>
    <w:rsid w:val="006B4CC9"/>
    <w:rsid w:val="006D57FE"/>
    <w:rsid w:val="006F468A"/>
    <w:rsid w:val="006F573A"/>
    <w:rsid w:val="00700649"/>
    <w:rsid w:val="0071061D"/>
    <w:rsid w:val="00714DAC"/>
    <w:rsid w:val="00726935"/>
    <w:rsid w:val="00740844"/>
    <w:rsid w:val="007530F1"/>
    <w:rsid w:val="00765315"/>
    <w:rsid w:val="00780E6B"/>
    <w:rsid w:val="00787EB1"/>
    <w:rsid w:val="00791943"/>
    <w:rsid w:val="007970AB"/>
    <w:rsid w:val="007B1C45"/>
    <w:rsid w:val="007C0365"/>
    <w:rsid w:val="007C7F78"/>
    <w:rsid w:val="007D19F3"/>
    <w:rsid w:val="007E14AC"/>
    <w:rsid w:val="007E3D16"/>
    <w:rsid w:val="0081347B"/>
    <w:rsid w:val="008228CD"/>
    <w:rsid w:val="00861E54"/>
    <w:rsid w:val="0087059E"/>
    <w:rsid w:val="00875CF6"/>
    <w:rsid w:val="00877CBD"/>
    <w:rsid w:val="0088712F"/>
    <w:rsid w:val="008905C1"/>
    <w:rsid w:val="008A0D6A"/>
    <w:rsid w:val="008A4F04"/>
    <w:rsid w:val="008A7067"/>
    <w:rsid w:val="008A7E14"/>
    <w:rsid w:val="008B4534"/>
    <w:rsid w:val="008C1E6F"/>
    <w:rsid w:val="008E0781"/>
    <w:rsid w:val="008F18B1"/>
    <w:rsid w:val="008F4F67"/>
    <w:rsid w:val="00903DF1"/>
    <w:rsid w:val="0090766F"/>
    <w:rsid w:val="009275D8"/>
    <w:rsid w:val="009328F1"/>
    <w:rsid w:val="00957EF8"/>
    <w:rsid w:val="00963E16"/>
    <w:rsid w:val="009726EE"/>
    <w:rsid w:val="009731F7"/>
    <w:rsid w:val="00983CC1"/>
    <w:rsid w:val="009A31B8"/>
    <w:rsid w:val="009A6446"/>
    <w:rsid w:val="009A702F"/>
    <w:rsid w:val="009B575D"/>
    <w:rsid w:val="009B709D"/>
    <w:rsid w:val="009E062B"/>
    <w:rsid w:val="009E2AF3"/>
    <w:rsid w:val="009E30BE"/>
    <w:rsid w:val="009E5473"/>
    <w:rsid w:val="009E789A"/>
    <w:rsid w:val="009F3A37"/>
    <w:rsid w:val="00A1536A"/>
    <w:rsid w:val="00A32728"/>
    <w:rsid w:val="00A32FBF"/>
    <w:rsid w:val="00A42567"/>
    <w:rsid w:val="00A46518"/>
    <w:rsid w:val="00A6223D"/>
    <w:rsid w:val="00A72995"/>
    <w:rsid w:val="00A82B4D"/>
    <w:rsid w:val="00A86636"/>
    <w:rsid w:val="00A86A07"/>
    <w:rsid w:val="00A94895"/>
    <w:rsid w:val="00AB438E"/>
    <w:rsid w:val="00AB7190"/>
    <w:rsid w:val="00B0350C"/>
    <w:rsid w:val="00B03812"/>
    <w:rsid w:val="00B2284A"/>
    <w:rsid w:val="00B341A1"/>
    <w:rsid w:val="00B3722A"/>
    <w:rsid w:val="00B532C2"/>
    <w:rsid w:val="00B8679D"/>
    <w:rsid w:val="00BC7A4A"/>
    <w:rsid w:val="00BF7004"/>
    <w:rsid w:val="00C14D80"/>
    <w:rsid w:val="00C17BC9"/>
    <w:rsid w:val="00C20F0A"/>
    <w:rsid w:val="00C4481F"/>
    <w:rsid w:val="00C6471F"/>
    <w:rsid w:val="00C719F5"/>
    <w:rsid w:val="00C776BA"/>
    <w:rsid w:val="00CA40E6"/>
    <w:rsid w:val="00CA62A3"/>
    <w:rsid w:val="00CB5F9A"/>
    <w:rsid w:val="00CB71F2"/>
    <w:rsid w:val="00CC1BBA"/>
    <w:rsid w:val="00CC362C"/>
    <w:rsid w:val="00CD4CBE"/>
    <w:rsid w:val="00CD799D"/>
    <w:rsid w:val="00CF3E55"/>
    <w:rsid w:val="00D10397"/>
    <w:rsid w:val="00D11CA8"/>
    <w:rsid w:val="00D12475"/>
    <w:rsid w:val="00D270CA"/>
    <w:rsid w:val="00D36BE2"/>
    <w:rsid w:val="00D627D6"/>
    <w:rsid w:val="00D726FE"/>
    <w:rsid w:val="00D8161F"/>
    <w:rsid w:val="00D85871"/>
    <w:rsid w:val="00DB0306"/>
    <w:rsid w:val="00DB3AAF"/>
    <w:rsid w:val="00DB3DD3"/>
    <w:rsid w:val="00DD03EF"/>
    <w:rsid w:val="00DD0D6C"/>
    <w:rsid w:val="00DD3DDE"/>
    <w:rsid w:val="00DF64A1"/>
    <w:rsid w:val="00E01C97"/>
    <w:rsid w:val="00E22C3A"/>
    <w:rsid w:val="00E22F4F"/>
    <w:rsid w:val="00E3261D"/>
    <w:rsid w:val="00E357D5"/>
    <w:rsid w:val="00E57B12"/>
    <w:rsid w:val="00E63DFE"/>
    <w:rsid w:val="00E66AE5"/>
    <w:rsid w:val="00E70943"/>
    <w:rsid w:val="00E74F1A"/>
    <w:rsid w:val="00E91125"/>
    <w:rsid w:val="00EB0CE2"/>
    <w:rsid w:val="00EC3861"/>
    <w:rsid w:val="00EC5E7C"/>
    <w:rsid w:val="00ED19AA"/>
    <w:rsid w:val="00EF6C97"/>
    <w:rsid w:val="00F051A8"/>
    <w:rsid w:val="00F26B3D"/>
    <w:rsid w:val="00F31BAB"/>
    <w:rsid w:val="00F354C5"/>
    <w:rsid w:val="00F37AC6"/>
    <w:rsid w:val="00F42614"/>
    <w:rsid w:val="00F521FA"/>
    <w:rsid w:val="00F5479B"/>
    <w:rsid w:val="00F62772"/>
    <w:rsid w:val="00F63EC7"/>
    <w:rsid w:val="00F649EE"/>
    <w:rsid w:val="00F72590"/>
    <w:rsid w:val="00F74A47"/>
    <w:rsid w:val="00FB428E"/>
    <w:rsid w:val="00FB5DEB"/>
    <w:rsid w:val="00FD25A9"/>
    <w:rsid w:val="00FD3D08"/>
    <w:rsid w:val="00FE7E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26FE"/>
    <w:rPr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14D80"/>
    <w:pPr>
      <w:keepNext/>
      <w:outlineLvl w:val="1"/>
    </w:pPr>
    <w:rPr>
      <w:rFonts w:ascii="Bookman Old Style" w:hAnsi="Bookman Old Style" w:cs="Arial"/>
      <w:b/>
      <w:bCs/>
      <w:caps/>
      <w:sz w:val="16"/>
      <w:szCs w:val="22"/>
    </w:rPr>
  </w:style>
  <w:style w:type="paragraph" w:styleId="Heading3">
    <w:name w:val="heading 3"/>
    <w:basedOn w:val="Normal"/>
    <w:next w:val="Normal"/>
    <w:link w:val="Heading3Char"/>
    <w:uiPriority w:val="99"/>
    <w:qFormat/>
    <w:rsid w:val="00C14D80"/>
    <w:pPr>
      <w:keepNext/>
      <w:jc w:val="center"/>
      <w:outlineLvl w:val="2"/>
    </w:pPr>
    <w:rPr>
      <w:rFonts w:ascii="Century Gothic" w:hAnsi="Century Gothic"/>
      <w:b/>
      <w:sz w:val="16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sid w:val="00AD3AED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D3AED"/>
    <w:rPr>
      <w:rFonts w:asciiTheme="majorHAnsi" w:eastAsiaTheme="majorEastAsia" w:hAnsiTheme="majorHAnsi" w:cstheme="majorBidi"/>
      <w:b/>
      <w:bCs/>
      <w:sz w:val="26"/>
      <w:szCs w:val="26"/>
    </w:rPr>
  </w:style>
  <w:style w:type="table" w:styleId="TableGrid">
    <w:name w:val="Table Grid"/>
    <w:basedOn w:val="TableNormal"/>
    <w:uiPriority w:val="99"/>
    <w:rsid w:val="00C14D80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C14D80"/>
    <w:rPr>
      <w:rFonts w:cs="Times New Roman"/>
      <w:color w:val="0000FF"/>
      <w:u w:val="single"/>
    </w:rPr>
  </w:style>
  <w:style w:type="paragraph" w:styleId="BodyText2">
    <w:name w:val="Body Text 2"/>
    <w:basedOn w:val="Normal"/>
    <w:link w:val="BodyText2Char"/>
    <w:uiPriority w:val="99"/>
    <w:rsid w:val="00C14D80"/>
    <w:pPr>
      <w:spacing w:line="360" w:lineRule="auto"/>
      <w:jc w:val="both"/>
    </w:pPr>
    <w:rPr>
      <w:sz w:val="20"/>
      <w:szCs w:val="20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AD3AED"/>
    <w:rPr>
      <w:sz w:val="24"/>
      <w:szCs w:val="24"/>
    </w:rPr>
  </w:style>
  <w:style w:type="paragraph" w:styleId="BodyText3">
    <w:name w:val="Body Text 3"/>
    <w:basedOn w:val="Normal"/>
    <w:link w:val="BodyText3Char"/>
    <w:uiPriority w:val="99"/>
    <w:rsid w:val="00C14D80"/>
    <w:pPr>
      <w:spacing w:line="360" w:lineRule="auto"/>
      <w:jc w:val="both"/>
    </w:p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AD3AED"/>
    <w:rPr>
      <w:sz w:val="16"/>
      <w:szCs w:val="16"/>
    </w:rPr>
  </w:style>
  <w:style w:type="paragraph" w:styleId="Header">
    <w:name w:val="header"/>
    <w:basedOn w:val="Normal"/>
    <w:link w:val="HeaderChar"/>
    <w:uiPriority w:val="99"/>
    <w:rsid w:val="00C14D80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D3AED"/>
    <w:rPr>
      <w:sz w:val="24"/>
      <w:szCs w:val="24"/>
    </w:rPr>
  </w:style>
  <w:style w:type="character" w:styleId="PageNumber">
    <w:name w:val="page number"/>
    <w:basedOn w:val="DefaultParagraphFont"/>
    <w:uiPriority w:val="99"/>
    <w:rsid w:val="00C14D80"/>
    <w:rPr>
      <w:rFonts w:cs="Times New Roman"/>
    </w:rPr>
  </w:style>
  <w:style w:type="paragraph" w:styleId="Title">
    <w:name w:val="Title"/>
    <w:basedOn w:val="Normal"/>
    <w:link w:val="TitleChar"/>
    <w:uiPriority w:val="99"/>
    <w:qFormat/>
    <w:rsid w:val="00C14D80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b/>
      <w:sz w:val="36"/>
      <w:szCs w:val="20"/>
    </w:rPr>
  </w:style>
  <w:style w:type="character" w:customStyle="1" w:styleId="TitleChar">
    <w:name w:val="Title Char"/>
    <w:basedOn w:val="DefaultParagraphFont"/>
    <w:link w:val="Title"/>
    <w:uiPriority w:val="10"/>
    <w:rsid w:val="00AD3AED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Subtitle">
    <w:name w:val="Subtitle"/>
    <w:basedOn w:val="Normal"/>
    <w:link w:val="SubtitleChar"/>
    <w:uiPriority w:val="99"/>
    <w:qFormat/>
    <w:rsid w:val="00C14D80"/>
    <w:rPr>
      <w:sz w:val="28"/>
      <w:szCs w:val="20"/>
    </w:rPr>
  </w:style>
  <w:style w:type="character" w:customStyle="1" w:styleId="SubtitleChar">
    <w:name w:val="Subtitle Char"/>
    <w:basedOn w:val="DefaultParagraphFont"/>
    <w:link w:val="Subtitle"/>
    <w:uiPriority w:val="11"/>
    <w:rsid w:val="00AD3AED"/>
    <w:rPr>
      <w:rFonts w:asciiTheme="majorHAnsi" w:eastAsiaTheme="majorEastAsia" w:hAnsiTheme="majorHAnsi" w:cstheme="majorBidi"/>
      <w:sz w:val="24"/>
      <w:szCs w:val="24"/>
    </w:rPr>
  </w:style>
  <w:style w:type="paragraph" w:styleId="DocumentMap">
    <w:name w:val="Document Map"/>
    <w:basedOn w:val="Normal"/>
    <w:link w:val="DocumentMapChar"/>
    <w:uiPriority w:val="99"/>
    <w:rsid w:val="00FE7EDE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locked/>
    <w:rsid w:val="00FE7EDE"/>
    <w:rPr>
      <w:rFonts w:ascii="Tahoma" w:hAnsi="Tahoma" w:cs="Tahoma"/>
      <w:sz w:val="16"/>
      <w:szCs w:val="16"/>
    </w:rPr>
  </w:style>
  <w:style w:type="paragraph" w:styleId="NoSpacing">
    <w:name w:val="No Spacing"/>
    <w:uiPriority w:val="99"/>
    <w:qFormat/>
    <w:rsid w:val="001F5DA1"/>
    <w:rPr>
      <w:sz w:val="24"/>
      <w:szCs w:val="24"/>
    </w:rPr>
  </w:style>
  <w:style w:type="paragraph" w:styleId="ListParagraph">
    <w:name w:val="List Paragraph"/>
    <w:basedOn w:val="Normal"/>
    <w:uiPriority w:val="99"/>
    <w:qFormat/>
    <w:rsid w:val="00493E2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rsid w:val="000C1B1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0C1B1C"/>
    <w:rPr>
      <w:rFonts w:ascii="Tahoma" w:hAnsi="Tahoma" w:cs="Tahoma"/>
      <w:sz w:val="16"/>
      <w:szCs w:val="16"/>
    </w:rPr>
  </w:style>
  <w:style w:type="paragraph" w:styleId="BodyTextIndent">
    <w:name w:val="Body Text Indent"/>
    <w:basedOn w:val="Normal"/>
    <w:link w:val="BodyTextIndentChar"/>
    <w:uiPriority w:val="99"/>
    <w:rsid w:val="00983CC1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983CC1"/>
    <w:rPr>
      <w:rFonts w:cs="Times New Roman"/>
      <w:sz w:val="24"/>
      <w:szCs w:val="24"/>
    </w:rPr>
  </w:style>
  <w:style w:type="paragraph" w:styleId="NormalWeb">
    <w:name w:val="Normal (Web)"/>
    <w:basedOn w:val="Normal"/>
    <w:uiPriority w:val="99"/>
    <w:rsid w:val="00312974"/>
    <w:pPr>
      <w:spacing w:before="100" w:beforeAutospacing="1" w:after="100" w:afterAutospacing="1"/>
    </w:pPr>
  </w:style>
  <w:style w:type="character" w:customStyle="1" w:styleId="apple-tab-span">
    <w:name w:val="apple-tab-span"/>
    <w:basedOn w:val="DefaultParagraphFont"/>
    <w:uiPriority w:val="99"/>
    <w:rsid w:val="00A46518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9538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5382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538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538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538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538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538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538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538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538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538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538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538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</TotalTime>
  <Pages>2</Pages>
  <Words>407</Words>
  <Characters>2323</Characters>
  <Application>Microsoft Office Outlook</Application>
  <DocSecurity>0</DocSecurity>
  <Lines>0</Lines>
  <Paragraphs>0</Paragraphs>
  <ScaleCrop>false</ScaleCrop>
  <Company>.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QUINTO CAMPO MUSICALE</dc:title>
  <dc:subject/>
  <dc:creator>.</dc:creator>
  <cp:keywords/>
  <dc:description/>
  <cp:lastModifiedBy>M.I.U.R.</cp:lastModifiedBy>
  <cp:revision>2</cp:revision>
  <cp:lastPrinted>2014-04-14T12:43:00Z</cp:lastPrinted>
  <dcterms:created xsi:type="dcterms:W3CDTF">2014-04-14T12:45:00Z</dcterms:created>
  <dcterms:modified xsi:type="dcterms:W3CDTF">2014-04-14T12:45:00Z</dcterms:modified>
</cp:coreProperties>
</file>