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B9" w:rsidRDefault="00D97CB9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>
        <w:rPr>
          <w:rFonts w:ascii="Verdana" w:hAnsi="Verdana" w:cs="Verdana"/>
          <w:b/>
          <w:color w:val="000000"/>
          <w:sz w:val="28"/>
          <w:szCs w:val="28"/>
        </w:rPr>
        <w:t>INTESTAZIONE DELLA SCUOLA</w:t>
      </w:r>
    </w:p>
    <w:p w:rsidR="00D97CB9" w:rsidRDefault="00D97CB9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p w:rsidR="003E43B6" w:rsidRPr="001900BA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>SCHEDA DI PROGETTO</w:t>
      </w:r>
    </w:p>
    <w:p w:rsidR="002B0AB3" w:rsidRDefault="002B0AB3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 xml:space="preserve">AREE A RISCHIO </w:t>
      </w:r>
    </w:p>
    <w:p w:rsidR="00D97CB9" w:rsidRPr="001900BA" w:rsidRDefault="00D97CB9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0AB3" w:rsidRPr="001900BA" w:rsidTr="002B0AB3">
        <w:tc>
          <w:tcPr>
            <w:tcW w:w="9778" w:type="dxa"/>
          </w:tcPr>
          <w:p w:rsidR="002B0AB3" w:rsidRPr="001900BA" w:rsidRDefault="002B0AB3" w:rsidP="001900BA">
            <w:pPr>
              <w:spacing w:line="254" w:lineRule="auto"/>
              <w:ind w:left="360"/>
              <w:jc w:val="center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1900BA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>SCHEDA DI PROGETTO</w:t>
            </w:r>
          </w:p>
          <w:p w:rsidR="002B0AB3" w:rsidRPr="00F2307E" w:rsidRDefault="006A74D5" w:rsidP="006A74D5">
            <w:pPr>
              <w:pStyle w:val="Paragrafoelenco"/>
              <w:numPr>
                <w:ilvl w:val="0"/>
                <w:numId w:val="31"/>
              </w:numPr>
              <w:spacing w:line="254" w:lineRule="auto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D97CB9">
              <w:rPr>
                <w:rFonts w:ascii="Verdana" w:hAnsi="Verdana" w:cs="Verdana"/>
                <w:b/>
                <w:color w:val="000000"/>
                <w:sz w:val="28"/>
                <w:szCs w:val="28"/>
                <w:u w:val="single"/>
              </w:rPr>
              <w:t>TIPOLOGIA B</w:t>
            </w:r>
            <w:r w:rsidRPr="006A74D5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>: AREE A FORTE PROCESSO IMMIGRATORIO</w:t>
            </w:r>
          </w:p>
        </w:tc>
      </w:tr>
    </w:tbl>
    <w:p w:rsidR="003E43B6" w:rsidRDefault="003E43B6" w:rsidP="002B0AB3">
      <w:pPr>
        <w:rPr>
          <w:b/>
          <w:sz w:val="28"/>
          <w:szCs w:val="28"/>
        </w:rPr>
      </w:pPr>
    </w:p>
    <w:p w:rsidR="003E43B6" w:rsidRPr="00D97CB9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4"/>
          <w:szCs w:val="24"/>
        </w:rPr>
      </w:pPr>
      <w:r w:rsidRPr="00D97CB9">
        <w:rPr>
          <w:rFonts w:ascii="Arial Narrow" w:hAnsi="Arial Narrow" w:cs="Arial Narrow"/>
          <w:sz w:val="24"/>
          <w:szCs w:val="24"/>
        </w:rPr>
        <w:t xml:space="preserve">   </w:t>
      </w:r>
      <w:r w:rsidRPr="00D97CB9">
        <w:rPr>
          <w:rFonts w:ascii="Verdana" w:hAnsi="Verdana" w:cs="Verdana"/>
          <w:b/>
          <w:color w:val="000000"/>
          <w:sz w:val="24"/>
          <w:szCs w:val="24"/>
        </w:rPr>
        <w:t>INFORMAZIONI GENERALI SULLA SCUOLA</w:t>
      </w:r>
    </w:p>
    <w:p w:rsidR="003E43B6" w:rsidRPr="00D97CB9" w:rsidRDefault="003E43B6" w:rsidP="00D85A84">
      <w:pPr>
        <w:jc w:val="center"/>
        <w:rPr>
          <w:b/>
          <w:sz w:val="24"/>
          <w:szCs w:val="24"/>
        </w:rPr>
      </w:pPr>
    </w:p>
    <w:tbl>
      <w:tblPr>
        <w:tblW w:w="97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540"/>
        <w:gridCol w:w="6166"/>
      </w:tblGrid>
      <w:tr w:rsidR="003E43B6" w:rsidRPr="00D97CB9" w:rsidTr="00B77CBF">
        <w:tc>
          <w:tcPr>
            <w:tcW w:w="0" w:type="auto"/>
            <w:gridSpan w:val="2"/>
          </w:tcPr>
          <w:p w:rsidR="003E43B6" w:rsidRPr="00D97CB9" w:rsidRDefault="003E43B6" w:rsidP="001900BA">
            <w:pPr>
              <w:spacing w:line="254" w:lineRule="auto"/>
              <w:ind w:left="360"/>
              <w:jc w:val="center"/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Dati Anagrafici della Scuola</w:t>
            </w:r>
          </w:p>
        </w:tc>
      </w:tr>
      <w:tr w:rsidR="00B77CBF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B77CBF" w:rsidRPr="00D97CB9" w:rsidRDefault="00B77CBF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Codice Scuola</w:t>
            </w:r>
          </w:p>
        </w:tc>
        <w:tc>
          <w:tcPr>
            <w:tcW w:w="0" w:type="auto"/>
          </w:tcPr>
          <w:p w:rsidR="00B77CBF" w:rsidRPr="00D97CB9" w:rsidRDefault="00B77CBF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B77CBF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Intitolazione</w:t>
            </w:r>
            <w:r w:rsidR="00B77CBF" w:rsidRPr="00D97C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E15338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E15338" w:rsidRPr="00D97CB9" w:rsidRDefault="00E15338" w:rsidP="00E15338">
            <w:pPr>
              <w:pStyle w:val="Titolo9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La scuola presenta il progetto come Istituzione singola</w:t>
            </w:r>
          </w:p>
        </w:tc>
        <w:tc>
          <w:tcPr>
            <w:tcW w:w="0" w:type="auto"/>
          </w:tcPr>
          <w:p w:rsidR="00E15338" w:rsidRPr="00D97CB9" w:rsidRDefault="00E15338" w:rsidP="00E15338">
            <w:pPr>
              <w:pStyle w:val="Titolo9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 xml:space="preserve">La scuola presenta il progetto in rete </w:t>
            </w:r>
          </w:p>
          <w:p w:rsidR="00E15338" w:rsidRPr="00D97CB9" w:rsidRDefault="00E15338" w:rsidP="00E15338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Specificare la rete:________________________________________________</w:t>
            </w:r>
          </w:p>
          <w:p w:rsidR="00627908" w:rsidRPr="00D97CB9" w:rsidRDefault="00627908" w:rsidP="00627908">
            <w:pPr>
              <w:pStyle w:val="Paragrafoelenco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La scuola dichiara di partecipare a una sola rete</w:t>
            </w:r>
          </w:p>
          <w:p w:rsidR="00627908" w:rsidRPr="00D97CB9" w:rsidRDefault="00627908" w:rsidP="00627908">
            <w:pPr>
              <w:rPr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Via: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Città, CAP e (Prov):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Telefono: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E-mail: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Indirizzo web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Dirigente Scolastico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</w:tbl>
    <w:p w:rsidR="002F5E3D" w:rsidRPr="00D97CB9" w:rsidRDefault="002F5E3D">
      <w:pPr>
        <w:rPr>
          <w:sz w:val="24"/>
          <w:szCs w:val="24"/>
        </w:rPr>
      </w:pPr>
      <w:r w:rsidRPr="00D97CB9">
        <w:rPr>
          <w:sz w:val="24"/>
          <w:szCs w:val="24"/>
        </w:rPr>
        <w:br w:type="page"/>
      </w:r>
    </w:p>
    <w:tbl>
      <w:tblPr>
        <w:tblW w:w="9706" w:type="dxa"/>
        <w:tblInd w:w="-102" w:type="dxa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600"/>
        <w:gridCol w:w="1898"/>
        <w:gridCol w:w="2746"/>
        <w:gridCol w:w="325"/>
        <w:gridCol w:w="721"/>
        <w:gridCol w:w="702"/>
        <w:gridCol w:w="714"/>
      </w:tblGrid>
      <w:tr w:rsidR="001900BA" w:rsidTr="002F5E3D">
        <w:trPr>
          <w:trHeight w:val="286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1900BA" w:rsidRDefault="001900BA" w:rsidP="001900BA">
            <w:pPr>
              <w:suppressAutoHyphens/>
              <w:overflowPunct/>
              <w:autoSpaceDE/>
              <w:autoSpaceDN/>
              <w:adjustRightInd/>
              <w:spacing w:line="254" w:lineRule="auto"/>
              <w:ind w:left="360" w:right="99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color w:val="FF0000"/>
              </w:rPr>
              <w:lastRenderedPageBreak/>
              <w:t>ATTENZIONE: LE COLONNE IN ROSSO SONO A CURA DELL’AMMINISTRAZIONE USR</w:t>
            </w:r>
          </w:p>
        </w:tc>
      </w:tr>
      <w:tr w:rsidR="002F5E3D" w:rsidTr="002F5E3D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auto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Elementi di valutazione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right="104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4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Indicatori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1900BA" w:rsidRPr="002A1ADB" w:rsidRDefault="001900BA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color w:val="FF0000"/>
              </w:rPr>
            </w:pPr>
            <w:r w:rsidRPr="002A1ADB">
              <w:rPr>
                <w:rFonts w:ascii="Verdana" w:hAnsi="Verdana" w:cs="Verdana"/>
                <w:color w:val="FF0000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2A1ADB" w:rsidRDefault="001900BA" w:rsidP="00374621">
            <w:pPr>
              <w:spacing w:line="254" w:lineRule="auto"/>
              <w:ind w:right="99"/>
              <w:jc w:val="center"/>
              <w:rPr>
                <w:b/>
                <w:color w:val="FF0000"/>
              </w:rPr>
            </w:pPr>
            <w:r w:rsidRPr="002A1ADB">
              <w:rPr>
                <w:rFonts w:ascii="Verdana" w:hAnsi="Verdana" w:cs="Verdana"/>
                <w:b/>
                <w:color w:val="FF0000"/>
              </w:rPr>
              <w:t>P= Peso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2A1ADB" w:rsidRDefault="001900BA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color w:val="FF0000"/>
              </w:rPr>
            </w:pPr>
            <w:r w:rsidRPr="002A1ADB">
              <w:rPr>
                <w:rFonts w:ascii="Verdana" w:hAnsi="Verdana" w:cs="Verdana"/>
                <w:b/>
                <w:color w:val="FF0000"/>
              </w:rPr>
              <w:t>P</w:t>
            </w:r>
            <w:r w:rsidRPr="002A1ADB">
              <w:rPr>
                <w:rFonts w:ascii="Verdana" w:hAnsi="Verdana" w:cs="Verdana"/>
                <w:b/>
                <w:color w:val="FF0000"/>
                <w:vertAlign w:val="superscript"/>
              </w:rPr>
              <w:t>%</w:t>
            </w:r>
            <w:r w:rsidRPr="002A1ADB">
              <w:rPr>
                <w:rFonts w:ascii="Verdana" w:hAnsi="Verdana" w:cs="Verdana"/>
                <w:color w:val="FF0000"/>
              </w:rPr>
              <w:t xml:space="preserve">= </w:t>
            </w:r>
            <w:r w:rsidR="002F5E3D" w:rsidRPr="002F5E3D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%</w:t>
            </w:r>
            <w:r w:rsidR="002F5E3D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 xml:space="preserve"> </w:t>
            </w:r>
            <w:r w:rsidR="002F5E3D" w:rsidRPr="002F5E3D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x</w:t>
            </w:r>
            <w:r w:rsidR="002F5E3D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2B2984" w:rsidRDefault="001900BA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b/>
                <w:color w:val="FF0000"/>
                <w:sz w:val="16"/>
                <w:szCs w:val="16"/>
              </w:rPr>
            </w:pPr>
            <w:r w:rsidRPr="002B2984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PUNTI</w:t>
            </w:r>
          </w:p>
          <w:p w:rsidR="001900BA" w:rsidRPr="002B2984" w:rsidRDefault="001900BA" w:rsidP="002F5E3D">
            <w:pPr>
              <w:spacing w:line="254" w:lineRule="auto"/>
              <w:ind w:right="99"/>
              <w:jc w:val="center"/>
              <w:rPr>
                <w:rFonts w:ascii="Verdana" w:hAnsi="Verdana" w:cs="Verdana"/>
                <w:b/>
                <w:color w:val="FF0000"/>
                <w:sz w:val="16"/>
                <w:szCs w:val="16"/>
              </w:rPr>
            </w:pPr>
            <w:r w:rsidRPr="002B2984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P%x</w:t>
            </w:r>
            <w:r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 xml:space="preserve"> </w:t>
            </w:r>
            <w:r w:rsidR="002F5E3D">
              <w:rPr>
                <w:rFonts w:ascii="Verdana" w:hAnsi="Verdana" w:cs="Verdana"/>
                <w:b/>
                <w:color w:val="FF0000"/>
                <w:sz w:val="16"/>
                <w:szCs w:val="16"/>
              </w:rPr>
              <w:t>40</w:t>
            </w:r>
          </w:p>
        </w:tc>
      </w:tr>
      <w:tr w:rsidR="001900BA" w:rsidTr="002F5E3D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 xml:space="preserve">ANALISI DEI DATI DI CONTESTO E </w:t>
            </w:r>
            <w:r>
              <w:rPr>
                <w:rFonts w:ascii="Verdana" w:hAnsi="Verdana" w:cs="Verdana"/>
                <w:b/>
                <w:color w:val="000000"/>
              </w:rPr>
              <w:t xml:space="preserve"> DEI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BISOGNI FORMATIVI </w:t>
            </w: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>DALL’UTENZA</w:t>
            </w:r>
          </w:p>
          <w:p w:rsidR="001900BA" w:rsidRPr="00092639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Pr="002F5E3D" w:rsidRDefault="001900BA" w:rsidP="002F5E3D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r w:rsidR="002F5E3D"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40</w:t>
            </w:r>
            <w:r w:rsid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punti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7A7931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Analisi del contesto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 xml:space="preserve">Numero totale alunni </w:t>
            </w:r>
          </w:p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8BF3FB" wp14:editId="7F1BDD30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33020</wp:posOffset>
                      </wp:positionV>
                      <wp:extent cx="628650" cy="257175"/>
                      <wp:effectExtent l="0" t="0" r="19050" b="28575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175.7pt;margin-top:2.6pt;width:4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"/>
                  </w:pict>
                </mc:Fallback>
              </mc:AlternateContent>
            </w:r>
          </w:p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t xml:space="preserve">   </w:t>
            </w:r>
          </w:p>
        </w:tc>
      </w:tr>
      <w:tr w:rsidR="002F5E3D" w:rsidTr="002F5E3D">
        <w:trPr>
          <w:trHeight w:val="67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92639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 xml:space="preserve">Numero alunni </w:t>
            </w:r>
            <w:r w:rsidRPr="0097546A">
              <w:rPr>
                <w:rFonts w:ascii="Verdana" w:hAnsi="Verdana" w:cs="Verdana"/>
                <w:b/>
                <w:color w:val="000000"/>
              </w:rPr>
              <w:t>con cittadinanza non italiana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1902D0" wp14:editId="618DC4CB">
                      <wp:simplePos x="0" y="0"/>
                      <wp:positionH relativeFrom="column">
                        <wp:posOffset>1053465</wp:posOffset>
                      </wp:positionH>
                      <wp:positionV relativeFrom="paragraph">
                        <wp:posOffset>143510</wp:posOffset>
                      </wp:positionV>
                      <wp:extent cx="638175" cy="266700"/>
                      <wp:effectExtent l="0" t="0" r="28575" b="19050"/>
                      <wp:wrapNone/>
                      <wp:docPr id="4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6381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4" o:spid="_x0000_s1026" style="position:absolute;margin-left:82.95pt;margin-top:11.3pt;width:50.25pt;height:2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"/>
                  </w:pict>
                </mc:Fallback>
              </mc:AlternateContent>
            </w:r>
          </w:p>
          <w:p w:rsidR="001900BA" w:rsidRPr="00092639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 </w:t>
            </w:r>
          </w:p>
          <w:p w:rsidR="001900BA" w:rsidRPr="00A33724" w:rsidRDefault="001900BA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</w:t>
            </w:r>
            <w:r w:rsidR="00627908">
              <w:rPr>
                <w:b/>
              </w:rPr>
              <w:t>1</w:t>
            </w:r>
          </w:p>
          <w:p w:rsidR="001900BA" w:rsidRPr="00A33724" w:rsidRDefault="001900BA" w:rsidP="00374621">
            <w:pPr>
              <w:spacing w:line="254" w:lineRule="auto"/>
              <w:ind w:right="38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b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F5E3D" w:rsidTr="002F5E3D">
        <w:trPr>
          <w:trHeight w:val="136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7A7931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Destinatari del progetto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2F5E3D" w:rsidP="00374621">
            <w:pPr>
              <w:spacing w:line="254" w:lineRule="auto"/>
              <w:ind w:left="360" w:right="775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9E1F4C3" wp14:editId="3C778D78">
                      <wp:simplePos x="0" y="0"/>
                      <wp:positionH relativeFrom="column">
                        <wp:posOffset>1036320</wp:posOffset>
                      </wp:positionH>
                      <wp:positionV relativeFrom="paragraph">
                        <wp:posOffset>555625</wp:posOffset>
                      </wp:positionV>
                      <wp:extent cx="628650" cy="257175"/>
                      <wp:effectExtent l="0" t="0" r="19050" b="28575"/>
                      <wp:wrapNone/>
                      <wp:docPr id="11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1" o:spid="_x0000_s1026" style="position:absolute;margin-left:81.6pt;margin-top:43.75pt;width:49.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"/>
                  </w:pict>
                </mc:Fallback>
              </mc:AlternateContent>
            </w:r>
            <w:r w:rsidR="001900BA" w:rsidRPr="007A7931">
              <w:rPr>
                <w:rFonts w:ascii="Verdana" w:hAnsi="Verdana" w:cs="Verdana"/>
                <w:b/>
                <w:color w:val="000000"/>
              </w:rPr>
              <w:t>N. totale alunni coinvolti nel progetto</w:t>
            </w:r>
          </w:p>
          <w:p w:rsidR="001900BA" w:rsidRPr="007A7931" w:rsidRDefault="001900BA" w:rsidP="00374621">
            <w:pPr>
              <w:spacing w:line="254" w:lineRule="auto"/>
              <w:ind w:left="360" w:right="775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1</w:t>
            </w:r>
          </w:p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F5E3D" w:rsidTr="002F5E3D">
        <w:trPr>
          <w:trHeight w:val="145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 xml:space="preserve">    N. totale classi </w:t>
            </w:r>
            <w:r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1900BA" w:rsidRDefault="00326AA1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704291" wp14:editId="72B68525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10160</wp:posOffset>
                      </wp:positionV>
                      <wp:extent cx="628650" cy="257175"/>
                      <wp:effectExtent l="0" t="0" r="19050" b="28575"/>
                      <wp:wrapNone/>
                      <wp:docPr id="12" name="Rettangol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2" o:spid="_x0000_s1026" style="position:absolute;margin-left:81.35pt;margin-top:.8pt;width:49.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"/>
                  </w:pict>
                </mc:Fallback>
              </mc:AlternateContent>
            </w:r>
          </w:p>
          <w:p w:rsidR="001900BA" w:rsidRPr="007A7931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326AA1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1EDFCA" wp14:editId="3E7C3242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301625</wp:posOffset>
                      </wp:positionV>
                      <wp:extent cx="628650" cy="257175"/>
                      <wp:effectExtent l="0" t="0" r="19050" b="28575"/>
                      <wp:wrapNone/>
                      <wp:docPr id="13" name="Rettango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3" o:spid="_x0000_s1026" style="position:absolute;margin-left:81.9pt;margin-top:23.75pt;width:49.5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"/>
                  </w:pict>
                </mc:Fallback>
              </mc:AlternateContent>
            </w:r>
            <w:r w:rsidR="001900BA" w:rsidRPr="007A7931">
              <w:rPr>
                <w:rFonts w:ascii="Verdana" w:hAnsi="Verdana" w:cs="Verdana"/>
                <w:b/>
                <w:color w:val="000000"/>
              </w:rPr>
              <w:t xml:space="preserve">    N. classi coinvolte nel progetto</w:t>
            </w:r>
          </w:p>
          <w:p w:rsidR="001900BA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widowControl/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A33724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1900BA" w:rsidRPr="00A33724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</w:p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 xml:space="preserve">1 </w:t>
            </w:r>
          </w:p>
          <w:p w:rsidR="001900BA" w:rsidRPr="00A33724" w:rsidRDefault="001900BA" w:rsidP="00374621">
            <w:pPr>
              <w:spacing w:line="254" w:lineRule="auto"/>
              <w:ind w:right="38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:rsidR="00B77CBF" w:rsidRDefault="00B77CBF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023A21" w:rsidRDefault="00023A21" w:rsidP="001900BA"/>
    <w:p w:rsidR="00023A21" w:rsidRDefault="00023A21" w:rsidP="001900BA"/>
    <w:p w:rsidR="002F5E3D" w:rsidRDefault="002F5E3D" w:rsidP="001900BA"/>
    <w:p w:rsidR="002F5E3D" w:rsidRDefault="002F5E3D" w:rsidP="001900BA"/>
    <w:p w:rsidR="002F5E3D" w:rsidRDefault="002F5E3D" w:rsidP="001900BA"/>
    <w:p w:rsidR="00B77CBF" w:rsidRDefault="00B77CBF" w:rsidP="001900BA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7"/>
        <w:gridCol w:w="3180"/>
        <w:gridCol w:w="3314"/>
        <w:gridCol w:w="704"/>
        <w:gridCol w:w="700"/>
      </w:tblGrid>
      <w:tr w:rsidR="001900BA" w:rsidTr="002F5E3D">
        <w:trPr>
          <w:trHeight w:val="239"/>
        </w:trPr>
        <w:tc>
          <w:tcPr>
            <w:tcW w:w="11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lastRenderedPageBreak/>
              <w:t>Barrare la casella interessata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2F5E3D">
            <w:pPr>
              <w:spacing w:line="254" w:lineRule="auto"/>
              <w:ind w:right="98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>PESO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2F5E3D">
            <w:pPr>
              <w:spacing w:line="254" w:lineRule="auto"/>
              <w:ind w:right="98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>Punti</w:t>
            </w:r>
          </w:p>
        </w:tc>
      </w:tr>
      <w:tr w:rsidR="001900BA" w:rsidTr="002F5E3D">
        <w:trPr>
          <w:trHeight w:val="543"/>
        </w:trPr>
        <w:tc>
          <w:tcPr>
            <w:tcW w:w="1115" w:type="pct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7E2095">
              <w:rPr>
                <w:rFonts w:ascii="Verdana" w:hAnsi="Verdana" w:cs="Verdana"/>
                <w:b/>
                <w:color w:val="000000"/>
              </w:rPr>
              <w:lastRenderedPageBreak/>
              <w:t>TIPOLOGIA DI INTERVENTO E COERENZA CON I BISOGNI FORMATIVI ESPRESSI DALL’UTENZA</w:t>
            </w:r>
          </w:p>
          <w:p w:rsidR="001900BA" w:rsidRPr="002F5E3D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 25 punti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Pr="003F1A0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3F1A04">
              <w:rPr>
                <w:rFonts w:ascii="Verdana" w:hAnsi="Verdana" w:cs="Verdana"/>
                <w:b/>
                <w:color w:val="000000"/>
              </w:rPr>
              <w:t xml:space="preserve">Tipologie di interventi 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recupero potenziamento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15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sviluppo dell’offerta formativa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52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B77CBF" w:rsidRDefault="001900BA" w:rsidP="00B77CBF">
            <w:pPr>
              <w:pStyle w:val="Paragrafoelenco"/>
              <w:numPr>
                <w:ilvl w:val="0"/>
                <w:numId w:val="29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attività laboratoriali (didattica attiva)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apprendimento in gruppi cooperativi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( piccoli gruppi</w:t>
            </w:r>
            <w:r>
              <w:t xml:space="preserve"> </w:t>
            </w:r>
            <w:r w:rsidRPr="001900BA">
              <w:rPr>
                <w:rFonts w:ascii="Verdana" w:hAnsi="Verdana" w:cs="Verdana"/>
                <w:b/>
                <w:color w:val="000000"/>
              </w:rPr>
              <w:t>da 1 a 10 )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10 alunni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15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piani didattici personalizzati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30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altro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342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Le attività previste per gli studenti sono svolte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curricolare        SI/NO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593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Pr="007E2095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extracurricolare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767"/>
        </w:trPr>
        <w:tc>
          <w:tcPr>
            <w:tcW w:w="1115" w:type="pct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Sono previsti corsi di formazione</w:t>
            </w: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docenti e/o personale della scuola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 xml:space="preserve"> </w:t>
            </w:r>
          </w:p>
          <w:p w:rsidR="001900BA" w:rsidRP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41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genitori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374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 xml:space="preserve">In progetto rientra in attività di </w:t>
            </w:r>
            <w:r w:rsidR="002F5E3D">
              <w:rPr>
                <w:rFonts w:ascii="Verdana" w:hAnsi="Verdana" w:cs="Verdana"/>
                <w:b/>
                <w:color w:val="000000"/>
              </w:rPr>
              <w:t>: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after="110" w:line="244" w:lineRule="auto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Continuità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2F5E3D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113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Orientamento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817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Pr="005E7674" w:rsidRDefault="001900BA" w:rsidP="00374621">
            <w:pPr>
              <w:spacing w:line="254" w:lineRule="auto"/>
              <w:ind w:right="43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CAPACITA’</w:t>
            </w:r>
            <w:r w:rsidRPr="005E7674">
              <w:rPr>
                <w:rFonts w:ascii="Verdana" w:hAnsi="Verdana" w:cs="Verdana"/>
                <w:color w:val="000000"/>
              </w:rPr>
              <w:t xml:space="preserve"> </w:t>
            </w:r>
            <w:r w:rsidRPr="005E7674">
              <w:rPr>
                <w:rFonts w:ascii="Verdana" w:hAnsi="Verdana" w:cs="Verdana"/>
                <w:b/>
                <w:color w:val="000000"/>
              </w:rPr>
              <w:t>DELL’ISTITUTO DI CONSORZIARSI IN RETI E PATTI TERRITORIALI CON LE ALTRE AGENZIE EDUCATIVE</w:t>
            </w:r>
          </w:p>
          <w:p w:rsidR="001900BA" w:rsidRPr="002F5E3D" w:rsidRDefault="001900BA" w:rsidP="002F5E3D">
            <w:pPr>
              <w:spacing w:line="235" w:lineRule="auto"/>
              <w:ind w:left="360" w:right="174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 5 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Le azioni rientrano in Accordi di rete/Convenzioni/Protocolli formalizzati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5E7674" w:rsidRDefault="001900BA" w:rsidP="00374621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Scuola capofila di una rete  SI/NO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 xml:space="preserve"> 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670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047A82" w:rsidRDefault="001900BA" w:rsidP="00374621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Numero di scuole appartenenti alla rete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Fino a 3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405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4 a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468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2F5E3D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4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532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5E3D" w:rsidRDefault="002F5E3D" w:rsidP="002F5E3D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</w:t>
            </w:r>
          </w:p>
          <w:p w:rsidR="002F5E3D" w:rsidRDefault="002F5E3D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  <w:p w:rsidR="002F5E3D" w:rsidRPr="00265AD5" w:rsidRDefault="002F5E3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COINVOLGIMENTO DELL’INTERA COMUNITÀ EDUCANTE</w:t>
            </w:r>
          </w:p>
          <w:p w:rsidR="002F5E3D" w:rsidRDefault="002F5E3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COLLEGAMENTI CON IL TERRITORIO</w:t>
            </w:r>
          </w:p>
          <w:p w:rsidR="001900BA" w:rsidRPr="002F5E3D" w:rsidRDefault="002F5E3D" w:rsidP="002F5E3D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 10 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 xml:space="preserve">Progetto in condivisione con altri soggetti </w:t>
            </w: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del territorio</w:t>
            </w:r>
            <w:r w:rsidRPr="00A7223A">
              <w:rPr>
                <w:rFonts w:ascii="Verdana" w:hAnsi="Verdana" w:cs="Verdana"/>
                <w:color w:val="000000"/>
              </w:rPr>
              <w:t xml:space="preserve">     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B77CBF" w:rsidRDefault="001900BA" w:rsidP="00374621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B77CBF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1900BA" w:rsidP="002F5E3D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765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2F5E3D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SE SI, Soggetti coinvolti</w:t>
            </w:r>
          </w:p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 xml:space="preserve">Altri Enti </w:t>
            </w:r>
          </w:p>
          <w:p w:rsidR="001900BA" w:rsidRPr="00A7223A" w:rsidRDefault="001900BA" w:rsidP="002F5E3D">
            <w:pPr>
              <w:widowControl/>
              <w:overflowPunct/>
              <w:autoSpaceDE/>
              <w:autoSpaceDN/>
              <w:adjustRightInd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( pubblici/privati)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510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Associazioni (volontariato)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0D0181">
        <w:trPr>
          <w:trHeight w:val="689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Genitori degli studenti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2F5E3D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</w:tbl>
    <w:p w:rsidR="002F5E3D" w:rsidRDefault="002F5E3D">
      <w:r>
        <w:br w:type="page"/>
      </w:r>
    </w:p>
    <w:p w:rsidR="00023A21" w:rsidRDefault="00023A21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7"/>
        <w:gridCol w:w="3179"/>
        <w:gridCol w:w="3315"/>
        <w:gridCol w:w="703"/>
        <w:gridCol w:w="701"/>
      </w:tblGrid>
      <w:tr w:rsidR="001900BA" w:rsidTr="002F5E3D">
        <w:trPr>
          <w:trHeight w:val="965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t xml:space="preserve">PREDISPOSIZIONE SISTEMI DI RILEVAZIONE DEI RISULTATI RISPETTO AGLI OBIETTIVI </w:t>
            </w:r>
            <w:r w:rsidRPr="00265AD5">
              <w:rPr>
                <w:rFonts w:ascii="Verdana" w:hAnsi="Verdana" w:cs="Verdana"/>
                <w:b/>
                <w:color w:val="000000"/>
              </w:rPr>
              <w:t>PRESENZA DI STRUMENTI DI MONITORAGGIO E DI VERIFICA</w:t>
            </w:r>
          </w:p>
          <w:p w:rsidR="001900BA" w:rsidRDefault="001900BA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color w:val="000000"/>
              </w:rPr>
            </w:pPr>
          </w:p>
          <w:p w:rsidR="001900BA" w:rsidRPr="000D0181" w:rsidRDefault="000D0181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 w:rsidRPr="000D0181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 20</w:t>
            </w:r>
            <w:r w:rsidR="001900BA" w:rsidRPr="000D0181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0181" w:rsidRDefault="000D0181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0D0181" w:rsidRDefault="000D0181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0D0181" w:rsidRDefault="000D0181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0D0181" w:rsidRDefault="000D0181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0D0181" w:rsidRDefault="000D0181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0D0181" w:rsidRDefault="000D0181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t>Tipologia di strumenti e procedure</w:t>
            </w:r>
            <w:r>
              <w:rPr>
                <w:rFonts w:ascii="Verdana" w:hAnsi="Verdana" w:cs="Verdana"/>
                <w:color w:val="000000"/>
              </w:rPr>
              <w:t xml:space="preserve"> 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Griglie/schede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838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right="92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47A82" w:rsidRDefault="001900BA" w:rsidP="00374621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Questionari di aspettativa</w:t>
            </w:r>
          </w:p>
          <w:p w:rsidR="001900BA" w:rsidRDefault="001900BA" w:rsidP="00374621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     </w:t>
            </w:r>
            <w:r w:rsidRPr="00047A82">
              <w:rPr>
                <w:rFonts w:ascii="Verdana" w:hAnsi="Verdana" w:cs="Verdana"/>
                <w:b/>
                <w:color w:val="000000"/>
              </w:rPr>
              <w:t xml:space="preserve">/di gradimento </w:t>
            </w:r>
            <w:r>
              <w:rPr>
                <w:rFonts w:ascii="Verdana" w:hAnsi="Verdana" w:cs="Verdana"/>
                <w:b/>
                <w:color w:val="000000"/>
              </w:rPr>
              <w:t xml:space="preserve">  </w:t>
            </w:r>
          </w:p>
          <w:p w:rsidR="001900BA" w:rsidRPr="00047A82" w:rsidRDefault="001900BA" w:rsidP="00B77CBF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       </w:t>
            </w:r>
            <w:r w:rsidRPr="00047A82">
              <w:rPr>
                <w:rFonts w:ascii="Verdana" w:hAnsi="Verdana" w:cs="Verdana"/>
                <w:b/>
                <w:color w:val="000000"/>
              </w:rPr>
              <w:t>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0D0181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1903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after="42"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Pr="00047A82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Valutazione degli esiti attesi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2F5E3D">
        <w:trPr>
          <w:trHeight w:val="838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90" w:lineRule="auto"/>
              <w:ind w:left="360" w:right="287" w:hanging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047A82" w:rsidRDefault="001900BA" w:rsidP="00374621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Monitoraggio del processo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1900BA">
            <w:pPr>
              <w:spacing w:line="254" w:lineRule="auto"/>
              <w:ind w:left="2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left="2"/>
              <w:rPr>
                <w:rFonts w:ascii="Verdana" w:hAnsi="Verdana" w:cs="Verdana"/>
                <w:color w:val="000000"/>
              </w:rPr>
            </w:pPr>
          </w:p>
        </w:tc>
      </w:tr>
      <w:tr w:rsidR="001900BA" w:rsidTr="002F5E3D">
        <w:trPr>
          <w:trHeight w:val="83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         </w:t>
            </w:r>
          </w:p>
          <w:p w:rsidR="001900BA" w:rsidRP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PUNTEGGIO TOTALE</w:t>
            </w:r>
            <w:r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</w:t>
            </w:r>
            <w:r w:rsidRPr="001900BA">
              <w:rPr>
                <w:rFonts w:ascii="Verdana" w:hAnsi="Verdana" w:cs="Verdana"/>
                <w:b/>
                <w:color w:val="FF0000"/>
              </w:rPr>
              <w:t>/100</w:t>
            </w:r>
          </w:p>
        </w:tc>
      </w:tr>
    </w:tbl>
    <w:p w:rsidR="001900BA" w:rsidRDefault="001900BA" w:rsidP="001900BA">
      <w:pPr>
        <w:spacing w:line="254" w:lineRule="auto"/>
        <w:rPr>
          <w:rFonts w:ascii="Verdana" w:hAnsi="Verdana" w:cs="Verdana"/>
          <w:color w:val="000000"/>
        </w:rPr>
      </w:pPr>
    </w:p>
    <w:p w:rsidR="001900BA" w:rsidRPr="00B77CBF" w:rsidRDefault="001900BA" w:rsidP="00B77CBF">
      <w:pPr>
        <w:spacing w:line="254" w:lineRule="auto"/>
        <w:rPr>
          <w:rFonts w:ascii="Verdana" w:hAnsi="Verdana" w:cs="Verdana"/>
          <w:color w:val="000000"/>
        </w:rPr>
      </w:pPr>
    </w:p>
    <w:p w:rsidR="00B77CBF" w:rsidRPr="00B77CBF" w:rsidRDefault="00B77CBF" w:rsidP="00B77CBF">
      <w:pPr>
        <w:jc w:val="center"/>
        <w:rPr>
          <w:rFonts w:ascii="Verdana" w:hAnsi="Verdana" w:cs="Verdana"/>
          <w:b/>
          <w:color w:val="000000"/>
        </w:rPr>
      </w:pPr>
      <w:r w:rsidRPr="00B77CBF">
        <w:rPr>
          <w:rFonts w:ascii="Verdana" w:hAnsi="Verdana" w:cs="Verdana"/>
          <w:b/>
          <w:color w:val="000000"/>
        </w:rPr>
        <w:t xml:space="preserve">                                                            </w:t>
      </w:r>
      <w:r>
        <w:rPr>
          <w:rFonts w:ascii="Verdana" w:hAnsi="Verdana" w:cs="Verdana"/>
          <w:b/>
          <w:color w:val="000000"/>
        </w:rPr>
        <w:t xml:space="preserve">     </w:t>
      </w:r>
      <w:r w:rsidRPr="00B77CBF">
        <w:rPr>
          <w:rFonts w:ascii="Verdana" w:hAnsi="Verdana" w:cs="Verdana"/>
          <w:b/>
          <w:color w:val="000000"/>
        </w:rPr>
        <w:t xml:space="preserve">      Il Dirigente Scolastico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B77CBF">
        <w:rPr>
          <w:b/>
          <w:sz w:val="28"/>
          <w:szCs w:val="28"/>
        </w:rPr>
        <w:t>________________</w:t>
      </w:r>
    </w:p>
    <w:sectPr w:rsidR="00B77CBF" w:rsidRPr="00B77CBF" w:rsidSect="00365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134" w:bottom="851" w:left="1134" w:header="709" w:footer="454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179" w:rsidRDefault="00B34179">
      <w:r>
        <w:separator/>
      </w:r>
    </w:p>
  </w:endnote>
  <w:endnote w:type="continuationSeparator" w:id="0">
    <w:p w:rsidR="00B34179" w:rsidRDefault="00B3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Pidipagina"/>
    </w:pPr>
    <w:r>
      <w:t>201604191006</w:t>
    </w:r>
    <w:bookmarkStart w:id="0" w:name="_GoBack"/>
    <w:bookmarkEnd w:id="0"/>
  </w:p>
  <w:p w:rsidR="003E43B6" w:rsidRPr="00E2391F" w:rsidRDefault="003E43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179" w:rsidRDefault="00B34179">
      <w:r>
        <w:separator/>
      </w:r>
    </w:p>
  </w:footnote>
  <w:footnote w:type="continuationSeparator" w:id="0">
    <w:p w:rsidR="00B34179" w:rsidRDefault="00B34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AB3" w:rsidRDefault="002B0AB3">
    <w:pPr>
      <w:pStyle w:val="Intestazione"/>
    </w:pPr>
  </w:p>
  <w:p w:rsidR="003E43B6" w:rsidRDefault="003E43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C"/>
    <w:multiLevelType w:val="singleLevel"/>
    <w:tmpl w:val="0000000C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732" w:hanging="36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>
    <w:nsid w:val="0A087FB1"/>
    <w:multiLevelType w:val="hybridMultilevel"/>
    <w:tmpl w:val="3412F37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E541F"/>
    <w:multiLevelType w:val="hybridMultilevel"/>
    <w:tmpl w:val="C0061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F2D7E"/>
    <w:multiLevelType w:val="hybridMultilevel"/>
    <w:tmpl w:val="D082AA24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4D133D"/>
    <w:multiLevelType w:val="hybridMultilevel"/>
    <w:tmpl w:val="840C4896"/>
    <w:lvl w:ilvl="0" w:tplc="04100001">
      <w:start w:val="1"/>
      <w:numFmt w:val="bullet"/>
      <w:lvlText w:val=""/>
      <w:lvlJc w:val="left"/>
      <w:pPr>
        <w:tabs>
          <w:tab w:val="num" w:pos="7425"/>
        </w:tabs>
        <w:ind w:left="7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145"/>
        </w:tabs>
        <w:ind w:left="8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865"/>
        </w:tabs>
        <w:ind w:left="8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585"/>
        </w:tabs>
        <w:ind w:left="9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305"/>
        </w:tabs>
        <w:ind w:left="10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025"/>
        </w:tabs>
        <w:ind w:left="11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745"/>
        </w:tabs>
        <w:ind w:left="11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465"/>
        </w:tabs>
        <w:ind w:left="12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185"/>
        </w:tabs>
        <w:ind w:left="13185" w:hanging="360"/>
      </w:pPr>
      <w:rPr>
        <w:rFonts w:ascii="Wingdings" w:hAnsi="Wingdings" w:hint="default"/>
      </w:rPr>
    </w:lvl>
  </w:abstractNum>
  <w:abstractNum w:abstractNumId="6">
    <w:nsid w:val="2AB63BC6"/>
    <w:multiLevelType w:val="hybridMultilevel"/>
    <w:tmpl w:val="2270A1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E41C8A"/>
    <w:multiLevelType w:val="hybridMultilevel"/>
    <w:tmpl w:val="FF3428B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B5B6F90"/>
    <w:multiLevelType w:val="hybridMultilevel"/>
    <w:tmpl w:val="5784E11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D670074"/>
    <w:multiLevelType w:val="hybridMultilevel"/>
    <w:tmpl w:val="A76423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733CCE"/>
    <w:multiLevelType w:val="hybridMultilevel"/>
    <w:tmpl w:val="DE6697F8"/>
    <w:lvl w:ilvl="0" w:tplc="36EA2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FC03C8"/>
    <w:multiLevelType w:val="hybridMultilevel"/>
    <w:tmpl w:val="630417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5D2CE5"/>
    <w:multiLevelType w:val="hybridMultilevel"/>
    <w:tmpl w:val="C764BD58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F0861"/>
    <w:multiLevelType w:val="hybridMultilevel"/>
    <w:tmpl w:val="511041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33B73D9F"/>
    <w:multiLevelType w:val="hybridMultilevel"/>
    <w:tmpl w:val="2C426E12"/>
    <w:lvl w:ilvl="0" w:tplc="6712886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E3384D"/>
    <w:multiLevelType w:val="hybridMultilevel"/>
    <w:tmpl w:val="35289844"/>
    <w:lvl w:ilvl="0" w:tplc="E87C6B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EE58F6"/>
    <w:multiLevelType w:val="hybridMultilevel"/>
    <w:tmpl w:val="4EBE2F9A"/>
    <w:lvl w:ilvl="0" w:tplc="0410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6202463"/>
    <w:multiLevelType w:val="hybridMultilevel"/>
    <w:tmpl w:val="A7642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284DCD"/>
    <w:multiLevelType w:val="hybridMultilevel"/>
    <w:tmpl w:val="E1C6F68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A3BFF"/>
    <w:multiLevelType w:val="hybridMultilevel"/>
    <w:tmpl w:val="C5A25C6C"/>
    <w:lvl w:ilvl="0" w:tplc="31AE43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E24405"/>
    <w:multiLevelType w:val="hybridMultilevel"/>
    <w:tmpl w:val="D2AA84B4"/>
    <w:lvl w:ilvl="0" w:tplc="C86EBD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4E31ED"/>
    <w:multiLevelType w:val="hybridMultilevel"/>
    <w:tmpl w:val="90EE8CB0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34C5E"/>
    <w:multiLevelType w:val="hybridMultilevel"/>
    <w:tmpl w:val="F8102EAA"/>
    <w:lvl w:ilvl="0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A026B33"/>
    <w:multiLevelType w:val="hybridMultilevel"/>
    <w:tmpl w:val="A4304B3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DD41683"/>
    <w:multiLevelType w:val="hybridMultilevel"/>
    <w:tmpl w:val="19620C4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115C9"/>
    <w:multiLevelType w:val="hybridMultilevel"/>
    <w:tmpl w:val="C19E5E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A65848"/>
    <w:multiLevelType w:val="hybridMultilevel"/>
    <w:tmpl w:val="1D3041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EB35D8"/>
    <w:multiLevelType w:val="hybridMultilevel"/>
    <w:tmpl w:val="A8D808EA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D07F4"/>
    <w:multiLevelType w:val="hybridMultilevel"/>
    <w:tmpl w:val="4B9E47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EA019B"/>
    <w:multiLevelType w:val="hybridMultilevel"/>
    <w:tmpl w:val="8DAA19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1A30C5"/>
    <w:multiLevelType w:val="hybridMultilevel"/>
    <w:tmpl w:val="875EBFF2"/>
    <w:lvl w:ilvl="0" w:tplc="E9DADA4E">
      <w:start w:val="1"/>
      <w:numFmt w:val="bullet"/>
      <w:lvlText w:val="-"/>
      <w:lvlJc w:val="left"/>
      <w:pPr>
        <w:ind w:left="435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1">
    <w:nsid w:val="78C209AD"/>
    <w:multiLevelType w:val="hybridMultilevel"/>
    <w:tmpl w:val="45428A8C"/>
    <w:lvl w:ilvl="0" w:tplc="FC505316">
      <w:start w:val="12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8E54778"/>
    <w:multiLevelType w:val="hybridMultilevel"/>
    <w:tmpl w:val="FF26168C"/>
    <w:lvl w:ilvl="0" w:tplc="5DE6A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9"/>
  </w:num>
  <w:num w:numId="3">
    <w:abstractNumId w:val="23"/>
  </w:num>
  <w:num w:numId="4">
    <w:abstractNumId w:val="5"/>
  </w:num>
  <w:num w:numId="5">
    <w:abstractNumId w:val="10"/>
  </w:num>
  <w:num w:numId="6">
    <w:abstractNumId w:val="19"/>
  </w:num>
  <w:num w:numId="7">
    <w:abstractNumId w:val="15"/>
  </w:num>
  <w:num w:numId="8">
    <w:abstractNumId w:val="0"/>
  </w:num>
  <w:num w:numId="9">
    <w:abstractNumId w:val="24"/>
  </w:num>
  <w:num w:numId="10">
    <w:abstractNumId w:val="20"/>
  </w:num>
  <w:num w:numId="11">
    <w:abstractNumId w:val="26"/>
  </w:num>
  <w:num w:numId="12">
    <w:abstractNumId w:val="11"/>
  </w:num>
  <w:num w:numId="13">
    <w:abstractNumId w:val="29"/>
  </w:num>
  <w:num w:numId="14">
    <w:abstractNumId w:val="16"/>
  </w:num>
  <w:num w:numId="15">
    <w:abstractNumId w:val="7"/>
  </w:num>
  <w:num w:numId="16">
    <w:abstractNumId w:val="6"/>
  </w:num>
  <w:num w:numId="17">
    <w:abstractNumId w:val="32"/>
  </w:num>
  <w:num w:numId="18">
    <w:abstractNumId w:val="31"/>
  </w:num>
  <w:num w:numId="19">
    <w:abstractNumId w:val="8"/>
  </w:num>
  <w:num w:numId="20">
    <w:abstractNumId w:val="22"/>
  </w:num>
  <w:num w:numId="21">
    <w:abstractNumId w:val="13"/>
  </w:num>
  <w:num w:numId="22">
    <w:abstractNumId w:val="25"/>
  </w:num>
  <w:num w:numId="23">
    <w:abstractNumId w:val="4"/>
  </w:num>
  <w:num w:numId="24">
    <w:abstractNumId w:val="12"/>
  </w:num>
  <w:num w:numId="25">
    <w:abstractNumId w:val="18"/>
  </w:num>
  <w:num w:numId="26">
    <w:abstractNumId w:val="1"/>
  </w:num>
  <w:num w:numId="27">
    <w:abstractNumId w:val="28"/>
  </w:num>
  <w:num w:numId="28">
    <w:abstractNumId w:val="30"/>
  </w:num>
  <w:num w:numId="29">
    <w:abstractNumId w:val="2"/>
  </w:num>
  <w:num w:numId="30">
    <w:abstractNumId w:val="21"/>
  </w:num>
  <w:num w:numId="31">
    <w:abstractNumId w:val="14"/>
  </w:num>
  <w:num w:numId="32">
    <w:abstractNumId w:val="3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BB"/>
    <w:rsid w:val="00003DF5"/>
    <w:rsid w:val="00004500"/>
    <w:rsid w:val="00020D39"/>
    <w:rsid w:val="00023A21"/>
    <w:rsid w:val="00025D10"/>
    <w:rsid w:val="00045BDC"/>
    <w:rsid w:val="000466A0"/>
    <w:rsid w:val="00046DB6"/>
    <w:rsid w:val="00047346"/>
    <w:rsid w:val="00051F4E"/>
    <w:rsid w:val="00052E77"/>
    <w:rsid w:val="000572C8"/>
    <w:rsid w:val="0006022E"/>
    <w:rsid w:val="0006392E"/>
    <w:rsid w:val="000675EE"/>
    <w:rsid w:val="000739E7"/>
    <w:rsid w:val="00073AB1"/>
    <w:rsid w:val="000763B5"/>
    <w:rsid w:val="000763DF"/>
    <w:rsid w:val="000806E8"/>
    <w:rsid w:val="00080B7E"/>
    <w:rsid w:val="00081FEC"/>
    <w:rsid w:val="000838A4"/>
    <w:rsid w:val="00085748"/>
    <w:rsid w:val="00085805"/>
    <w:rsid w:val="0008710D"/>
    <w:rsid w:val="000875EE"/>
    <w:rsid w:val="00092286"/>
    <w:rsid w:val="00093143"/>
    <w:rsid w:val="000965A4"/>
    <w:rsid w:val="000B1494"/>
    <w:rsid w:val="000B23EA"/>
    <w:rsid w:val="000B75C1"/>
    <w:rsid w:val="000C06CC"/>
    <w:rsid w:val="000C0FBF"/>
    <w:rsid w:val="000C1559"/>
    <w:rsid w:val="000C3079"/>
    <w:rsid w:val="000C4A2B"/>
    <w:rsid w:val="000C7F79"/>
    <w:rsid w:val="000D0181"/>
    <w:rsid w:val="000D0CEF"/>
    <w:rsid w:val="000D470A"/>
    <w:rsid w:val="000D5C02"/>
    <w:rsid w:val="000E08B0"/>
    <w:rsid w:val="000E5447"/>
    <w:rsid w:val="000E6A05"/>
    <w:rsid w:val="000F1D94"/>
    <w:rsid w:val="000F238F"/>
    <w:rsid w:val="000F68A7"/>
    <w:rsid w:val="001076BD"/>
    <w:rsid w:val="001207B0"/>
    <w:rsid w:val="0012292E"/>
    <w:rsid w:val="00136116"/>
    <w:rsid w:val="0013732A"/>
    <w:rsid w:val="00140DFA"/>
    <w:rsid w:val="00141B8A"/>
    <w:rsid w:val="00144F17"/>
    <w:rsid w:val="00147A79"/>
    <w:rsid w:val="001576AB"/>
    <w:rsid w:val="0016748A"/>
    <w:rsid w:val="00167921"/>
    <w:rsid w:val="00170D1C"/>
    <w:rsid w:val="00177D6B"/>
    <w:rsid w:val="00180823"/>
    <w:rsid w:val="001829EC"/>
    <w:rsid w:val="001900BA"/>
    <w:rsid w:val="00190B38"/>
    <w:rsid w:val="001937FE"/>
    <w:rsid w:val="00194DE3"/>
    <w:rsid w:val="001A24AD"/>
    <w:rsid w:val="001A3FB3"/>
    <w:rsid w:val="001A6EAA"/>
    <w:rsid w:val="001B0385"/>
    <w:rsid w:val="001B1E8D"/>
    <w:rsid w:val="001B5F07"/>
    <w:rsid w:val="001C0469"/>
    <w:rsid w:val="001C0B15"/>
    <w:rsid w:val="001C3497"/>
    <w:rsid w:val="001C5C1A"/>
    <w:rsid w:val="001C6C9A"/>
    <w:rsid w:val="001C7344"/>
    <w:rsid w:val="001D7275"/>
    <w:rsid w:val="001E1C2F"/>
    <w:rsid w:val="001F2C38"/>
    <w:rsid w:val="001F77EB"/>
    <w:rsid w:val="002040E7"/>
    <w:rsid w:val="0021205E"/>
    <w:rsid w:val="002129D7"/>
    <w:rsid w:val="002147AC"/>
    <w:rsid w:val="00214913"/>
    <w:rsid w:val="00216C54"/>
    <w:rsid w:val="0022305B"/>
    <w:rsid w:val="0022329D"/>
    <w:rsid w:val="00223D46"/>
    <w:rsid w:val="0022761A"/>
    <w:rsid w:val="00230B5B"/>
    <w:rsid w:val="0023599D"/>
    <w:rsid w:val="00236C6B"/>
    <w:rsid w:val="00236CE8"/>
    <w:rsid w:val="00237446"/>
    <w:rsid w:val="0024025C"/>
    <w:rsid w:val="00240A75"/>
    <w:rsid w:val="0024101F"/>
    <w:rsid w:val="00243919"/>
    <w:rsid w:val="00244C55"/>
    <w:rsid w:val="002517E3"/>
    <w:rsid w:val="00263B1A"/>
    <w:rsid w:val="002724F0"/>
    <w:rsid w:val="00272DE3"/>
    <w:rsid w:val="0027424A"/>
    <w:rsid w:val="0027462C"/>
    <w:rsid w:val="002774B2"/>
    <w:rsid w:val="00285130"/>
    <w:rsid w:val="00286318"/>
    <w:rsid w:val="00292F8E"/>
    <w:rsid w:val="002A02BF"/>
    <w:rsid w:val="002A30A0"/>
    <w:rsid w:val="002A4414"/>
    <w:rsid w:val="002A6CFD"/>
    <w:rsid w:val="002A7EDE"/>
    <w:rsid w:val="002B0AB3"/>
    <w:rsid w:val="002B2B55"/>
    <w:rsid w:val="002C0478"/>
    <w:rsid w:val="002C14F3"/>
    <w:rsid w:val="002D1792"/>
    <w:rsid w:val="002D382D"/>
    <w:rsid w:val="002D5200"/>
    <w:rsid w:val="002D7172"/>
    <w:rsid w:val="002E26FB"/>
    <w:rsid w:val="002E4D3E"/>
    <w:rsid w:val="002E566B"/>
    <w:rsid w:val="002E7973"/>
    <w:rsid w:val="002F4656"/>
    <w:rsid w:val="002F5E3D"/>
    <w:rsid w:val="003020A1"/>
    <w:rsid w:val="0030356F"/>
    <w:rsid w:val="00310177"/>
    <w:rsid w:val="00311976"/>
    <w:rsid w:val="003141B4"/>
    <w:rsid w:val="00315D48"/>
    <w:rsid w:val="003165F6"/>
    <w:rsid w:val="00316D98"/>
    <w:rsid w:val="00322400"/>
    <w:rsid w:val="00323A2E"/>
    <w:rsid w:val="00326AA1"/>
    <w:rsid w:val="0033426F"/>
    <w:rsid w:val="003347CF"/>
    <w:rsid w:val="00334BAF"/>
    <w:rsid w:val="003378DB"/>
    <w:rsid w:val="003445FC"/>
    <w:rsid w:val="00344DE1"/>
    <w:rsid w:val="00344E69"/>
    <w:rsid w:val="00346727"/>
    <w:rsid w:val="0035011F"/>
    <w:rsid w:val="00350CBD"/>
    <w:rsid w:val="00351FD0"/>
    <w:rsid w:val="00352494"/>
    <w:rsid w:val="00352CE5"/>
    <w:rsid w:val="00353B89"/>
    <w:rsid w:val="00355389"/>
    <w:rsid w:val="003556BB"/>
    <w:rsid w:val="003556E5"/>
    <w:rsid w:val="003658E3"/>
    <w:rsid w:val="00374125"/>
    <w:rsid w:val="003775E3"/>
    <w:rsid w:val="00382211"/>
    <w:rsid w:val="003A05BE"/>
    <w:rsid w:val="003A1BAB"/>
    <w:rsid w:val="003A213D"/>
    <w:rsid w:val="003A262B"/>
    <w:rsid w:val="003A75E3"/>
    <w:rsid w:val="003A7AE4"/>
    <w:rsid w:val="003B018C"/>
    <w:rsid w:val="003B5B2D"/>
    <w:rsid w:val="003C1CD7"/>
    <w:rsid w:val="003C372E"/>
    <w:rsid w:val="003C5E5D"/>
    <w:rsid w:val="003E057D"/>
    <w:rsid w:val="003E220B"/>
    <w:rsid w:val="003E43B6"/>
    <w:rsid w:val="003E71E5"/>
    <w:rsid w:val="003E72DF"/>
    <w:rsid w:val="003F120E"/>
    <w:rsid w:val="0040388D"/>
    <w:rsid w:val="00411AFD"/>
    <w:rsid w:val="0041246C"/>
    <w:rsid w:val="004142DE"/>
    <w:rsid w:val="00417410"/>
    <w:rsid w:val="00423AC1"/>
    <w:rsid w:val="004268F2"/>
    <w:rsid w:val="00426F33"/>
    <w:rsid w:val="00432232"/>
    <w:rsid w:val="0043244E"/>
    <w:rsid w:val="004328DF"/>
    <w:rsid w:val="00446E01"/>
    <w:rsid w:val="00451459"/>
    <w:rsid w:val="00457B1B"/>
    <w:rsid w:val="00461F4D"/>
    <w:rsid w:val="004637A6"/>
    <w:rsid w:val="00465789"/>
    <w:rsid w:val="00466BCF"/>
    <w:rsid w:val="00467B55"/>
    <w:rsid w:val="00482DE2"/>
    <w:rsid w:val="004906ED"/>
    <w:rsid w:val="00490C12"/>
    <w:rsid w:val="00492BE7"/>
    <w:rsid w:val="00492DF6"/>
    <w:rsid w:val="004966E3"/>
    <w:rsid w:val="004971E5"/>
    <w:rsid w:val="004A0550"/>
    <w:rsid w:val="004B37D3"/>
    <w:rsid w:val="004B4A61"/>
    <w:rsid w:val="004B6532"/>
    <w:rsid w:val="004B6905"/>
    <w:rsid w:val="004C01BA"/>
    <w:rsid w:val="004C4768"/>
    <w:rsid w:val="004C4DC6"/>
    <w:rsid w:val="004C7527"/>
    <w:rsid w:val="004D03CF"/>
    <w:rsid w:val="004D14DC"/>
    <w:rsid w:val="004D366B"/>
    <w:rsid w:val="004D39CB"/>
    <w:rsid w:val="004D3AB6"/>
    <w:rsid w:val="004D46E3"/>
    <w:rsid w:val="004D58F4"/>
    <w:rsid w:val="004E040F"/>
    <w:rsid w:val="004F65B4"/>
    <w:rsid w:val="004F6DCE"/>
    <w:rsid w:val="005013D4"/>
    <w:rsid w:val="00503F48"/>
    <w:rsid w:val="00510316"/>
    <w:rsid w:val="00512D70"/>
    <w:rsid w:val="00516765"/>
    <w:rsid w:val="00516861"/>
    <w:rsid w:val="00517925"/>
    <w:rsid w:val="00521C37"/>
    <w:rsid w:val="00524C96"/>
    <w:rsid w:val="00524F66"/>
    <w:rsid w:val="005261C4"/>
    <w:rsid w:val="00531080"/>
    <w:rsid w:val="00533B7A"/>
    <w:rsid w:val="005348E7"/>
    <w:rsid w:val="0053570E"/>
    <w:rsid w:val="00544FBB"/>
    <w:rsid w:val="00555178"/>
    <w:rsid w:val="00556372"/>
    <w:rsid w:val="0055647C"/>
    <w:rsid w:val="00563C9D"/>
    <w:rsid w:val="0057220D"/>
    <w:rsid w:val="00575791"/>
    <w:rsid w:val="00576F92"/>
    <w:rsid w:val="005866A0"/>
    <w:rsid w:val="005879EB"/>
    <w:rsid w:val="00590A78"/>
    <w:rsid w:val="00590B44"/>
    <w:rsid w:val="00591513"/>
    <w:rsid w:val="0059640E"/>
    <w:rsid w:val="005A15D0"/>
    <w:rsid w:val="005A2BDF"/>
    <w:rsid w:val="005B0670"/>
    <w:rsid w:val="005B08D1"/>
    <w:rsid w:val="005B3C8B"/>
    <w:rsid w:val="005B3F45"/>
    <w:rsid w:val="005B47FF"/>
    <w:rsid w:val="005B7351"/>
    <w:rsid w:val="005C5C5F"/>
    <w:rsid w:val="005C64B6"/>
    <w:rsid w:val="005D4E8C"/>
    <w:rsid w:val="005D648E"/>
    <w:rsid w:val="005E17A5"/>
    <w:rsid w:val="005E6AF6"/>
    <w:rsid w:val="005F06BE"/>
    <w:rsid w:val="005F3E99"/>
    <w:rsid w:val="00602C16"/>
    <w:rsid w:val="00603BC8"/>
    <w:rsid w:val="006107A1"/>
    <w:rsid w:val="006111F5"/>
    <w:rsid w:val="00623315"/>
    <w:rsid w:val="00624081"/>
    <w:rsid w:val="00624645"/>
    <w:rsid w:val="00627908"/>
    <w:rsid w:val="00627A72"/>
    <w:rsid w:val="00632B2D"/>
    <w:rsid w:val="00634443"/>
    <w:rsid w:val="006346BB"/>
    <w:rsid w:val="00637DEB"/>
    <w:rsid w:val="0064111C"/>
    <w:rsid w:val="006432E8"/>
    <w:rsid w:val="0065147A"/>
    <w:rsid w:val="00654BAC"/>
    <w:rsid w:val="00654F62"/>
    <w:rsid w:val="006602FC"/>
    <w:rsid w:val="0066185E"/>
    <w:rsid w:val="00664A0F"/>
    <w:rsid w:val="006661E3"/>
    <w:rsid w:val="006842A5"/>
    <w:rsid w:val="006845A4"/>
    <w:rsid w:val="006849D3"/>
    <w:rsid w:val="00686BF3"/>
    <w:rsid w:val="00690832"/>
    <w:rsid w:val="00691766"/>
    <w:rsid w:val="00693639"/>
    <w:rsid w:val="0069510B"/>
    <w:rsid w:val="006A0C2F"/>
    <w:rsid w:val="006A32E2"/>
    <w:rsid w:val="006A3976"/>
    <w:rsid w:val="006A74D5"/>
    <w:rsid w:val="006B36EF"/>
    <w:rsid w:val="006B4C36"/>
    <w:rsid w:val="006B5393"/>
    <w:rsid w:val="006C2DDB"/>
    <w:rsid w:val="006C6C7B"/>
    <w:rsid w:val="006D0A70"/>
    <w:rsid w:val="006D14E2"/>
    <w:rsid w:val="006D3ADA"/>
    <w:rsid w:val="006D7199"/>
    <w:rsid w:val="006D7BC4"/>
    <w:rsid w:val="006D7DF6"/>
    <w:rsid w:val="006E1664"/>
    <w:rsid w:val="006E4427"/>
    <w:rsid w:val="006E61D7"/>
    <w:rsid w:val="006F208B"/>
    <w:rsid w:val="006F26C6"/>
    <w:rsid w:val="006F27EA"/>
    <w:rsid w:val="006F2E9B"/>
    <w:rsid w:val="00700BDB"/>
    <w:rsid w:val="00702138"/>
    <w:rsid w:val="0070317D"/>
    <w:rsid w:val="007046F1"/>
    <w:rsid w:val="00707AE5"/>
    <w:rsid w:val="0071058C"/>
    <w:rsid w:val="00711623"/>
    <w:rsid w:val="00711B21"/>
    <w:rsid w:val="007125C6"/>
    <w:rsid w:val="00717713"/>
    <w:rsid w:val="00717850"/>
    <w:rsid w:val="00717BC9"/>
    <w:rsid w:val="00717F74"/>
    <w:rsid w:val="00724128"/>
    <w:rsid w:val="007247EA"/>
    <w:rsid w:val="007260B1"/>
    <w:rsid w:val="00727EF6"/>
    <w:rsid w:val="007331E4"/>
    <w:rsid w:val="00736E1D"/>
    <w:rsid w:val="007379A5"/>
    <w:rsid w:val="0076478C"/>
    <w:rsid w:val="00767D29"/>
    <w:rsid w:val="0077032C"/>
    <w:rsid w:val="00770775"/>
    <w:rsid w:val="007725EF"/>
    <w:rsid w:val="00776FCF"/>
    <w:rsid w:val="00777213"/>
    <w:rsid w:val="00785F74"/>
    <w:rsid w:val="007862F0"/>
    <w:rsid w:val="00791C86"/>
    <w:rsid w:val="007921A9"/>
    <w:rsid w:val="007931FE"/>
    <w:rsid w:val="007948A8"/>
    <w:rsid w:val="00795703"/>
    <w:rsid w:val="00795A7C"/>
    <w:rsid w:val="007A03DD"/>
    <w:rsid w:val="007A50C3"/>
    <w:rsid w:val="007A7C30"/>
    <w:rsid w:val="007A7D87"/>
    <w:rsid w:val="007B3480"/>
    <w:rsid w:val="007B4916"/>
    <w:rsid w:val="007B6F5C"/>
    <w:rsid w:val="007C0CD1"/>
    <w:rsid w:val="007C3C20"/>
    <w:rsid w:val="007D0F95"/>
    <w:rsid w:val="007D44CE"/>
    <w:rsid w:val="007E3D72"/>
    <w:rsid w:val="007E4906"/>
    <w:rsid w:val="007F3B32"/>
    <w:rsid w:val="007F455F"/>
    <w:rsid w:val="007F724A"/>
    <w:rsid w:val="007F7402"/>
    <w:rsid w:val="008007CF"/>
    <w:rsid w:val="00802B10"/>
    <w:rsid w:val="00805663"/>
    <w:rsid w:val="008059C3"/>
    <w:rsid w:val="00815146"/>
    <w:rsid w:val="00816F0B"/>
    <w:rsid w:val="00820B07"/>
    <w:rsid w:val="00821205"/>
    <w:rsid w:val="0082358A"/>
    <w:rsid w:val="00825D89"/>
    <w:rsid w:val="00827254"/>
    <w:rsid w:val="008333CF"/>
    <w:rsid w:val="00834043"/>
    <w:rsid w:val="008419A4"/>
    <w:rsid w:val="00852981"/>
    <w:rsid w:val="00861BE7"/>
    <w:rsid w:val="00865057"/>
    <w:rsid w:val="00870237"/>
    <w:rsid w:val="00872A4D"/>
    <w:rsid w:val="0088061F"/>
    <w:rsid w:val="00880BE9"/>
    <w:rsid w:val="00883EA3"/>
    <w:rsid w:val="00886335"/>
    <w:rsid w:val="008A0A06"/>
    <w:rsid w:val="008A0C31"/>
    <w:rsid w:val="008B03D9"/>
    <w:rsid w:val="008B104B"/>
    <w:rsid w:val="008B3DFB"/>
    <w:rsid w:val="008B4539"/>
    <w:rsid w:val="008B56FA"/>
    <w:rsid w:val="008B7D90"/>
    <w:rsid w:val="008C0EED"/>
    <w:rsid w:val="008C27F0"/>
    <w:rsid w:val="008C590E"/>
    <w:rsid w:val="008C7320"/>
    <w:rsid w:val="008D53E3"/>
    <w:rsid w:val="008D5D71"/>
    <w:rsid w:val="008D647D"/>
    <w:rsid w:val="008D6982"/>
    <w:rsid w:val="008E27F2"/>
    <w:rsid w:val="008E71BB"/>
    <w:rsid w:val="008E7812"/>
    <w:rsid w:val="008F26A7"/>
    <w:rsid w:val="008F4BF6"/>
    <w:rsid w:val="009050DF"/>
    <w:rsid w:val="00907592"/>
    <w:rsid w:val="00913A75"/>
    <w:rsid w:val="00914854"/>
    <w:rsid w:val="0091497B"/>
    <w:rsid w:val="009213ED"/>
    <w:rsid w:val="00926FE1"/>
    <w:rsid w:val="00927FE9"/>
    <w:rsid w:val="0093147E"/>
    <w:rsid w:val="00932830"/>
    <w:rsid w:val="00941629"/>
    <w:rsid w:val="00943B9D"/>
    <w:rsid w:val="0095035A"/>
    <w:rsid w:val="00951E0E"/>
    <w:rsid w:val="00951F18"/>
    <w:rsid w:val="009534C8"/>
    <w:rsid w:val="00956C3D"/>
    <w:rsid w:val="009616EF"/>
    <w:rsid w:val="009746EA"/>
    <w:rsid w:val="00983A1D"/>
    <w:rsid w:val="00992823"/>
    <w:rsid w:val="00997ACB"/>
    <w:rsid w:val="00997FF9"/>
    <w:rsid w:val="009A15BE"/>
    <w:rsid w:val="009A5B92"/>
    <w:rsid w:val="009A7FAB"/>
    <w:rsid w:val="009B4466"/>
    <w:rsid w:val="009B5729"/>
    <w:rsid w:val="009C2147"/>
    <w:rsid w:val="009C64E8"/>
    <w:rsid w:val="009D16D9"/>
    <w:rsid w:val="009D1DEE"/>
    <w:rsid w:val="009E52F2"/>
    <w:rsid w:val="009F419F"/>
    <w:rsid w:val="009F7B06"/>
    <w:rsid w:val="00A039BB"/>
    <w:rsid w:val="00A0455E"/>
    <w:rsid w:val="00A059FC"/>
    <w:rsid w:val="00A12166"/>
    <w:rsid w:val="00A12A0D"/>
    <w:rsid w:val="00A1373B"/>
    <w:rsid w:val="00A156A3"/>
    <w:rsid w:val="00A2196C"/>
    <w:rsid w:val="00A21FF7"/>
    <w:rsid w:val="00A22462"/>
    <w:rsid w:val="00A22533"/>
    <w:rsid w:val="00A26B51"/>
    <w:rsid w:val="00A3073E"/>
    <w:rsid w:val="00A30E58"/>
    <w:rsid w:val="00A36293"/>
    <w:rsid w:val="00A378EE"/>
    <w:rsid w:val="00A42E12"/>
    <w:rsid w:val="00A44464"/>
    <w:rsid w:val="00A459D6"/>
    <w:rsid w:val="00A5300D"/>
    <w:rsid w:val="00A57002"/>
    <w:rsid w:val="00A606E5"/>
    <w:rsid w:val="00A60722"/>
    <w:rsid w:val="00A61187"/>
    <w:rsid w:val="00A862EF"/>
    <w:rsid w:val="00A86DA9"/>
    <w:rsid w:val="00A87732"/>
    <w:rsid w:val="00A90C73"/>
    <w:rsid w:val="00A92BB6"/>
    <w:rsid w:val="00A94A52"/>
    <w:rsid w:val="00A9679D"/>
    <w:rsid w:val="00A97BEA"/>
    <w:rsid w:val="00AA2B7A"/>
    <w:rsid w:val="00AA390D"/>
    <w:rsid w:val="00AA7444"/>
    <w:rsid w:val="00AB0DDF"/>
    <w:rsid w:val="00AB221E"/>
    <w:rsid w:val="00AB3956"/>
    <w:rsid w:val="00AB56F9"/>
    <w:rsid w:val="00AC5A0D"/>
    <w:rsid w:val="00AD0E31"/>
    <w:rsid w:val="00AD10F1"/>
    <w:rsid w:val="00AD398E"/>
    <w:rsid w:val="00AF0CE1"/>
    <w:rsid w:val="00AF107E"/>
    <w:rsid w:val="00B01888"/>
    <w:rsid w:val="00B02158"/>
    <w:rsid w:val="00B04F3A"/>
    <w:rsid w:val="00B05A84"/>
    <w:rsid w:val="00B079F0"/>
    <w:rsid w:val="00B101B6"/>
    <w:rsid w:val="00B144D2"/>
    <w:rsid w:val="00B1787F"/>
    <w:rsid w:val="00B22912"/>
    <w:rsid w:val="00B2590E"/>
    <w:rsid w:val="00B3156B"/>
    <w:rsid w:val="00B3229C"/>
    <w:rsid w:val="00B33AAC"/>
    <w:rsid w:val="00B34179"/>
    <w:rsid w:val="00B3527B"/>
    <w:rsid w:val="00B4032B"/>
    <w:rsid w:val="00B42E43"/>
    <w:rsid w:val="00B44A46"/>
    <w:rsid w:val="00B477A4"/>
    <w:rsid w:val="00B57D39"/>
    <w:rsid w:val="00B6280D"/>
    <w:rsid w:val="00B6605B"/>
    <w:rsid w:val="00B77CBF"/>
    <w:rsid w:val="00B80E96"/>
    <w:rsid w:val="00B82B39"/>
    <w:rsid w:val="00B83EB8"/>
    <w:rsid w:val="00B9240F"/>
    <w:rsid w:val="00B934B1"/>
    <w:rsid w:val="00B9543E"/>
    <w:rsid w:val="00BA007A"/>
    <w:rsid w:val="00BA10B2"/>
    <w:rsid w:val="00BA24A5"/>
    <w:rsid w:val="00BA2F75"/>
    <w:rsid w:val="00BB18CC"/>
    <w:rsid w:val="00BC18C1"/>
    <w:rsid w:val="00BC3FC5"/>
    <w:rsid w:val="00BC47B5"/>
    <w:rsid w:val="00BD29C5"/>
    <w:rsid w:val="00BD601C"/>
    <w:rsid w:val="00BD6C62"/>
    <w:rsid w:val="00BE04B4"/>
    <w:rsid w:val="00BE3630"/>
    <w:rsid w:val="00BE3DDB"/>
    <w:rsid w:val="00BE5EB2"/>
    <w:rsid w:val="00BE6058"/>
    <w:rsid w:val="00BE6C4B"/>
    <w:rsid w:val="00BE6EF4"/>
    <w:rsid w:val="00BE70FB"/>
    <w:rsid w:val="00BE73F7"/>
    <w:rsid w:val="00BE7D97"/>
    <w:rsid w:val="00BF124B"/>
    <w:rsid w:val="00BF4699"/>
    <w:rsid w:val="00C016F6"/>
    <w:rsid w:val="00C03286"/>
    <w:rsid w:val="00C111D8"/>
    <w:rsid w:val="00C121AB"/>
    <w:rsid w:val="00C129E9"/>
    <w:rsid w:val="00C132D0"/>
    <w:rsid w:val="00C1740A"/>
    <w:rsid w:val="00C22B44"/>
    <w:rsid w:val="00C246D7"/>
    <w:rsid w:val="00C262C9"/>
    <w:rsid w:val="00C35CA5"/>
    <w:rsid w:val="00C449AA"/>
    <w:rsid w:val="00C44F44"/>
    <w:rsid w:val="00C46557"/>
    <w:rsid w:val="00C52421"/>
    <w:rsid w:val="00C541A9"/>
    <w:rsid w:val="00C54D6F"/>
    <w:rsid w:val="00C55976"/>
    <w:rsid w:val="00C613CC"/>
    <w:rsid w:val="00C6221B"/>
    <w:rsid w:val="00C63ECF"/>
    <w:rsid w:val="00C655A4"/>
    <w:rsid w:val="00C70894"/>
    <w:rsid w:val="00C70F46"/>
    <w:rsid w:val="00C71296"/>
    <w:rsid w:val="00C92B3E"/>
    <w:rsid w:val="00C94657"/>
    <w:rsid w:val="00C9719B"/>
    <w:rsid w:val="00CA1B1D"/>
    <w:rsid w:val="00CA5AF7"/>
    <w:rsid w:val="00CB26CC"/>
    <w:rsid w:val="00CB481A"/>
    <w:rsid w:val="00CB63F2"/>
    <w:rsid w:val="00CC5576"/>
    <w:rsid w:val="00CC633F"/>
    <w:rsid w:val="00CD12D2"/>
    <w:rsid w:val="00CD746C"/>
    <w:rsid w:val="00CE1648"/>
    <w:rsid w:val="00CE16E3"/>
    <w:rsid w:val="00CE257B"/>
    <w:rsid w:val="00CE538F"/>
    <w:rsid w:val="00CE7C30"/>
    <w:rsid w:val="00CF56CA"/>
    <w:rsid w:val="00D0096E"/>
    <w:rsid w:val="00D010E3"/>
    <w:rsid w:val="00D03ACC"/>
    <w:rsid w:val="00D03BE2"/>
    <w:rsid w:val="00D149D1"/>
    <w:rsid w:val="00D21209"/>
    <w:rsid w:val="00D21E6A"/>
    <w:rsid w:val="00D22EE3"/>
    <w:rsid w:val="00D31FD2"/>
    <w:rsid w:val="00D33CD9"/>
    <w:rsid w:val="00D35B9E"/>
    <w:rsid w:val="00D369FE"/>
    <w:rsid w:val="00D4145D"/>
    <w:rsid w:val="00D51B33"/>
    <w:rsid w:val="00D51D20"/>
    <w:rsid w:val="00D60F0C"/>
    <w:rsid w:val="00D6550D"/>
    <w:rsid w:val="00D7033F"/>
    <w:rsid w:val="00D708A9"/>
    <w:rsid w:val="00D73D41"/>
    <w:rsid w:val="00D74AED"/>
    <w:rsid w:val="00D82B9E"/>
    <w:rsid w:val="00D85A84"/>
    <w:rsid w:val="00D91793"/>
    <w:rsid w:val="00D974C8"/>
    <w:rsid w:val="00D97CB9"/>
    <w:rsid w:val="00DA2FC2"/>
    <w:rsid w:val="00DA3EB0"/>
    <w:rsid w:val="00DA6B99"/>
    <w:rsid w:val="00DB1E51"/>
    <w:rsid w:val="00DC1F71"/>
    <w:rsid w:val="00DC294E"/>
    <w:rsid w:val="00DC4E7E"/>
    <w:rsid w:val="00DC68B2"/>
    <w:rsid w:val="00DC708E"/>
    <w:rsid w:val="00DD4313"/>
    <w:rsid w:val="00DF0B2A"/>
    <w:rsid w:val="00DF2ACD"/>
    <w:rsid w:val="00E006DB"/>
    <w:rsid w:val="00E03C23"/>
    <w:rsid w:val="00E113CD"/>
    <w:rsid w:val="00E15338"/>
    <w:rsid w:val="00E15FEB"/>
    <w:rsid w:val="00E17249"/>
    <w:rsid w:val="00E2391F"/>
    <w:rsid w:val="00E25FA6"/>
    <w:rsid w:val="00E26467"/>
    <w:rsid w:val="00E27A37"/>
    <w:rsid w:val="00E30CAF"/>
    <w:rsid w:val="00E3156D"/>
    <w:rsid w:val="00E423CC"/>
    <w:rsid w:val="00E47037"/>
    <w:rsid w:val="00E51074"/>
    <w:rsid w:val="00E61E64"/>
    <w:rsid w:val="00E67AF5"/>
    <w:rsid w:val="00E7115F"/>
    <w:rsid w:val="00E7265D"/>
    <w:rsid w:val="00E80AE0"/>
    <w:rsid w:val="00E811FC"/>
    <w:rsid w:val="00E81BF2"/>
    <w:rsid w:val="00E92175"/>
    <w:rsid w:val="00E928D6"/>
    <w:rsid w:val="00E93652"/>
    <w:rsid w:val="00E94AB0"/>
    <w:rsid w:val="00E977B1"/>
    <w:rsid w:val="00E97E72"/>
    <w:rsid w:val="00EA27DD"/>
    <w:rsid w:val="00EA3514"/>
    <w:rsid w:val="00EA3F96"/>
    <w:rsid w:val="00EA5CAC"/>
    <w:rsid w:val="00EB1DB3"/>
    <w:rsid w:val="00EB3EC8"/>
    <w:rsid w:val="00EB47C0"/>
    <w:rsid w:val="00EB4B44"/>
    <w:rsid w:val="00EB6347"/>
    <w:rsid w:val="00EB72D3"/>
    <w:rsid w:val="00EC4329"/>
    <w:rsid w:val="00ED351D"/>
    <w:rsid w:val="00ED4832"/>
    <w:rsid w:val="00ED7D85"/>
    <w:rsid w:val="00ED7F5C"/>
    <w:rsid w:val="00EE16B6"/>
    <w:rsid w:val="00EE1796"/>
    <w:rsid w:val="00EE2592"/>
    <w:rsid w:val="00EE4227"/>
    <w:rsid w:val="00EE596C"/>
    <w:rsid w:val="00EF75B4"/>
    <w:rsid w:val="00F0014B"/>
    <w:rsid w:val="00F01616"/>
    <w:rsid w:val="00F035D0"/>
    <w:rsid w:val="00F07782"/>
    <w:rsid w:val="00F07A9F"/>
    <w:rsid w:val="00F12A05"/>
    <w:rsid w:val="00F175D9"/>
    <w:rsid w:val="00F2307E"/>
    <w:rsid w:val="00F25041"/>
    <w:rsid w:val="00F263E1"/>
    <w:rsid w:val="00F30358"/>
    <w:rsid w:val="00F33824"/>
    <w:rsid w:val="00F33B2D"/>
    <w:rsid w:val="00F37488"/>
    <w:rsid w:val="00F4599B"/>
    <w:rsid w:val="00F47B17"/>
    <w:rsid w:val="00F54DDB"/>
    <w:rsid w:val="00F6180F"/>
    <w:rsid w:val="00F62163"/>
    <w:rsid w:val="00F6723C"/>
    <w:rsid w:val="00F709C1"/>
    <w:rsid w:val="00F709EF"/>
    <w:rsid w:val="00F71A6D"/>
    <w:rsid w:val="00F727D7"/>
    <w:rsid w:val="00F7479C"/>
    <w:rsid w:val="00F76176"/>
    <w:rsid w:val="00F82305"/>
    <w:rsid w:val="00F848F7"/>
    <w:rsid w:val="00F85EC6"/>
    <w:rsid w:val="00F9679F"/>
    <w:rsid w:val="00FA101C"/>
    <w:rsid w:val="00FA2CA0"/>
    <w:rsid w:val="00FA3291"/>
    <w:rsid w:val="00FA5655"/>
    <w:rsid w:val="00FB176C"/>
    <w:rsid w:val="00FC2AAE"/>
    <w:rsid w:val="00FC3D5A"/>
    <w:rsid w:val="00FC50FB"/>
    <w:rsid w:val="00FC5509"/>
    <w:rsid w:val="00FD3AC1"/>
    <w:rsid w:val="00FD4F35"/>
    <w:rsid w:val="00FD4F3B"/>
    <w:rsid w:val="00FE06CC"/>
    <w:rsid w:val="00FE2CAE"/>
    <w:rsid w:val="00FF24F5"/>
    <w:rsid w:val="00FF3C26"/>
    <w:rsid w:val="00FF3FF9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m1149\Desktop\Carta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0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Filisetti Marco Ugo</cp:lastModifiedBy>
  <cp:revision>3</cp:revision>
  <cp:lastPrinted>2016-04-19T08:38:00Z</cp:lastPrinted>
  <dcterms:created xsi:type="dcterms:W3CDTF">2016-04-19T14:09:00Z</dcterms:created>
  <dcterms:modified xsi:type="dcterms:W3CDTF">2016-04-19T14:09:00Z</dcterms:modified>
</cp:coreProperties>
</file>