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7FB" w:rsidRPr="002807FB" w:rsidRDefault="002807FB" w:rsidP="002807FB">
      <w:pPr>
        <w:rPr>
          <w:rFonts w:asciiTheme="minorHAnsi" w:hAnsiTheme="minorHAnsi" w:cs="Calibri"/>
          <w:sz w:val="22"/>
          <w:szCs w:val="22"/>
        </w:rPr>
      </w:pPr>
      <w:bookmarkStart w:id="0" w:name="_GoBack"/>
      <w:bookmarkEnd w:id="0"/>
    </w:p>
    <w:tbl>
      <w:tblPr>
        <w:tblpPr w:leftFromText="141" w:rightFromText="141" w:vertAnchor="page" w:horzAnchor="margin" w:tblpXSpec="center" w:tblpY="2941"/>
        <w:tblW w:w="104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5746"/>
      </w:tblGrid>
      <w:tr w:rsidR="0089172C" w:rsidTr="0089172C">
        <w:trPr>
          <w:trHeight w:val="888"/>
        </w:trPr>
        <w:tc>
          <w:tcPr>
            <w:tcW w:w="104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9172C" w:rsidRDefault="0089172C" w:rsidP="0089172C">
            <w:pPr>
              <w:spacing w:line="276" w:lineRule="auto"/>
              <w:jc w:val="center"/>
              <w:rPr>
                <w:rFonts w:asciiTheme="minorHAnsi" w:hAnsiTheme="minorHAnsi"/>
                <w:color w:val="002060"/>
                <w:sz w:val="32"/>
                <w:szCs w:val="32"/>
              </w:rPr>
            </w:pPr>
            <w:r w:rsidRPr="00A41C5F">
              <w:rPr>
                <w:rFonts w:asciiTheme="minorHAnsi" w:hAnsiTheme="minorHAnsi"/>
                <w:color w:val="002060"/>
                <w:sz w:val="32"/>
                <w:szCs w:val="32"/>
              </w:rPr>
              <w:t>Da inviare  all’indirizzo</w:t>
            </w:r>
            <w:r>
              <w:rPr>
                <w:rFonts w:asciiTheme="minorHAnsi" w:hAnsiTheme="minorHAnsi"/>
                <w:color w:val="002060"/>
                <w:sz w:val="32"/>
                <w:szCs w:val="32"/>
              </w:rPr>
              <w:t>:</w:t>
            </w:r>
          </w:p>
          <w:p w:rsidR="0089172C" w:rsidRPr="00A41C5F" w:rsidRDefault="0089172C" w:rsidP="0089172C">
            <w:pPr>
              <w:spacing w:line="276" w:lineRule="auto"/>
              <w:jc w:val="center"/>
              <w:rPr>
                <w:rFonts w:asciiTheme="minorHAnsi" w:hAnsiTheme="minorHAnsi"/>
                <w:color w:val="002060"/>
                <w:sz w:val="32"/>
                <w:szCs w:val="32"/>
              </w:rPr>
            </w:pPr>
            <w:r w:rsidRPr="00A41C5F">
              <w:rPr>
                <w:rFonts w:asciiTheme="minorHAnsi" w:hAnsiTheme="minorHAnsi"/>
                <w:color w:val="002060"/>
                <w:sz w:val="32"/>
                <w:szCs w:val="32"/>
              </w:rPr>
              <w:t xml:space="preserve"> </w:t>
            </w:r>
            <w:hyperlink r:id="rId9" w:history="1">
              <w:r w:rsidRPr="00A41C5F">
                <w:rPr>
                  <w:rStyle w:val="Collegamentoipertestuale"/>
                  <w:rFonts w:asciiTheme="minorHAnsi" w:hAnsiTheme="minorHAnsi"/>
                  <w:b/>
                  <w:color w:val="002060"/>
                  <w:sz w:val="32"/>
                  <w:szCs w:val="32"/>
                </w:rPr>
                <w:t>direzione-marche@istruzione.it</w:t>
              </w:r>
            </w:hyperlink>
            <w:r w:rsidRPr="00A41C5F">
              <w:rPr>
                <w:rFonts w:asciiTheme="minorHAnsi" w:hAnsiTheme="minorHAnsi"/>
                <w:color w:val="002060"/>
                <w:sz w:val="32"/>
                <w:szCs w:val="32"/>
              </w:rPr>
              <w:t xml:space="preserve">     </w:t>
            </w:r>
          </w:p>
          <w:p w:rsidR="0089172C" w:rsidRPr="00A41C5F" w:rsidRDefault="0089172C" w:rsidP="0089172C">
            <w:pPr>
              <w:spacing w:line="276" w:lineRule="auto"/>
              <w:jc w:val="center"/>
              <w:rPr>
                <w:rFonts w:asciiTheme="minorHAnsi" w:hAnsiTheme="minorHAnsi"/>
                <w:b/>
                <w:color w:val="002060"/>
                <w:sz w:val="22"/>
                <w:szCs w:val="22"/>
              </w:rPr>
            </w:pPr>
            <w:r w:rsidRPr="00A41C5F">
              <w:rPr>
                <w:rFonts w:asciiTheme="minorHAnsi" w:hAnsiTheme="minorHAnsi"/>
                <w:color w:val="002060"/>
                <w:sz w:val="32"/>
                <w:szCs w:val="32"/>
              </w:rPr>
              <w:t xml:space="preserve">entro il </w:t>
            </w:r>
            <w:r w:rsidRPr="00A41C5F">
              <w:rPr>
                <w:rFonts w:asciiTheme="minorHAnsi" w:hAnsiTheme="minorHAnsi"/>
                <w:b/>
                <w:color w:val="002060"/>
                <w:sz w:val="32"/>
                <w:szCs w:val="32"/>
              </w:rPr>
              <w:t>12 gennaio 2017</w:t>
            </w:r>
          </w:p>
        </w:tc>
      </w:tr>
      <w:tr w:rsidR="0089172C" w:rsidTr="0089172C">
        <w:trPr>
          <w:trHeight w:val="330"/>
        </w:trPr>
        <w:tc>
          <w:tcPr>
            <w:tcW w:w="104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172C" w:rsidRPr="00A41C5F" w:rsidRDefault="0089172C" w:rsidP="0089172C">
            <w:pPr>
              <w:jc w:val="center"/>
              <w:rPr>
                <w:rFonts w:asciiTheme="minorHAnsi" w:hAnsiTheme="minorHAnsi"/>
                <w:b/>
                <w:bCs/>
                <w:color w:val="002060"/>
                <w:sz w:val="36"/>
                <w:szCs w:val="36"/>
              </w:rPr>
            </w:pPr>
            <w:r w:rsidRPr="00A41C5F">
              <w:rPr>
                <w:rFonts w:asciiTheme="minorHAnsi" w:hAnsiTheme="minorHAnsi"/>
                <w:b/>
                <w:bCs/>
                <w:color w:val="002060"/>
                <w:sz w:val="36"/>
                <w:szCs w:val="36"/>
              </w:rPr>
              <w:t xml:space="preserve"> </w:t>
            </w:r>
          </w:p>
        </w:tc>
      </w:tr>
      <w:tr w:rsidR="00EE6688" w:rsidTr="0089172C">
        <w:trPr>
          <w:trHeight w:val="330"/>
        </w:trPr>
        <w:tc>
          <w:tcPr>
            <w:tcW w:w="104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6688" w:rsidRPr="00A41C5F" w:rsidRDefault="00EE6688" w:rsidP="00EE6688">
            <w:pPr>
              <w:jc w:val="center"/>
              <w:rPr>
                <w:rFonts w:asciiTheme="minorHAnsi" w:hAnsiTheme="minorHAnsi"/>
                <w:b/>
                <w:color w:val="002060"/>
                <w:sz w:val="32"/>
                <w:szCs w:val="32"/>
              </w:rPr>
            </w:pPr>
            <w:r w:rsidRPr="00A41C5F">
              <w:rPr>
                <w:rFonts w:asciiTheme="minorHAnsi" w:hAnsiTheme="minorHAnsi"/>
                <w:b/>
                <w:i/>
                <w:color w:val="002060"/>
                <w:sz w:val="32"/>
                <w:szCs w:val="32"/>
              </w:rPr>
              <w:t>Scheda di  adesione</w:t>
            </w:r>
          </w:p>
          <w:p w:rsidR="00EE6688" w:rsidRPr="00A41C5F" w:rsidRDefault="00EE6688" w:rsidP="00EE6688">
            <w:pPr>
              <w:jc w:val="center"/>
              <w:rPr>
                <w:rFonts w:asciiTheme="minorHAnsi" w:hAnsiTheme="minorHAnsi"/>
                <w:b/>
                <w:bCs/>
                <w:color w:val="002060"/>
                <w:sz w:val="36"/>
                <w:szCs w:val="36"/>
              </w:rPr>
            </w:pPr>
            <w:r w:rsidRPr="00A41C5F">
              <w:rPr>
                <w:rFonts w:asciiTheme="minorHAnsi" w:hAnsiTheme="minorHAnsi"/>
                <w:b/>
                <w:bCs/>
                <w:color w:val="002060"/>
                <w:sz w:val="36"/>
                <w:szCs w:val="36"/>
              </w:rPr>
              <w:t>Corso regionale di aggiornamento-formazione FIPAV</w:t>
            </w:r>
          </w:p>
          <w:p w:rsidR="00EE6688" w:rsidRPr="00A41C5F" w:rsidRDefault="00EE6688" w:rsidP="00EE6688">
            <w:pPr>
              <w:jc w:val="center"/>
              <w:rPr>
                <w:rFonts w:asciiTheme="minorHAnsi" w:hAnsiTheme="minorHAnsi"/>
                <w:b/>
                <w:i/>
                <w:color w:val="002060"/>
                <w:sz w:val="32"/>
                <w:szCs w:val="32"/>
              </w:rPr>
            </w:pPr>
            <w:r w:rsidRPr="00A41C5F">
              <w:rPr>
                <w:rFonts w:asciiTheme="minorHAnsi" w:hAnsiTheme="minorHAnsi"/>
                <w:b/>
                <w:bCs/>
                <w:color w:val="002060"/>
                <w:sz w:val="36"/>
                <w:szCs w:val="36"/>
              </w:rPr>
              <w:t>Progetto nazionale Sport di Classe S3</w:t>
            </w:r>
          </w:p>
        </w:tc>
      </w:tr>
      <w:tr w:rsidR="0089172C" w:rsidTr="0089172C">
        <w:trPr>
          <w:trHeight w:val="330"/>
        </w:trPr>
        <w:tc>
          <w:tcPr>
            <w:tcW w:w="104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172C" w:rsidRPr="0039732F" w:rsidRDefault="0089172C" w:rsidP="0089172C">
            <w:pPr>
              <w:rPr>
                <w:rFonts w:asciiTheme="minorHAnsi" w:hAnsiTheme="minorHAnsi"/>
                <w:b/>
                <w:bCs/>
                <w:color w:val="002060"/>
                <w:sz w:val="32"/>
                <w:szCs w:val="22"/>
              </w:rPr>
            </w:pPr>
            <w:r w:rsidRPr="00A41C5F">
              <w:rPr>
                <w:rFonts w:asciiTheme="minorHAnsi" w:hAnsiTheme="minorHAnsi"/>
                <w:b/>
                <w:bCs/>
                <w:color w:val="002060"/>
                <w:sz w:val="32"/>
                <w:szCs w:val="22"/>
              </w:rPr>
              <w:t>PROVINCIA</w:t>
            </w:r>
            <w:r w:rsidRPr="00A41C5F">
              <w:rPr>
                <w:rFonts w:asciiTheme="minorHAnsi" w:hAnsiTheme="minorHAnsi"/>
                <w:b/>
                <w:bCs/>
                <w:color w:val="002060"/>
                <w:sz w:val="22"/>
                <w:szCs w:val="22"/>
              </w:rPr>
              <w:t xml:space="preserve"> </w:t>
            </w:r>
            <w:r w:rsidRPr="00A41C5F">
              <w:rPr>
                <w:rFonts w:asciiTheme="minorHAnsi" w:hAnsiTheme="minorHAnsi"/>
                <w:bCs/>
                <w:color w:val="002060"/>
                <w:sz w:val="22"/>
                <w:szCs w:val="22"/>
              </w:rPr>
              <w:t>___________________________________</w:t>
            </w:r>
          </w:p>
        </w:tc>
      </w:tr>
      <w:tr w:rsidR="0089172C" w:rsidTr="0089172C">
        <w:trPr>
          <w:trHeight w:val="450"/>
        </w:trPr>
        <w:tc>
          <w:tcPr>
            <w:tcW w:w="10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72C" w:rsidRPr="00A41C5F" w:rsidRDefault="0089172C" w:rsidP="0089172C">
            <w:pPr>
              <w:rPr>
                <w:rFonts w:asciiTheme="minorHAnsi" w:hAnsiTheme="minorHAnsi"/>
                <w:bCs/>
                <w:color w:val="002060"/>
                <w:sz w:val="22"/>
                <w:szCs w:val="22"/>
              </w:rPr>
            </w:pPr>
          </w:p>
          <w:p w:rsidR="0089172C" w:rsidRPr="00A41C5F" w:rsidRDefault="0089172C" w:rsidP="0089172C">
            <w:pPr>
              <w:rPr>
                <w:rFonts w:asciiTheme="minorHAnsi" w:hAnsiTheme="minorHAnsi"/>
                <w:bCs/>
                <w:color w:val="002060"/>
                <w:sz w:val="22"/>
                <w:szCs w:val="22"/>
              </w:rPr>
            </w:pPr>
          </w:p>
          <w:p w:rsidR="0089172C" w:rsidRPr="00A41C5F" w:rsidRDefault="0089172C" w:rsidP="0089172C">
            <w:pPr>
              <w:rPr>
                <w:rFonts w:asciiTheme="minorHAnsi" w:hAnsiTheme="minorHAnsi"/>
                <w:bCs/>
                <w:color w:val="002060"/>
                <w:sz w:val="22"/>
                <w:szCs w:val="22"/>
              </w:rPr>
            </w:pPr>
            <w:r w:rsidRPr="00A41C5F">
              <w:rPr>
                <w:rFonts w:asciiTheme="minorHAnsi" w:hAnsiTheme="minorHAnsi"/>
                <w:color w:val="002060"/>
                <w:sz w:val="22"/>
                <w:szCs w:val="22"/>
              </w:rPr>
              <w:t xml:space="preserve">Il docente,  </w:t>
            </w:r>
            <w:r w:rsidRPr="00A41C5F">
              <w:rPr>
                <w:rFonts w:asciiTheme="minorHAnsi" w:hAnsiTheme="minorHAnsi"/>
                <w:bCs/>
                <w:color w:val="002060"/>
                <w:sz w:val="22"/>
                <w:szCs w:val="22"/>
              </w:rPr>
              <w:t>cognome e  nome     ….……………………………………………………………….….</w:t>
            </w:r>
          </w:p>
          <w:p w:rsidR="0089172C" w:rsidRPr="00A41C5F" w:rsidRDefault="0089172C" w:rsidP="0089172C">
            <w:pPr>
              <w:rPr>
                <w:rFonts w:asciiTheme="minorHAnsi" w:hAnsiTheme="minorHAnsi"/>
                <w:bCs/>
                <w:color w:val="002060"/>
                <w:sz w:val="22"/>
                <w:szCs w:val="22"/>
              </w:rPr>
            </w:pPr>
          </w:p>
          <w:p w:rsidR="0089172C" w:rsidRPr="00A41C5F" w:rsidRDefault="0089172C" w:rsidP="0089172C">
            <w:pPr>
              <w:rPr>
                <w:rFonts w:asciiTheme="minorHAnsi" w:hAnsiTheme="minorHAnsi"/>
                <w:bCs/>
                <w:color w:val="002060"/>
                <w:sz w:val="22"/>
                <w:szCs w:val="22"/>
              </w:rPr>
            </w:pPr>
            <w:r w:rsidRPr="00A41C5F">
              <w:rPr>
                <w:rFonts w:asciiTheme="minorHAnsi" w:hAnsiTheme="minorHAnsi"/>
                <w:bCs/>
                <w:color w:val="002060"/>
                <w:sz w:val="22"/>
                <w:szCs w:val="22"/>
              </w:rPr>
              <w:t>Email    ……………………………………..@......................................................................................</w:t>
            </w:r>
          </w:p>
          <w:p w:rsidR="0089172C" w:rsidRPr="00A41C5F" w:rsidRDefault="0089172C" w:rsidP="0089172C">
            <w:pPr>
              <w:rPr>
                <w:rFonts w:asciiTheme="minorHAnsi" w:hAnsiTheme="minorHAnsi"/>
                <w:color w:val="002060"/>
                <w:sz w:val="22"/>
                <w:szCs w:val="22"/>
              </w:rPr>
            </w:pPr>
          </w:p>
        </w:tc>
      </w:tr>
      <w:tr w:rsidR="0089172C" w:rsidTr="0089172C">
        <w:trPr>
          <w:trHeight w:val="450"/>
        </w:trPr>
        <w:tc>
          <w:tcPr>
            <w:tcW w:w="10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72C" w:rsidRPr="00A41C5F" w:rsidRDefault="0089172C" w:rsidP="0089172C">
            <w:pPr>
              <w:rPr>
                <w:rFonts w:asciiTheme="minorHAnsi" w:hAnsiTheme="minorHAnsi"/>
                <w:bCs/>
                <w:color w:val="002060"/>
                <w:sz w:val="22"/>
                <w:szCs w:val="22"/>
              </w:rPr>
            </w:pPr>
          </w:p>
          <w:p w:rsidR="0089172C" w:rsidRPr="00A41C5F" w:rsidRDefault="0089172C" w:rsidP="0089172C">
            <w:pPr>
              <w:rPr>
                <w:rFonts w:asciiTheme="minorHAnsi" w:hAnsiTheme="minorHAnsi"/>
                <w:bCs/>
                <w:color w:val="002060"/>
                <w:sz w:val="22"/>
                <w:szCs w:val="22"/>
              </w:rPr>
            </w:pPr>
          </w:p>
          <w:p w:rsidR="0089172C" w:rsidRPr="00A41C5F" w:rsidRDefault="0089172C" w:rsidP="0089172C">
            <w:pPr>
              <w:rPr>
                <w:rFonts w:asciiTheme="minorHAnsi" w:hAnsiTheme="minorHAnsi"/>
                <w:bCs/>
                <w:color w:val="002060"/>
                <w:sz w:val="22"/>
                <w:szCs w:val="22"/>
              </w:rPr>
            </w:pPr>
            <w:r w:rsidRPr="00A41C5F">
              <w:rPr>
                <w:rFonts w:asciiTheme="minorHAnsi" w:hAnsiTheme="minorHAnsi"/>
                <w:bCs/>
                <w:color w:val="002060"/>
                <w:sz w:val="22"/>
                <w:szCs w:val="22"/>
              </w:rPr>
              <w:t>In servizio presso l’Istituto Scolastico ……………………………………………………………………</w:t>
            </w:r>
          </w:p>
          <w:p w:rsidR="0089172C" w:rsidRPr="00A41C5F" w:rsidRDefault="0089172C" w:rsidP="0089172C">
            <w:pPr>
              <w:rPr>
                <w:rFonts w:asciiTheme="minorHAnsi" w:hAnsiTheme="minorHAnsi"/>
                <w:bCs/>
                <w:color w:val="002060"/>
                <w:sz w:val="22"/>
                <w:szCs w:val="22"/>
              </w:rPr>
            </w:pPr>
          </w:p>
        </w:tc>
      </w:tr>
      <w:tr w:rsidR="0089172C" w:rsidTr="0089172C">
        <w:trPr>
          <w:trHeight w:val="420"/>
        </w:trPr>
        <w:tc>
          <w:tcPr>
            <w:tcW w:w="10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72C" w:rsidRPr="00DA0641" w:rsidRDefault="0089172C" w:rsidP="00DA0641">
            <w:pPr>
              <w:jc w:val="center"/>
              <w:rPr>
                <w:rFonts w:asciiTheme="minorHAnsi" w:hAnsiTheme="minorHAnsi"/>
                <w:b/>
                <w:bCs/>
                <w:color w:val="002060"/>
                <w:sz w:val="22"/>
                <w:szCs w:val="22"/>
              </w:rPr>
            </w:pPr>
          </w:p>
          <w:p w:rsidR="0089172C" w:rsidRPr="00DA0641" w:rsidRDefault="0089172C" w:rsidP="00DA0641">
            <w:pPr>
              <w:jc w:val="center"/>
              <w:rPr>
                <w:rFonts w:asciiTheme="minorHAnsi" w:hAnsiTheme="minorHAnsi"/>
                <w:b/>
                <w:bCs/>
                <w:color w:val="002060"/>
                <w:sz w:val="22"/>
                <w:szCs w:val="22"/>
              </w:rPr>
            </w:pPr>
            <w:r w:rsidRPr="00DA0641">
              <w:rPr>
                <w:rFonts w:asciiTheme="minorHAnsi" w:hAnsiTheme="minorHAnsi"/>
                <w:b/>
                <w:bCs/>
                <w:color w:val="002060"/>
                <w:sz w:val="22"/>
                <w:szCs w:val="22"/>
              </w:rPr>
              <w:t>Chiede di partecipare al corso in oggetto.</w:t>
            </w:r>
          </w:p>
          <w:p w:rsidR="0089172C" w:rsidRPr="00DA0641" w:rsidRDefault="0089172C" w:rsidP="00DA0641">
            <w:pPr>
              <w:jc w:val="center"/>
              <w:rPr>
                <w:rFonts w:asciiTheme="minorHAnsi" w:hAnsiTheme="minorHAnsi"/>
                <w:b/>
                <w:bCs/>
                <w:color w:val="002060"/>
                <w:sz w:val="22"/>
                <w:szCs w:val="22"/>
              </w:rPr>
            </w:pPr>
          </w:p>
        </w:tc>
      </w:tr>
      <w:tr w:rsidR="0089172C" w:rsidTr="0089172C">
        <w:trPr>
          <w:trHeight w:val="56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72C" w:rsidRPr="00A41C5F" w:rsidRDefault="0089172C" w:rsidP="0089172C">
            <w:pPr>
              <w:rPr>
                <w:rFonts w:asciiTheme="minorHAnsi" w:hAnsiTheme="minorHAnsi"/>
                <w:color w:val="002060"/>
                <w:sz w:val="22"/>
                <w:szCs w:val="22"/>
              </w:rPr>
            </w:pPr>
            <w:r w:rsidRPr="00A41C5F">
              <w:rPr>
                <w:rFonts w:asciiTheme="minorHAnsi" w:hAnsiTheme="minorHAnsi"/>
                <w:bCs/>
                <w:color w:val="002060"/>
                <w:sz w:val="22"/>
                <w:szCs w:val="22"/>
              </w:rPr>
              <w:t>Data</w:t>
            </w:r>
          </w:p>
        </w:tc>
        <w:tc>
          <w:tcPr>
            <w:tcW w:w="5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72C" w:rsidRPr="00A41C5F" w:rsidRDefault="0089172C" w:rsidP="0089172C">
            <w:pPr>
              <w:rPr>
                <w:rFonts w:asciiTheme="minorHAnsi" w:hAnsiTheme="minorHAnsi"/>
                <w:color w:val="002060"/>
                <w:sz w:val="22"/>
                <w:szCs w:val="22"/>
              </w:rPr>
            </w:pPr>
            <w:r w:rsidRPr="00A41C5F">
              <w:rPr>
                <w:rFonts w:asciiTheme="minorHAnsi" w:hAnsiTheme="minorHAnsi"/>
                <w:color w:val="002060"/>
                <w:sz w:val="22"/>
                <w:szCs w:val="22"/>
              </w:rPr>
              <w:t xml:space="preserve">Firma del Docente </w:t>
            </w:r>
          </w:p>
          <w:p w:rsidR="0089172C" w:rsidRPr="00A41C5F" w:rsidRDefault="0089172C" w:rsidP="0089172C">
            <w:pPr>
              <w:rPr>
                <w:rFonts w:asciiTheme="minorHAnsi" w:hAnsiTheme="minorHAnsi"/>
                <w:color w:val="002060"/>
                <w:sz w:val="22"/>
                <w:szCs w:val="22"/>
              </w:rPr>
            </w:pPr>
          </w:p>
          <w:p w:rsidR="0089172C" w:rsidRPr="00A41C5F" w:rsidRDefault="0089172C" w:rsidP="0089172C">
            <w:pPr>
              <w:rPr>
                <w:rFonts w:asciiTheme="minorHAnsi" w:hAnsiTheme="minorHAnsi"/>
                <w:color w:val="002060"/>
                <w:sz w:val="22"/>
                <w:szCs w:val="22"/>
              </w:rPr>
            </w:pPr>
          </w:p>
        </w:tc>
      </w:tr>
      <w:tr w:rsidR="0089172C" w:rsidTr="0089172C">
        <w:trPr>
          <w:trHeight w:val="103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72C" w:rsidRPr="00A41C5F" w:rsidRDefault="0089172C" w:rsidP="0089172C">
            <w:pPr>
              <w:rPr>
                <w:color w:val="002060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172C" w:rsidRPr="00A41C5F" w:rsidRDefault="0089172C" w:rsidP="0089172C">
            <w:pPr>
              <w:rPr>
                <w:rFonts w:asciiTheme="minorHAnsi" w:hAnsiTheme="minorHAnsi"/>
                <w:color w:val="002060"/>
                <w:sz w:val="22"/>
                <w:szCs w:val="22"/>
              </w:rPr>
            </w:pPr>
            <w:r w:rsidRPr="00A41C5F">
              <w:rPr>
                <w:rFonts w:asciiTheme="minorHAnsi" w:hAnsiTheme="minorHAnsi"/>
                <w:color w:val="002060"/>
                <w:sz w:val="22"/>
                <w:szCs w:val="22"/>
              </w:rPr>
              <w:t>Firma del Dirigente Scolastico</w:t>
            </w:r>
          </w:p>
          <w:p w:rsidR="0089172C" w:rsidRPr="00A41C5F" w:rsidRDefault="0089172C" w:rsidP="0089172C">
            <w:pPr>
              <w:rPr>
                <w:rFonts w:asciiTheme="minorHAnsi" w:hAnsiTheme="minorHAnsi"/>
                <w:color w:val="002060"/>
                <w:sz w:val="22"/>
                <w:szCs w:val="22"/>
              </w:rPr>
            </w:pPr>
          </w:p>
          <w:p w:rsidR="0089172C" w:rsidRPr="00A41C5F" w:rsidRDefault="0089172C" w:rsidP="0089172C">
            <w:pPr>
              <w:rPr>
                <w:rFonts w:asciiTheme="minorHAnsi" w:hAnsiTheme="minorHAnsi"/>
                <w:color w:val="002060"/>
                <w:sz w:val="22"/>
                <w:szCs w:val="22"/>
              </w:rPr>
            </w:pPr>
          </w:p>
          <w:p w:rsidR="0089172C" w:rsidRPr="00A41C5F" w:rsidRDefault="0089172C" w:rsidP="0089172C">
            <w:pPr>
              <w:rPr>
                <w:rFonts w:asciiTheme="minorHAnsi" w:hAnsiTheme="minorHAnsi"/>
                <w:color w:val="002060"/>
                <w:sz w:val="22"/>
                <w:szCs w:val="22"/>
              </w:rPr>
            </w:pPr>
          </w:p>
        </w:tc>
      </w:tr>
    </w:tbl>
    <w:p w:rsidR="0036727B" w:rsidRPr="0036727B" w:rsidRDefault="0036727B" w:rsidP="0089172C">
      <w:pPr>
        <w:tabs>
          <w:tab w:val="left" w:pos="1005"/>
        </w:tabs>
        <w:jc w:val="both"/>
        <w:textAlignment w:val="auto"/>
        <w:rPr>
          <w:sz w:val="28"/>
          <w:szCs w:val="16"/>
        </w:rPr>
      </w:pPr>
    </w:p>
    <w:sectPr w:rsidR="0036727B" w:rsidRPr="0036727B" w:rsidSect="00DD6016">
      <w:headerReference w:type="default" r:id="rId10"/>
      <w:footerReference w:type="default" r:id="rId11"/>
      <w:pgSz w:w="11907" w:h="16840"/>
      <w:pgMar w:top="1418" w:right="1418" w:bottom="851" w:left="1418" w:header="0" w:footer="9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DAD" w:rsidRDefault="00496DAD">
      <w:r>
        <w:separator/>
      </w:r>
    </w:p>
  </w:endnote>
  <w:endnote w:type="continuationSeparator" w:id="0">
    <w:p w:rsidR="00496DAD" w:rsidRDefault="0049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377" w:rsidRDefault="00280377" w:rsidP="00EB0EE7">
    <w:pPr>
      <w:pStyle w:val="Pidipagina"/>
      <w:rPr>
        <w:rFonts w:asciiTheme="minorHAnsi" w:hAnsiTheme="minorHAnsi" w:cs="Arial"/>
        <w:sz w:val="16"/>
        <w:szCs w:val="16"/>
      </w:rPr>
    </w:pPr>
    <w:r w:rsidRPr="00280377">
      <w:rPr>
        <w:rFonts w:asciiTheme="minorHAnsi" w:hAnsiTheme="minorHAnsi" w:cs="Arial"/>
        <w:sz w:val="16"/>
        <w:szCs w:val="16"/>
      </w:rPr>
      <w:t>201701040830formazione fipav_S3 p10_p11 progetti nazionali_codiceID.A4.1_pn1617_56</w:t>
    </w:r>
  </w:p>
  <w:p w:rsidR="00280377" w:rsidRDefault="00280377" w:rsidP="00EB0EE7">
    <w:pPr>
      <w:pStyle w:val="Pidipagina"/>
      <w:jc w:val="center"/>
      <w:rPr>
        <w:rFonts w:asciiTheme="minorHAnsi" w:hAnsiTheme="minorHAnsi" w:cs="Arial"/>
        <w:sz w:val="18"/>
        <w:szCs w:val="18"/>
      </w:rPr>
    </w:pPr>
  </w:p>
  <w:p w:rsidR="00EB0EE7" w:rsidRDefault="00EB0EE7" w:rsidP="00EB0EE7">
    <w:pPr>
      <w:pStyle w:val="Pidipagina"/>
      <w:jc w:val="center"/>
      <w:rPr>
        <w:rFonts w:asciiTheme="minorHAnsi" w:hAnsiTheme="minorHAnsi" w:cs="Arial"/>
        <w:sz w:val="18"/>
        <w:szCs w:val="18"/>
      </w:rPr>
    </w:pPr>
    <w:r>
      <w:rPr>
        <w:rFonts w:asciiTheme="minorHAnsi" w:hAnsiTheme="minorHAnsi" w:cs="Arial"/>
        <w:sz w:val="18"/>
        <w:szCs w:val="18"/>
      </w:rPr>
      <w:t xml:space="preserve">Via XXV Aprile, 19  - </w:t>
    </w:r>
    <w:r>
      <w:rPr>
        <w:rFonts w:asciiTheme="minorHAnsi" w:hAnsiTheme="minorHAnsi" w:cs="Arial"/>
        <w:smallCaps/>
        <w:sz w:val="18"/>
        <w:szCs w:val="18"/>
      </w:rPr>
      <w:t>Ancona</w:t>
    </w:r>
    <w:r>
      <w:rPr>
        <w:rFonts w:asciiTheme="minorHAnsi" w:hAnsiTheme="minorHAnsi" w:cs="Arial"/>
        <w:sz w:val="18"/>
        <w:szCs w:val="18"/>
      </w:rPr>
      <w:t xml:space="preserve"> - tel. 071 22 951 –  indirizzo posta elettronica certificata </w:t>
    </w:r>
    <w:hyperlink r:id="rId1" w:history="1">
      <w:r>
        <w:rPr>
          <w:rStyle w:val="Collegamentoipertestuale"/>
          <w:rFonts w:asciiTheme="minorHAnsi" w:hAnsiTheme="minorHAnsi" w:cs="Arial"/>
          <w:sz w:val="18"/>
          <w:szCs w:val="18"/>
        </w:rPr>
        <w:t>drma@postacert.istruzione.it</w:t>
      </w:r>
    </w:hyperlink>
  </w:p>
  <w:p w:rsidR="00EB0EE7" w:rsidRDefault="00EB0EE7" w:rsidP="00EB0EE7">
    <w:pPr>
      <w:pStyle w:val="Pidipagina"/>
      <w:jc w:val="center"/>
      <w:rPr>
        <w:rFonts w:asciiTheme="minorHAnsi" w:hAnsiTheme="minorHAnsi" w:cs="Arial"/>
        <w:sz w:val="18"/>
        <w:szCs w:val="18"/>
      </w:rPr>
    </w:pPr>
    <w:r>
      <w:rPr>
        <w:rFonts w:asciiTheme="minorHAnsi" w:hAnsiTheme="minorHAnsi" w:cs="Arial"/>
        <w:sz w:val="18"/>
        <w:szCs w:val="18"/>
      </w:rPr>
      <w:t xml:space="preserve">indirizzo posta elettronica ordinaria </w:t>
    </w:r>
    <w:hyperlink r:id="rId2" w:history="1">
      <w:r>
        <w:rPr>
          <w:rStyle w:val="Collegamentoipertestuale"/>
          <w:rFonts w:asciiTheme="minorHAnsi" w:hAnsiTheme="minorHAnsi" w:cs="Arial"/>
          <w:sz w:val="18"/>
          <w:szCs w:val="18"/>
        </w:rPr>
        <w:t>direzione-marche@istruzione.it</w:t>
      </w:r>
    </w:hyperlink>
    <w:r>
      <w:rPr>
        <w:rFonts w:asciiTheme="minorHAnsi" w:hAnsiTheme="minorHAnsi" w:cs="Arial"/>
        <w:sz w:val="18"/>
        <w:szCs w:val="18"/>
      </w:rPr>
      <w:t xml:space="preserve"> – sito WEB </w:t>
    </w:r>
    <w:hyperlink r:id="rId3" w:history="1">
      <w:r>
        <w:rPr>
          <w:rStyle w:val="Collegamentoipertestuale"/>
          <w:rFonts w:asciiTheme="minorHAnsi" w:hAnsiTheme="minorHAnsi" w:cs="Arial"/>
          <w:sz w:val="18"/>
          <w:szCs w:val="18"/>
        </w:rPr>
        <w:t>http://www.marche.istruzione.it</w:t>
      </w:r>
    </w:hyperlink>
  </w:p>
  <w:p w:rsidR="002E6CB5" w:rsidRPr="006F4E6F" w:rsidRDefault="002E6CB5" w:rsidP="00136AAF">
    <w:pPr>
      <w:pStyle w:val="Pidipagina"/>
      <w:rPr>
        <w:szCs w:val="15"/>
      </w:rPr>
    </w:pPr>
  </w:p>
  <w:p w:rsidR="002E6CB5" w:rsidRPr="00136AAF" w:rsidRDefault="002E6CB5" w:rsidP="00136AAF">
    <w:pPr>
      <w:pStyle w:val="Pidipagin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DAD" w:rsidRDefault="00496DAD">
      <w:r>
        <w:separator/>
      </w:r>
    </w:p>
  </w:footnote>
  <w:footnote w:type="continuationSeparator" w:id="0">
    <w:p w:rsidR="00496DAD" w:rsidRDefault="00496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E24C0C"/>
    <w:multiLevelType w:val="hybridMultilevel"/>
    <w:tmpl w:val="68DC33D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EE7"/>
    <w:rsid w:val="00001A60"/>
    <w:rsid w:val="000734D8"/>
    <w:rsid w:val="000915CD"/>
    <w:rsid w:val="000D4A38"/>
    <w:rsid w:val="001169C1"/>
    <w:rsid w:val="00124175"/>
    <w:rsid w:val="00127E29"/>
    <w:rsid w:val="001328E3"/>
    <w:rsid w:val="00136AAF"/>
    <w:rsid w:val="00140EC3"/>
    <w:rsid w:val="001446D9"/>
    <w:rsid w:val="001C586C"/>
    <w:rsid w:val="001C797D"/>
    <w:rsid w:val="002173AC"/>
    <w:rsid w:val="002323A8"/>
    <w:rsid w:val="00247B14"/>
    <w:rsid w:val="0026310E"/>
    <w:rsid w:val="00270A1B"/>
    <w:rsid w:val="00280377"/>
    <w:rsid w:val="002807FB"/>
    <w:rsid w:val="002A2A80"/>
    <w:rsid w:val="002E1E4C"/>
    <w:rsid w:val="002E6CB5"/>
    <w:rsid w:val="002F0484"/>
    <w:rsid w:val="002F39BA"/>
    <w:rsid w:val="002F45C3"/>
    <w:rsid w:val="00325D26"/>
    <w:rsid w:val="00326968"/>
    <w:rsid w:val="00340F90"/>
    <w:rsid w:val="003540F3"/>
    <w:rsid w:val="0036727B"/>
    <w:rsid w:val="003942AC"/>
    <w:rsid w:val="00396DCD"/>
    <w:rsid w:val="0039732F"/>
    <w:rsid w:val="0039798F"/>
    <w:rsid w:val="003A2189"/>
    <w:rsid w:val="003B10D1"/>
    <w:rsid w:val="003B4C21"/>
    <w:rsid w:val="003C6398"/>
    <w:rsid w:val="003D515B"/>
    <w:rsid w:val="00425995"/>
    <w:rsid w:val="00427F65"/>
    <w:rsid w:val="00433C0E"/>
    <w:rsid w:val="00451B49"/>
    <w:rsid w:val="0047283F"/>
    <w:rsid w:val="00496DAD"/>
    <w:rsid w:val="00500132"/>
    <w:rsid w:val="005173B6"/>
    <w:rsid w:val="00522752"/>
    <w:rsid w:val="00527FC3"/>
    <w:rsid w:val="005444CC"/>
    <w:rsid w:val="005767F2"/>
    <w:rsid w:val="00586341"/>
    <w:rsid w:val="00591E18"/>
    <w:rsid w:val="005A09C8"/>
    <w:rsid w:val="005B1070"/>
    <w:rsid w:val="005C43A3"/>
    <w:rsid w:val="005D0EF5"/>
    <w:rsid w:val="005E72F2"/>
    <w:rsid w:val="005F366E"/>
    <w:rsid w:val="00621B06"/>
    <w:rsid w:val="0062214C"/>
    <w:rsid w:val="006244B4"/>
    <w:rsid w:val="0066114A"/>
    <w:rsid w:val="006706A8"/>
    <w:rsid w:val="00686718"/>
    <w:rsid w:val="00687AB4"/>
    <w:rsid w:val="006A2BB1"/>
    <w:rsid w:val="006B34B4"/>
    <w:rsid w:val="006D43B8"/>
    <w:rsid w:val="006E4A3F"/>
    <w:rsid w:val="007132A3"/>
    <w:rsid w:val="007228EE"/>
    <w:rsid w:val="00725996"/>
    <w:rsid w:val="0073795F"/>
    <w:rsid w:val="00775FB1"/>
    <w:rsid w:val="00777C59"/>
    <w:rsid w:val="00787314"/>
    <w:rsid w:val="007E4897"/>
    <w:rsid w:val="00805F59"/>
    <w:rsid w:val="00816A41"/>
    <w:rsid w:val="00820087"/>
    <w:rsid w:val="00831A5E"/>
    <w:rsid w:val="00852EEF"/>
    <w:rsid w:val="00856D0E"/>
    <w:rsid w:val="00870D4B"/>
    <w:rsid w:val="00873211"/>
    <w:rsid w:val="0089172C"/>
    <w:rsid w:val="008A3D06"/>
    <w:rsid w:val="008A6009"/>
    <w:rsid w:val="008B4793"/>
    <w:rsid w:val="008C5CA0"/>
    <w:rsid w:val="008D02AB"/>
    <w:rsid w:val="008E19E4"/>
    <w:rsid w:val="00911C62"/>
    <w:rsid w:val="009306A6"/>
    <w:rsid w:val="00944011"/>
    <w:rsid w:val="00946D31"/>
    <w:rsid w:val="0095088A"/>
    <w:rsid w:val="00952391"/>
    <w:rsid w:val="0095601C"/>
    <w:rsid w:val="00965073"/>
    <w:rsid w:val="00990D6F"/>
    <w:rsid w:val="00995801"/>
    <w:rsid w:val="009A270E"/>
    <w:rsid w:val="009A5CFE"/>
    <w:rsid w:val="009C4538"/>
    <w:rsid w:val="009C6DB4"/>
    <w:rsid w:val="00A06A97"/>
    <w:rsid w:val="00A25362"/>
    <w:rsid w:val="00A41C5F"/>
    <w:rsid w:val="00A43D45"/>
    <w:rsid w:val="00A83D25"/>
    <w:rsid w:val="00A95000"/>
    <w:rsid w:val="00AA7A72"/>
    <w:rsid w:val="00AC63AB"/>
    <w:rsid w:val="00AD1B6A"/>
    <w:rsid w:val="00B44958"/>
    <w:rsid w:val="00B76DBD"/>
    <w:rsid w:val="00B9297F"/>
    <w:rsid w:val="00BA4C0A"/>
    <w:rsid w:val="00BC1989"/>
    <w:rsid w:val="00C464E1"/>
    <w:rsid w:val="00C53192"/>
    <w:rsid w:val="00C66C50"/>
    <w:rsid w:val="00C70734"/>
    <w:rsid w:val="00C83861"/>
    <w:rsid w:val="00CA0A7A"/>
    <w:rsid w:val="00CB5EC4"/>
    <w:rsid w:val="00CC3989"/>
    <w:rsid w:val="00D055F5"/>
    <w:rsid w:val="00D256A6"/>
    <w:rsid w:val="00D42316"/>
    <w:rsid w:val="00D5029E"/>
    <w:rsid w:val="00D643CA"/>
    <w:rsid w:val="00D70B9C"/>
    <w:rsid w:val="00D82860"/>
    <w:rsid w:val="00D83871"/>
    <w:rsid w:val="00D876A3"/>
    <w:rsid w:val="00DA0641"/>
    <w:rsid w:val="00DC42D1"/>
    <w:rsid w:val="00DD16E5"/>
    <w:rsid w:val="00DD1DAC"/>
    <w:rsid w:val="00DD6016"/>
    <w:rsid w:val="00DF5567"/>
    <w:rsid w:val="00E42106"/>
    <w:rsid w:val="00E472AC"/>
    <w:rsid w:val="00E634CE"/>
    <w:rsid w:val="00E74F27"/>
    <w:rsid w:val="00E75EFE"/>
    <w:rsid w:val="00EB0EE7"/>
    <w:rsid w:val="00ED17F6"/>
    <w:rsid w:val="00EE3DF0"/>
    <w:rsid w:val="00EE6688"/>
    <w:rsid w:val="00F00EC1"/>
    <w:rsid w:val="00F658DB"/>
    <w:rsid w:val="00F70D7B"/>
    <w:rsid w:val="00F90DB3"/>
    <w:rsid w:val="00FA148C"/>
    <w:rsid w:val="00FE1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EB0EE7"/>
    <w:rPr>
      <w:sz w:val="24"/>
    </w:rPr>
  </w:style>
  <w:style w:type="paragraph" w:customStyle="1" w:styleId="Default">
    <w:name w:val="Default"/>
    <w:rsid w:val="002631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E75EF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EB0EE7"/>
    <w:rPr>
      <w:sz w:val="24"/>
    </w:rPr>
  </w:style>
  <w:style w:type="paragraph" w:customStyle="1" w:styleId="Default">
    <w:name w:val="Default"/>
    <w:rsid w:val="002631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E75E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528ED-21ED-473F-AA9E-1ED10DDCA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USR.dotx</Template>
  <TotalTime>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666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Administrator</cp:lastModifiedBy>
  <cp:revision>4</cp:revision>
  <cp:lastPrinted>2017-01-04T07:24:00Z</cp:lastPrinted>
  <dcterms:created xsi:type="dcterms:W3CDTF">2017-01-05T11:36:00Z</dcterms:created>
  <dcterms:modified xsi:type="dcterms:W3CDTF">2017-01-05T11:40:00Z</dcterms:modified>
</cp:coreProperties>
</file>