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77E" w:rsidRPr="0063777E" w:rsidRDefault="0063777E" w:rsidP="0063777E">
      <w:pPr>
        <w:jc w:val="center"/>
        <w:rPr>
          <w:rFonts w:ascii="Verdana" w:hAnsi="Verdana" w:cs="Verdana"/>
          <w:b/>
          <w:color w:val="000000"/>
          <w:sz w:val="28"/>
          <w:szCs w:val="28"/>
        </w:rPr>
      </w:pPr>
      <w:r w:rsidRPr="0063777E">
        <w:rPr>
          <w:rFonts w:ascii="Verdana" w:hAnsi="Verdana" w:cs="Verdana"/>
          <w:b/>
          <w:color w:val="000000"/>
          <w:sz w:val="28"/>
          <w:szCs w:val="28"/>
        </w:rPr>
        <w:t>INTESTAZIONE DELLA SCUOLA</w:t>
      </w:r>
    </w:p>
    <w:p w:rsidR="0063777E" w:rsidRDefault="0063777E" w:rsidP="001900BA">
      <w:pPr>
        <w:spacing w:line="254" w:lineRule="auto"/>
        <w:ind w:left="360"/>
        <w:jc w:val="center"/>
        <w:rPr>
          <w:rFonts w:ascii="Verdana" w:hAnsi="Verdana" w:cs="Verdana"/>
          <w:b/>
          <w:color w:val="000000"/>
          <w:sz w:val="28"/>
          <w:szCs w:val="28"/>
        </w:rPr>
      </w:pPr>
    </w:p>
    <w:p w:rsidR="003E43B6" w:rsidRPr="001900BA" w:rsidRDefault="003E43B6" w:rsidP="001900BA">
      <w:pPr>
        <w:spacing w:line="254" w:lineRule="auto"/>
        <w:ind w:left="360"/>
        <w:jc w:val="center"/>
        <w:rPr>
          <w:rFonts w:ascii="Verdana" w:hAnsi="Verdana" w:cs="Verdana"/>
          <w:b/>
          <w:color w:val="000000"/>
          <w:sz w:val="28"/>
          <w:szCs w:val="28"/>
        </w:rPr>
      </w:pPr>
      <w:r w:rsidRPr="001900BA">
        <w:rPr>
          <w:rFonts w:ascii="Verdana" w:hAnsi="Verdana" w:cs="Verdana"/>
          <w:b/>
          <w:color w:val="000000"/>
          <w:sz w:val="28"/>
          <w:szCs w:val="28"/>
        </w:rPr>
        <w:t>SCHEDA DI PROGETTO</w:t>
      </w:r>
    </w:p>
    <w:p w:rsidR="002B0AB3" w:rsidRDefault="002B0AB3" w:rsidP="001900BA">
      <w:pPr>
        <w:spacing w:line="254" w:lineRule="auto"/>
        <w:ind w:left="360"/>
        <w:jc w:val="center"/>
        <w:rPr>
          <w:rFonts w:ascii="Verdana" w:hAnsi="Verdana" w:cs="Verdana"/>
          <w:b/>
          <w:color w:val="000000"/>
          <w:sz w:val="28"/>
          <w:szCs w:val="28"/>
        </w:rPr>
      </w:pPr>
      <w:r w:rsidRPr="001900BA">
        <w:rPr>
          <w:rFonts w:ascii="Verdana" w:hAnsi="Verdana" w:cs="Verdana"/>
          <w:b/>
          <w:color w:val="000000"/>
          <w:sz w:val="28"/>
          <w:szCs w:val="28"/>
        </w:rPr>
        <w:t xml:space="preserve">AREE A RISCHIO </w:t>
      </w:r>
    </w:p>
    <w:p w:rsidR="0063777E" w:rsidRPr="001900BA" w:rsidRDefault="0063777E" w:rsidP="001900BA">
      <w:pPr>
        <w:spacing w:line="254" w:lineRule="auto"/>
        <w:ind w:left="360"/>
        <w:jc w:val="center"/>
        <w:rPr>
          <w:rFonts w:ascii="Verdana" w:hAnsi="Verdana" w:cs="Verdana"/>
          <w:b/>
          <w:color w:val="000000"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B0AB3" w:rsidRPr="001900BA" w:rsidTr="002B0AB3">
        <w:tc>
          <w:tcPr>
            <w:tcW w:w="9778" w:type="dxa"/>
          </w:tcPr>
          <w:p w:rsidR="002B0AB3" w:rsidRPr="001900BA" w:rsidRDefault="002B0AB3" w:rsidP="001900BA">
            <w:pPr>
              <w:spacing w:line="254" w:lineRule="auto"/>
              <w:ind w:left="360"/>
              <w:jc w:val="center"/>
              <w:rPr>
                <w:rFonts w:ascii="Verdana" w:hAnsi="Verdana" w:cs="Verdana"/>
                <w:b/>
                <w:color w:val="000000"/>
                <w:sz w:val="28"/>
                <w:szCs w:val="28"/>
              </w:rPr>
            </w:pPr>
            <w:r w:rsidRPr="001900BA">
              <w:rPr>
                <w:rFonts w:ascii="Verdana" w:hAnsi="Verdana" w:cs="Verdana"/>
                <w:b/>
                <w:color w:val="000000"/>
                <w:sz w:val="28"/>
                <w:szCs w:val="28"/>
              </w:rPr>
              <w:t>SCHEDA DI PROGETTO</w:t>
            </w:r>
          </w:p>
          <w:p w:rsidR="002B0AB3" w:rsidRPr="00BE5EB2" w:rsidRDefault="002B0AB3" w:rsidP="00BE5EB2">
            <w:pPr>
              <w:pStyle w:val="Paragrafoelenco"/>
              <w:numPr>
                <w:ilvl w:val="0"/>
                <w:numId w:val="31"/>
              </w:numPr>
              <w:spacing w:line="254" w:lineRule="auto"/>
              <w:rPr>
                <w:rFonts w:ascii="Verdana" w:hAnsi="Verdana" w:cs="Verdana"/>
                <w:b/>
                <w:color w:val="000000"/>
                <w:sz w:val="28"/>
                <w:szCs w:val="28"/>
              </w:rPr>
            </w:pPr>
            <w:r w:rsidRPr="0063777E">
              <w:rPr>
                <w:rFonts w:ascii="Verdana" w:hAnsi="Verdana" w:cs="Verdana"/>
                <w:b/>
                <w:color w:val="000000"/>
                <w:sz w:val="28"/>
                <w:szCs w:val="28"/>
                <w:u w:val="single"/>
              </w:rPr>
              <w:t>Tipologia A</w:t>
            </w:r>
            <w:r w:rsidRPr="00BE5EB2">
              <w:rPr>
                <w:rFonts w:ascii="Verdana" w:hAnsi="Verdana" w:cs="Verdana"/>
                <w:b/>
                <w:color w:val="000000"/>
                <w:sz w:val="28"/>
                <w:szCs w:val="28"/>
              </w:rPr>
              <w:t xml:space="preserve"> : PER LE AREE A RISCHIO</w:t>
            </w:r>
          </w:p>
          <w:p w:rsidR="002B0AB3" w:rsidRPr="00F2307E" w:rsidRDefault="002B0AB3" w:rsidP="00F2307E">
            <w:pPr>
              <w:spacing w:line="254" w:lineRule="auto"/>
              <w:ind w:left="720"/>
              <w:rPr>
                <w:rFonts w:ascii="Verdana" w:hAnsi="Verdana" w:cs="Verdana"/>
                <w:b/>
                <w:color w:val="000000"/>
                <w:sz w:val="28"/>
                <w:szCs w:val="28"/>
              </w:rPr>
            </w:pPr>
          </w:p>
        </w:tc>
      </w:tr>
    </w:tbl>
    <w:p w:rsidR="003E43B6" w:rsidRPr="0063777E" w:rsidRDefault="003E43B6" w:rsidP="002B0AB3">
      <w:pPr>
        <w:rPr>
          <w:b/>
          <w:sz w:val="24"/>
          <w:szCs w:val="24"/>
        </w:rPr>
      </w:pPr>
    </w:p>
    <w:p w:rsidR="003E43B6" w:rsidRPr="0063777E" w:rsidRDefault="003E43B6" w:rsidP="001900BA">
      <w:pPr>
        <w:spacing w:line="254" w:lineRule="auto"/>
        <w:ind w:left="360"/>
        <w:jc w:val="center"/>
        <w:rPr>
          <w:rFonts w:ascii="Verdana" w:hAnsi="Verdana" w:cs="Verdana"/>
          <w:b/>
          <w:color w:val="000000"/>
          <w:sz w:val="24"/>
          <w:szCs w:val="24"/>
        </w:rPr>
      </w:pPr>
      <w:r w:rsidRPr="0063777E">
        <w:rPr>
          <w:rFonts w:ascii="Arial Narrow" w:hAnsi="Arial Narrow" w:cs="Arial Narrow"/>
          <w:sz w:val="24"/>
          <w:szCs w:val="24"/>
        </w:rPr>
        <w:t xml:space="preserve">   </w:t>
      </w:r>
      <w:r w:rsidRPr="0063777E">
        <w:rPr>
          <w:rFonts w:ascii="Verdana" w:hAnsi="Verdana" w:cs="Verdana"/>
          <w:b/>
          <w:color w:val="000000"/>
          <w:sz w:val="24"/>
          <w:szCs w:val="24"/>
        </w:rPr>
        <w:t>INFORMAZIONI GENERALI SULLA SCUOLA</w:t>
      </w:r>
    </w:p>
    <w:p w:rsidR="003E43B6" w:rsidRPr="0063777E" w:rsidRDefault="003E43B6" w:rsidP="00D85A84">
      <w:pPr>
        <w:jc w:val="center"/>
        <w:rPr>
          <w:b/>
          <w:sz w:val="24"/>
          <w:szCs w:val="24"/>
        </w:rPr>
      </w:pPr>
    </w:p>
    <w:tbl>
      <w:tblPr>
        <w:tblW w:w="98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07"/>
        <w:gridCol w:w="7045"/>
      </w:tblGrid>
      <w:tr w:rsidR="003E43B6" w:rsidRPr="0063777E" w:rsidTr="00471E69">
        <w:tc>
          <w:tcPr>
            <w:tcW w:w="0" w:type="auto"/>
            <w:gridSpan w:val="2"/>
          </w:tcPr>
          <w:p w:rsidR="003E43B6" w:rsidRPr="0063777E" w:rsidRDefault="003E43B6" w:rsidP="001900BA">
            <w:pPr>
              <w:spacing w:line="254" w:lineRule="auto"/>
              <w:ind w:left="360"/>
              <w:jc w:val="center"/>
              <w:rPr>
                <w:rFonts w:ascii="Arial Narrow" w:hAnsi="Arial Narrow" w:cs="Arial Narrow"/>
                <w:iCs/>
                <w:sz w:val="24"/>
                <w:szCs w:val="24"/>
              </w:rPr>
            </w:pPr>
            <w:r w:rsidRPr="0063777E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Dati Anagrafici della Scuola</w:t>
            </w:r>
          </w:p>
        </w:tc>
      </w:tr>
      <w:tr w:rsidR="00B77CBF" w:rsidRPr="0063777E" w:rsidTr="00471E69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B77CBF" w:rsidRPr="0063777E" w:rsidRDefault="00B77CBF" w:rsidP="00AC5A0D">
            <w:pPr>
              <w:pStyle w:val="Titolo9"/>
              <w:rPr>
                <w:rFonts w:ascii="Arial Narrow" w:hAnsi="Arial Narrow" w:cs="Arial Narrow"/>
                <w:sz w:val="24"/>
                <w:szCs w:val="24"/>
              </w:rPr>
            </w:pPr>
            <w:r w:rsidRPr="0063777E">
              <w:rPr>
                <w:rFonts w:ascii="Arial Narrow" w:hAnsi="Arial Narrow" w:cs="Arial Narrow"/>
                <w:sz w:val="24"/>
                <w:szCs w:val="24"/>
              </w:rPr>
              <w:t>Codice Scuola</w:t>
            </w:r>
          </w:p>
        </w:tc>
        <w:tc>
          <w:tcPr>
            <w:tcW w:w="0" w:type="auto"/>
          </w:tcPr>
          <w:p w:rsidR="00B77CBF" w:rsidRPr="0063777E" w:rsidRDefault="00B77CBF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3E43B6" w:rsidRPr="0063777E" w:rsidTr="00471E69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3E43B6" w:rsidRPr="0063777E" w:rsidRDefault="003E43B6" w:rsidP="00B77CBF">
            <w:pPr>
              <w:pStyle w:val="Titolo9"/>
              <w:rPr>
                <w:rFonts w:ascii="Arial Narrow" w:hAnsi="Arial Narrow" w:cs="Arial Narrow"/>
                <w:sz w:val="24"/>
                <w:szCs w:val="24"/>
              </w:rPr>
            </w:pPr>
            <w:r w:rsidRPr="0063777E">
              <w:rPr>
                <w:rFonts w:ascii="Arial Narrow" w:hAnsi="Arial Narrow" w:cs="Arial Narrow"/>
                <w:sz w:val="24"/>
                <w:szCs w:val="24"/>
              </w:rPr>
              <w:t>Intitolazione</w:t>
            </w:r>
            <w:r w:rsidR="00B77CBF" w:rsidRPr="0063777E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3E43B6" w:rsidRPr="0063777E" w:rsidRDefault="003E43B6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471E69" w:rsidRPr="0063777E" w:rsidTr="00471E69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471E69" w:rsidRPr="0063777E" w:rsidRDefault="00471E69" w:rsidP="00471E69">
            <w:pPr>
              <w:pStyle w:val="Titolo9"/>
              <w:numPr>
                <w:ilvl w:val="0"/>
                <w:numId w:val="31"/>
              </w:numPr>
              <w:rPr>
                <w:rFonts w:ascii="Arial Narrow" w:hAnsi="Arial Narrow" w:cs="Arial Narrow"/>
                <w:sz w:val="24"/>
                <w:szCs w:val="24"/>
              </w:rPr>
            </w:pPr>
            <w:r w:rsidRPr="0063777E">
              <w:rPr>
                <w:rFonts w:ascii="Arial Narrow" w:hAnsi="Arial Narrow" w:cs="Arial Narrow"/>
                <w:sz w:val="24"/>
                <w:szCs w:val="24"/>
              </w:rPr>
              <w:t>La scuola presenta il progetto come Istituzione singola</w:t>
            </w:r>
          </w:p>
        </w:tc>
        <w:tc>
          <w:tcPr>
            <w:tcW w:w="0" w:type="auto"/>
          </w:tcPr>
          <w:p w:rsidR="00471E69" w:rsidRPr="0063777E" w:rsidRDefault="00471E69" w:rsidP="00471E69">
            <w:pPr>
              <w:pStyle w:val="Paragrafoelenco"/>
              <w:numPr>
                <w:ilvl w:val="0"/>
                <w:numId w:val="31"/>
              </w:numPr>
              <w:rPr>
                <w:rFonts w:ascii="Arial Narrow" w:hAnsi="Arial Narrow" w:cs="Arial Narrow"/>
                <w:sz w:val="24"/>
                <w:szCs w:val="24"/>
              </w:rPr>
            </w:pPr>
            <w:r w:rsidRPr="0063777E">
              <w:rPr>
                <w:rFonts w:ascii="Arial Narrow" w:hAnsi="Arial Narrow" w:cs="Arial Narrow"/>
                <w:sz w:val="24"/>
                <w:szCs w:val="24"/>
              </w:rPr>
              <w:t xml:space="preserve">La scuola presenta il progetto in rete </w:t>
            </w:r>
          </w:p>
          <w:p w:rsidR="00471E69" w:rsidRPr="0063777E" w:rsidRDefault="00471E69" w:rsidP="00471E69">
            <w:pPr>
              <w:pStyle w:val="Paragrafoelenco"/>
              <w:ind w:left="1080"/>
              <w:rPr>
                <w:rFonts w:ascii="Arial Narrow" w:hAnsi="Arial Narrow" w:cs="Arial Narrow"/>
                <w:sz w:val="24"/>
                <w:szCs w:val="24"/>
              </w:rPr>
            </w:pPr>
            <w:r w:rsidRPr="0063777E">
              <w:rPr>
                <w:rFonts w:ascii="Arial Narrow" w:hAnsi="Arial Narrow" w:cs="Arial Narrow"/>
                <w:sz w:val="24"/>
                <w:szCs w:val="24"/>
              </w:rPr>
              <w:t>Specificare la rete:________________________________________________</w:t>
            </w:r>
          </w:p>
          <w:p w:rsidR="0056421A" w:rsidRPr="0063777E" w:rsidRDefault="0056421A" w:rsidP="0056421A">
            <w:pPr>
              <w:pStyle w:val="Paragrafoelenco"/>
              <w:numPr>
                <w:ilvl w:val="0"/>
                <w:numId w:val="31"/>
              </w:numPr>
              <w:rPr>
                <w:rFonts w:ascii="Arial Narrow" w:hAnsi="Arial Narrow" w:cs="Arial Narrow"/>
                <w:sz w:val="24"/>
                <w:szCs w:val="24"/>
              </w:rPr>
            </w:pPr>
            <w:r w:rsidRPr="0063777E">
              <w:rPr>
                <w:rFonts w:ascii="Arial Narrow" w:hAnsi="Arial Narrow" w:cs="Arial Narrow"/>
                <w:sz w:val="24"/>
                <w:szCs w:val="24"/>
              </w:rPr>
              <w:t>La scuola dichiara di partecipare a una sola rete</w:t>
            </w:r>
          </w:p>
        </w:tc>
      </w:tr>
      <w:tr w:rsidR="003E43B6" w:rsidRPr="0063777E" w:rsidTr="00471E69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3E43B6" w:rsidRPr="0063777E" w:rsidRDefault="003E43B6" w:rsidP="00AC5A0D">
            <w:pPr>
              <w:rPr>
                <w:rFonts w:ascii="Arial Narrow" w:hAnsi="Arial Narrow" w:cs="Arial Narrow"/>
                <w:iCs/>
                <w:sz w:val="24"/>
                <w:szCs w:val="24"/>
              </w:rPr>
            </w:pPr>
            <w:r w:rsidRPr="0063777E">
              <w:rPr>
                <w:rFonts w:ascii="Arial Narrow" w:hAnsi="Arial Narrow" w:cs="Arial Narrow"/>
                <w:iCs/>
                <w:sz w:val="24"/>
                <w:szCs w:val="24"/>
              </w:rPr>
              <w:t>Via:</w:t>
            </w:r>
          </w:p>
        </w:tc>
        <w:tc>
          <w:tcPr>
            <w:tcW w:w="0" w:type="auto"/>
          </w:tcPr>
          <w:p w:rsidR="003E43B6" w:rsidRPr="0063777E" w:rsidRDefault="003E43B6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3E43B6" w:rsidRPr="0063777E" w:rsidTr="00471E69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3E43B6" w:rsidRPr="0063777E" w:rsidRDefault="003E43B6" w:rsidP="00AC5A0D">
            <w:pPr>
              <w:rPr>
                <w:rFonts w:ascii="Arial Narrow" w:hAnsi="Arial Narrow" w:cs="Arial Narrow"/>
                <w:iCs/>
                <w:sz w:val="24"/>
                <w:szCs w:val="24"/>
              </w:rPr>
            </w:pPr>
            <w:r w:rsidRPr="0063777E">
              <w:rPr>
                <w:rFonts w:ascii="Arial Narrow" w:hAnsi="Arial Narrow" w:cs="Arial Narrow"/>
                <w:iCs/>
                <w:sz w:val="24"/>
                <w:szCs w:val="24"/>
              </w:rPr>
              <w:t>Città, CAP e (Prov):</w:t>
            </w:r>
          </w:p>
        </w:tc>
        <w:tc>
          <w:tcPr>
            <w:tcW w:w="0" w:type="auto"/>
          </w:tcPr>
          <w:p w:rsidR="003E43B6" w:rsidRPr="0063777E" w:rsidRDefault="003E43B6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3E43B6" w:rsidRPr="0063777E" w:rsidTr="00471E69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3E43B6" w:rsidRPr="0063777E" w:rsidRDefault="003E43B6" w:rsidP="00AC5A0D">
            <w:pPr>
              <w:rPr>
                <w:rFonts w:ascii="Arial Narrow" w:hAnsi="Arial Narrow" w:cs="Arial Narrow"/>
                <w:iCs/>
                <w:sz w:val="24"/>
                <w:szCs w:val="24"/>
              </w:rPr>
            </w:pPr>
            <w:r w:rsidRPr="0063777E">
              <w:rPr>
                <w:rFonts w:ascii="Arial Narrow" w:hAnsi="Arial Narrow" w:cs="Arial Narrow"/>
                <w:iCs/>
                <w:sz w:val="24"/>
                <w:szCs w:val="24"/>
              </w:rPr>
              <w:t>Telefono:</w:t>
            </w:r>
          </w:p>
        </w:tc>
        <w:tc>
          <w:tcPr>
            <w:tcW w:w="0" w:type="auto"/>
          </w:tcPr>
          <w:p w:rsidR="003E43B6" w:rsidRPr="0063777E" w:rsidRDefault="003E43B6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3E43B6" w:rsidRPr="0063777E" w:rsidTr="00471E69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3E43B6" w:rsidRPr="0063777E" w:rsidRDefault="003E43B6" w:rsidP="00AC5A0D">
            <w:pPr>
              <w:rPr>
                <w:rFonts w:ascii="Arial Narrow" w:hAnsi="Arial Narrow" w:cs="Arial Narrow"/>
                <w:iCs/>
                <w:sz w:val="24"/>
                <w:szCs w:val="24"/>
              </w:rPr>
            </w:pPr>
            <w:r w:rsidRPr="0063777E">
              <w:rPr>
                <w:rFonts w:ascii="Arial Narrow" w:hAnsi="Arial Narrow" w:cs="Arial Narrow"/>
                <w:iCs/>
                <w:sz w:val="24"/>
                <w:szCs w:val="24"/>
              </w:rPr>
              <w:t>E-mail:</w:t>
            </w:r>
          </w:p>
        </w:tc>
        <w:tc>
          <w:tcPr>
            <w:tcW w:w="0" w:type="auto"/>
          </w:tcPr>
          <w:p w:rsidR="003E43B6" w:rsidRPr="0063777E" w:rsidRDefault="003E43B6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3E43B6" w:rsidRPr="0063777E" w:rsidTr="00471E69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3E43B6" w:rsidRPr="0063777E" w:rsidRDefault="003E43B6" w:rsidP="00AC5A0D">
            <w:pPr>
              <w:rPr>
                <w:rFonts w:ascii="Arial Narrow" w:hAnsi="Arial Narrow" w:cs="Arial Narrow"/>
                <w:iCs/>
                <w:sz w:val="24"/>
                <w:szCs w:val="24"/>
              </w:rPr>
            </w:pPr>
            <w:r w:rsidRPr="0063777E">
              <w:rPr>
                <w:rFonts w:ascii="Arial Narrow" w:hAnsi="Arial Narrow" w:cs="Arial Narrow"/>
                <w:iCs/>
                <w:sz w:val="24"/>
                <w:szCs w:val="24"/>
              </w:rPr>
              <w:t>Indirizzo web</w:t>
            </w:r>
          </w:p>
        </w:tc>
        <w:tc>
          <w:tcPr>
            <w:tcW w:w="0" w:type="auto"/>
          </w:tcPr>
          <w:p w:rsidR="003E43B6" w:rsidRPr="0063777E" w:rsidRDefault="003E43B6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3E43B6" w:rsidRPr="0063777E" w:rsidTr="00471E69">
        <w:tblPrEx>
          <w:tblCellMar>
            <w:left w:w="70" w:type="dxa"/>
            <w:right w:w="70" w:type="dxa"/>
          </w:tblCellMar>
        </w:tblPrEx>
        <w:tc>
          <w:tcPr>
            <w:tcW w:w="0" w:type="auto"/>
          </w:tcPr>
          <w:p w:rsidR="003E43B6" w:rsidRPr="0063777E" w:rsidRDefault="003E43B6" w:rsidP="00AC5A0D">
            <w:pPr>
              <w:pStyle w:val="Titolo9"/>
              <w:rPr>
                <w:rFonts w:ascii="Arial Narrow" w:hAnsi="Arial Narrow" w:cs="Arial Narrow"/>
                <w:sz w:val="24"/>
                <w:szCs w:val="24"/>
              </w:rPr>
            </w:pPr>
            <w:r w:rsidRPr="0063777E">
              <w:rPr>
                <w:rFonts w:ascii="Arial Narrow" w:hAnsi="Arial Narrow" w:cs="Arial Narrow"/>
                <w:sz w:val="24"/>
                <w:szCs w:val="24"/>
              </w:rPr>
              <w:t>Dirigente Scolastico</w:t>
            </w:r>
          </w:p>
        </w:tc>
        <w:tc>
          <w:tcPr>
            <w:tcW w:w="0" w:type="auto"/>
          </w:tcPr>
          <w:p w:rsidR="003E43B6" w:rsidRPr="0063777E" w:rsidRDefault="003E43B6" w:rsidP="00AC5A0D">
            <w:pPr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</w:tbl>
    <w:p w:rsidR="0063777E" w:rsidRPr="0063777E" w:rsidRDefault="0063777E">
      <w:pPr>
        <w:rPr>
          <w:sz w:val="24"/>
          <w:szCs w:val="24"/>
        </w:rPr>
      </w:pPr>
      <w:r w:rsidRPr="0063777E">
        <w:rPr>
          <w:sz w:val="24"/>
          <w:szCs w:val="24"/>
        </w:rPr>
        <w:br w:type="page"/>
      </w:r>
    </w:p>
    <w:tbl>
      <w:tblPr>
        <w:tblW w:w="9852" w:type="dxa"/>
        <w:tblInd w:w="-102" w:type="dxa"/>
        <w:tblCellMar>
          <w:top w:w="19" w:type="dxa"/>
          <w:left w:w="0" w:type="dxa"/>
          <w:right w:w="5" w:type="dxa"/>
        </w:tblCellMar>
        <w:tblLook w:val="0000" w:firstRow="0" w:lastRow="0" w:firstColumn="0" w:lastColumn="0" w:noHBand="0" w:noVBand="0"/>
      </w:tblPr>
      <w:tblGrid>
        <w:gridCol w:w="2915"/>
        <w:gridCol w:w="1616"/>
        <w:gridCol w:w="3768"/>
        <w:gridCol w:w="1521"/>
        <w:gridCol w:w="32"/>
      </w:tblGrid>
      <w:tr w:rsidR="001900BA" w:rsidTr="0063777E">
        <w:trPr>
          <w:trHeight w:val="286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E69" w:rsidRPr="001900BA" w:rsidRDefault="001900BA" w:rsidP="00471E69">
            <w:pPr>
              <w:suppressAutoHyphens/>
              <w:overflowPunct/>
              <w:autoSpaceDE/>
              <w:autoSpaceDN/>
              <w:adjustRightInd/>
              <w:spacing w:line="254" w:lineRule="auto"/>
              <w:ind w:left="360" w:right="99"/>
              <w:rPr>
                <w:rFonts w:ascii="Verdana" w:hAnsi="Verdana" w:cs="Verdana"/>
                <w:color w:val="FF0000"/>
              </w:rPr>
            </w:pPr>
            <w:r w:rsidRPr="001900BA">
              <w:rPr>
                <w:rFonts w:ascii="Verdana" w:hAnsi="Verdana" w:cs="Verdana"/>
                <w:color w:val="FF0000"/>
              </w:rPr>
              <w:lastRenderedPageBreak/>
              <w:t>ATTENZIONE: LE COLONNE IN ROSSO SONO A CURA DELL’AMMINISTRAZIONE USR</w:t>
            </w:r>
          </w:p>
        </w:tc>
      </w:tr>
      <w:tr w:rsidR="009F45AA" w:rsidTr="00E86A2A">
        <w:trPr>
          <w:trHeight w:val="2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auto"/>
            </w:tcBorders>
            <w:shd w:val="clear" w:color="auto" w:fill="auto"/>
            <w:vAlign w:val="center"/>
          </w:tcPr>
          <w:p w:rsidR="009F45AA" w:rsidRDefault="009F45AA" w:rsidP="00374621">
            <w:pPr>
              <w:spacing w:line="254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 xml:space="preserve">Elementi di valutazione 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6" w:space="0" w:color="auto"/>
              <w:right w:val="single" w:sz="4" w:space="0" w:color="000000"/>
            </w:tcBorders>
          </w:tcPr>
          <w:p w:rsidR="009F45AA" w:rsidRDefault="009F45AA" w:rsidP="00374621">
            <w:pPr>
              <w:spacing w:line="254" w:lineRule="auto"/>
              <w:ind w:right="104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5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AA" w:rsidRPr="002B2984" w:rsidRDefault="009F45AA" w:rsidP="00374621">
            <w:pPr>
              <w:spacing w:line="254" w:lineRule="auto"/>
              <w:ind w:right="99"/>
              <w:jc w:val="center"/>
              <w:rPr>
                <w:rFonts w:ascii="Verdana" w:hAnsi="Verdana" w:cs="Verdana"/>
                <w:b/>
                <w:color w:val="FF0000"/>
                <w:sz w:val="16"/>
                <w:szCs w:val="16"/>
              </w:rPr>
            </w:pPr>
            <w:r>
              <w:rPr>
                <w:rFonts w:ascii="Verdana" w:hAnsi="Verdana" w:cs="Verdana"/>
                <w:color w:val="000000"/>
              </w:rPr>
              <w:t xml:space="preserve">Indicatori </w:t>
            </w:r>
          </w:p>
        </w:tc>
      </w:tr>
      <w:tr w:rsidR="004D7EEE" w:rsidTr="00E86A2A">
        <w:trPr>
          <w:trHeight w:val="4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D7EEE" w:rsidRPr="00092639" w:rsidRDefault="004D7EEE" w:rsidP="00644A96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4D7EEE" w:rsidRDefault="004D7EEE" w:rsidP="00644A96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</w:p>
          <w:p w:rsidR="004D7EEE" w:rsidRDefault="004D7EEE" w:rsidP="004D7EEE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 xml:space="preserve">VALUTAZIONE </w:t>
            </w:r>
            <w:r w:rsidRPr="00092639">
              <w:rPr>
                <w:rFonts w:ascii="Verdana" w:hAnsi="Verdana" w:cs="Verdana"/>
                <w:b/>
                <w:color w:val="000000"/>
              </w:rPr>
              <w:t xml:space="preserve">DATI DI CONTESTO </w:t>
            </w:r>
          </w:p>
          <w:p w:rsidR="007E3C60" w:rsidRDefault="007E3C60" w:rsidP="007E3C60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  <w:proofErr w:type="spellStart"/>
            <w:r w:rsidRPr="002F5E3D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Max</w:t>
            </w:r>
            <w:proofErr w:type="spellEnd"/>
            <w:r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3</w:t>
            </w:r>
            <w:r w:rsidRPr="002F5E3D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0</w:t>
            </w:r>
            <w:r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</w:t>
            </w:r>
            <w:r w:rsidRPr="002F5E3D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punti</w:t>
            </w:r>
          </w:p>
          <w:p w:rsidR="007E3C60" w:rsidRPr="0063777E" w:rsidRDefault="007E3C60" w:rsidP="004D7EEE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tcBorders>
              <w:top w:val="single" w:sz="6" w:space="0" w:color="auto"/>
              <w:left w:val="single" w:sz="4" w:space="0" w:color="000000"/>
              <w:right w:val="single" w:sz="4" w:space="0" w:color="000000"/>
            </w:tcBorders>
          </w:tcPr>
          <w:p w:rsidR="004D7EEE" w:rsidRDefault="004D7EEE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4D7EEE" w:rsidRDefault="004D7EEE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4D7EEE" w:rsidRDefault="004D7EEE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4D7EEE" w:rsidRDefault="004D7EEE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4D7EEE" w:rsidRDefault="004D7EEE" w:rsidP="00471E69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4D7EEE" w:rsidRDefault="004D7EEE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4D7EEE" w:rsidRPr="007A7931" w:rsidRDefault="004D7EEE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7A7931">
              <w:rPr>
                <w:rFonts w:ascii="Verdana" w:hAnsi="Verdana" w:cs="Verdana"/>
                <w:b/>
                <w:color w:val="000000"/>
              </w:rPr>
              <w:t>Analisi del contesto</w:t>
            </w:r>
          </w:p>
        </w:tc>
        <w:tc>
          <w:tcPr>
            <w:tcW w:w="5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D7EEE" w:rsidRPr="00092639" w:rsidRDefault="004D7EEE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 xml:space="preserve">T = </w:t>
            </w:r>
            <w:r w:rsidRPr="00092639">
              <w:rPr>
                <w:rFonts w:ascii="Verdana" w:hAnsi="Verdana" w:cs="Verdana"/>
                <w:b/>
                <w:color w:val="000000"/>
              </w:rPr>
              <w:t xml:space="preserve">Numero totale alunni </w:t>
            </w:r>
            <w:r>
              <w:rPr>
                <w:rFonts w:ascii="Verdana" w:hAnsi="Verdana" w:cs="Verdana"/>
                <w:b/>
                <w:color w:val="000000"/>
              </w:rPr>
              <w:t xml:space="preserve">    % =   </w:t>
            </w:r>
            <w:r w:rsidR="009F45AA">
              <w:rPr>
                <w:rFonts w:ascii="Verdana" w:hAnsi="Verdana" w:cs="Verdana"/>
                <w:b/>
                <w:color w:val="000000"/>
              </w:rPr>
              <w:t>Tot</w:t>
            </w:r>
            <w:r>
              <w:rPr>
                <w:rFonts w:ascii="Verdana" w:hAnsi="Verdana" w:cs="Verdana"/>
                <w:b/>
                <w:color w:val="000000"/>
              </w:rPr>
              <w:t xml:space="preserve">/T         </w:t>
            </w:r>
          </w:p>
          <w:p w:rsidR="004D7EEE" w:rsidRDefault="004D7EEE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60D82557" wp14:editId="5F1D51F8">
                      <wp:simplePos x="0" y="0"/>
                      <wp:positionH relativeFrom="column">
                        <wp:posOffset>1595755</wp:posOffset>
                      </wp:positionH>
                      <wp:positionV relativeFrom="paragraph">
                        <wp:posOffset>31115</wp:posOffset>
                      </wp:positionV>
                      <wp:extent cx="628650" cy="257175"/>
                      <wp:effectExtent l="0" t="0" r="19050" b="28575"/>
                      <wp:wrapNone/>
                      <wp:docPr id="2" name="Rettangol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2" o:spid="_x0000_s1026" style="position:absolute;margin-left:125.65pt;margin-top:2.45pt;width:49.5pt;height:20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"/>
                  </w:pict>
                </mc:Fallback>
              </mc:AlternateContent>
            </w:r>
          </w:p>
          <w:p w:rsidR="004D7EEE" w:rsidRPr="00092639" w:rsidRDefault="004D7EEE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>
              <w:t xml:space="preserve">   </w:t>
            </w:r>
          </w:p>
        </w:tc>
      </w:tr>
      <w:tr w:rsidR="009F45AA" w:rsidTr="00E86A2A">
        <w:trPr>
          <w:trHeight w:val="525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45AA" w:rsidRPr="00092639" w:rsidRDefault="009F45AA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45AA" w:rsidRPr="00092639" w:rsidRDefault="009F45A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53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45AA" w:rsidRPr="00092639" w:rsidRDefault="009F45A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>R =</w:t>
            </w:r>
            <w:r w:rsidRPr="00092639">
              <w:rPr>
                <w:rFonts w:ascii="Verdana" w:hAnsi="Verdana" w:cs="Verdana"/>
                <w:b/>
                <w:color w:val="000000"/>
              </w:rPr>
              <w:t>Numero alunni</w:t>
            </w:r>
            <w:r w:rsidRPr="00092639">
              <w:rPr>
                <w:b/>
              </w:rPr>
              <w:t xml:space="preserve"> </w:t>
            </w:r>
            <w:r w:rsidRPr="00092639">
              <w:rPr>
                <w:rFonts w:ascii="Verdana" w:hAnsi="Verdana" w:cs="Verdana"/>
                <w:b/>
                <w:color w:val="000000"/>
              </w:rPr>
              <w:t>ripetenti</w:t>
            </w:r>
          </w:p>
          <w:p w:rsidR="009F45AA" w:rsidRDefault="009F45A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02DE8F5C" wp14:editId="2F2E5DFE">
                      <wp:simplePos x="0" y="0"/>
                      <wp:positionH relativeFrom="column">
                        <wp:posOffset>1534160</wp:posOffset>
                      </wp:positionH>
                      <wp:positionV relativeFrom="paragraph">
                        <wp:posOffset>2540</wp:posOffset>
                      </wp:positionV>
                      <wp:extent cx="628650" cy="257175"/>
                      <wp:effectExtent l="0" t="0" r="19050" b="28575"/>
                      <wp:wrapNone/>
                      <wp:docPr id="5" name="Rettangol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5" o:spid="_x0000_s1026" style="position:absolute;margin-left:120.8pt;margin-top:.2pt;width:49.5pt;height:20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"/>
                  </w:pict>
                </mc:Fallback>
              </mc:AlternateContent>
            </w:r>
          </w:p>
          <w:p w:rsidR="009F45AA" w:rsidRDefault="009F45A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9F45AA" w:rsidTr="00E86A2A">
        <w:trPr>
          <w:trHeight w:val="570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45AA" w:rsidRPr="00092639" w:rsidRDefault="009F45AA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45AA" w:rsidRPr="00092639" w:rsidRDefault="009F45A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53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45AA" w:rsidRDefault="009F45AA" w:rsidP="004D7EEE">
            <w:pPr>
              <w:spacing w:line="254" w:lineRule="auto"/>
              <w:ind w:left="360"/>
              <w:jc w:val="right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20D89B24" wp14:editId="30C47198">
                      <wp:simplePos x="0" y="0"/>
                      <wp:positionH relativeFrom="column">
                        <wp:posOffset>1550035</wp:posOffset>
                      </wp:positionH>
                      <wp:positionV relativeFrom="paragraph">
                        <wp:posOffset>167005</wp:posOffset>
                      </wp:positionV>
                      <wp:extent cx="628650" cy="257175"/>
                      <wp:effectExtent l="0" t="0" r="19050" b="28575"/>
                      <wp:wrapNone/>
                      <wp:docPr id="6" name="Rettangol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6" o:spid="_x0000_s1026" style="position:absolute;margin-left:122.05pt;margin-top:13.15pt;width:49.5pt;height:20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"/>
                  </w:pict>
                </mc:Fallback>
              </mc:AlternateContent>
            </w:r>
            <w:r>
              <w:rPr>
                <w:rFonts w:ascii="Verdana" w:hAnsi="Verdana" w:cs="Verdana"/>
                <w:b/>
                <w:color w:val="000000"/>
              </w:rPr>
              <w:t xml:space="preserve">DR= </w:t>
            </w:r>
            <w:r w:rsidRPr="00092639">
              <w:rPr>
                <w:rFonts w:ascii="Verdana" w:hAnsi="Verdana" w:cs="Verdana"/>
                <w:b/>
                <w:color w:val="000000"/>
              </w:rPr>
              <w:t xml:space="preserve">Numero alunni  </w:t>
            </w:r>
            <w:proofErr w:type="spellStart"/>
            <w:r w:rsidRPr="00092639">
              <w:rPr>
                <w:rFonts w:ascii="Verdana" w:hAnsi="Verdana" w:cs="Verdana"/>
                <w:b/>
                <w:color w:val="000000"/>
              </w:rPr>
              <w:t>drop</w:t>
            </w:r>
            <w:proofErr w:type="spellEnd"/>
            <w:r w:rsidRPr="00092639">
              <w:rPr>
                <w:rFonts w:ascii="Verdana" w:hAnsi="Verdana" w:cs="Verdana"/>
                <w:b/>
                <w:color w:val="000000"/>
              </w:rPr>
              <w:t xml:space="preserve"> out o a rischio </w:t>
            </w:r>
          </w:p>
          <w:p w:rsidR="009F45AA" w:rsidRDefault="009F45AA" w:rsidP="0063777E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092639">
              <w:rPr>
                <w:rFonts w:ascii="Verdana" w:hAnsi="Verdana" w:cs="Verdana"/>
                <w:b/>
                <w:color w:val="000000"/>
              </w:rPr>
              <w:t>dispersio</w:t>
            </w:r>
            <w:r>
              <w:rPr>
                <w:rFonts w:ascii="Verdana" w:hAnsi="Verdana" w:cs="Verdana"/>
                <w:b/>
                <w:color w:val="000000"/>
              </w:rPr>
              <w:t>ne</w:t>
            </w:r>
          </w:p>
          <w:p w:rsidR="009F45AA" w:rsidRDefault="009F45A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9F45AA" w:rsidTr="00E86A2A">
        <w:trPr>
          <w:trHeight w:val="465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45AA" w:rsidRPr="00092639" w:rsidRDefault="009F45A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45AA" w:rsidRPr="00092639" w:rsidRDefault="009F45A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53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45AA" w:rsidRDefault="009F45A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 xml:space="preserve">I = </w:t>
            </w:r>
            <w:r w:rsidRPr="00092639">
              <w:rPr>
                <w:rFonts w:ascii="Verdana" w:hAnsi="Verdana" w:cs="Verdana"/>
                <w:b/>
                <w:color w:val="000000"/>
              </w:rPr>
              <w:t xml:space="preserve">Numero alunni con frequenza </w:t>
            </w:r>
            <w:r w:rsidRPr="003D70D9">
              <w:rPr>
                <w:rFonts w:ascii="Verdana" w:hAnsi="Verdana" w:cs="Verdana"/>
                <w:b/>
                <w:color w:val="000000"/>
              </w:rPr>
              <w:t>irregolare</w:t>
            </w:r>
          </w:p>
          <w:p w:rsidR="009F45AA" w:rsidRDefault="009F45A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B46B2ED" wp14:editId="624B1EB7">
                      <wp:simplePos x="0" y="0"/>
                      <wp:positionH relativeFrom="column">
                        <wp:posOffset>1572260</wp:posOffset>
                      </wp:positionH>
                      <wp:positionV relativeFrom="paragraph">
                        <wp:posOffset>-635</wp:posOffset>
                      </wp:positionV>
                      <wp:extent cx="628650" cy="257175"/>
                      <wp:effectExtent l="0" t="0" r="19050" b="28575"/>
                      <wp:wrapNone/>
                      <wp:docPr id="7" name="Rettangol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7" o:spid="_x0000_s1026" style="position:absolute;margin-left:123.8pt;margin-top:-.05pt;width:49.5pt;height:20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"/>
                  </w:pict>
                </mc:Fallback>
              </mc:AlternateContent>
            </w:r>
          </w:p>
          <w:p w:rsidR="009F45AA" w:rsidRDefault="009F45A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9F45AA" w:rsidTr="00E86A2A">
        <w:trPr>
          <w:trHeight w:val="2010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45AA" w:rsidRPr="00092639" w:rsidRDefault="009F45A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45AA" w:rsidRPr="00092639" w:rsidRDefault="009F45A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53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45AA" w:rsidRPr="00092639" w:rsidRDefault="009F45A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 xml:space="preserve">D= Numero </w:t>
            </w:r>
            <w:r w:rsidRPr="00092639">
              <w:rPr>
                <w:rFonts w:ascii="Verdana" w:hAnsi="Verdana" w:cs="Verdana"/>
                <w:b/>
                <w:color w:val="000000"/>
              </w:rPr>
              <w:t>alunni  in situazione di disagio</w:t>
            </w:r>
          </w:p>
          <w:p w:rsidR="009F45AA" w:rsidRDefault="009F45A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(</w:t>
            </w:r>
            <w:r w:rsidRPr="00092639">
              <w:rPr>
                <w:rFonts w:ascii="Verdana" w:hAnsi="Verdana" w:cs="Verdana"/>
                <w:color w:val="000000"/>
              </w:rPr>
              <w:t>affidati ai servizi sociali</w:t>
            </w:r>
            <w:r>
              <w:rPr>
                <w:rFonts w:ascii="Verdana" w:hAnsi="Verdana" w:cs="Verdana"/>
                <w:color w:val="000000"/>
              </w:rPr>
              <w:t>,    inseriti in comunità ,</w:t>
            </w:r>
            <w:r w:rsidRPr="00092639">
              <w:rPr>
                <w:rFonts w:ascii="Verdana" w:hAnsi="Verdana" w:cs="Verdana"/>
                <w:color w:val="000000"/>
              </w:rPr>
              <w:t>coinvol</w:t>
            </w:r>
            <w:r>
              <w:rPr>
                <w:rFonts w:ascii="Verdana" w:hAnsi="Verdana" w:cs="Verdana"/>
                <w:color w:val="000000"/>
              </w:rPr>
              <w:t xml:space="preserve">ti in procedimenti giudiziari, </w:t>
            </w:r>
            <w:r w:rsidRPr="00092639">
              <w:rPr>
                <w:rFonts w:ascii="Verdana" w:hAnsi="Verdana" w:cs="Verdana"/>
                <w:color w:val="000000"/>
              </w:rPr>
              <w:t>con denunce agli organ</w:t>
            </w:r>
            <w:r>
              <w:rPr>
                <w:rFonts w:ascii="Verdana" w:hAnsi="Verdana" w:cs="Verdana"/>
                <w:color w:val="000000"/>
              </w:rPr>
              <w:t xml:space="preserve">i giudiziari per furti e altri </w:t>
            </w:r>
            <w:r w:rsidRPr="00092639">
              <w:rPr>
                <w:rFonts w:ascii="Verdana" w:hAnsi="Verdana" w:cs="Verdana"/>
                <w:color w:val="000000"/>
              </w:rPr>
              <w:t>atti illeciti</w:t>
            </w:r>
            <w:r>
              <w:rPr>
                <w:rFonts w:ascii="Verdana" w:hAnsi="Verdana" w:cs="Verdana"/>
                <w:color w:val="000000"/>
              </w:rPr>
              <w:t>)</w:t>
            </w:r>
          </w:p>
          <w:p w:rsidR="009F45AA" w:rsidRDefault="009F45A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76E62C9E" wp14:editId="774A96F1">
                      <wp:simplePos x="0" y="0"/>
                      <wp:positionH relativeFrom="column">
                        <wp:posOffset>1564640</wp:posOffset>
                      </wp:positionH>
                      <wp:positionV relativeFrom="paragraph">
                        <wp:posOffset>54610</wp:posOffset>
                      </wp:positionV>
                      <wp:extent cx="628650" cy="257175"/>
                      <wp:effectExtent l="0" t="0" r="19050" b="28575"/>
                      <wp:wrapNone/>
                      <wp:docPr id="8" name="Rettangol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8" o:spid="_x0000_s1026" style="position:absolute;margin-left:123.2pt;margin-top:4.3pt;width:49.5pt;height:20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"/>
                  </w:pict>
                </mc:Fallback>
              </mc:AlternateContent>
            </w:r>
          </w:p>
          <w:p w:rsidR="009F45AA" w:rsidRDefault="009F45A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9F45AA" w:rsidTr="00E86A2A">
        <w:trPr>
          <w:trHeight w:val="24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45AA" w:rsidRPr="00092639" w:rsidRDefault="009F45A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45AA" w:rsidRPr="00092639" w:rsidRDefault="009F45A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53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45AA" w:rsidRDefault="009F45A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 xml:space="preserve">DA = </w:t>
            </w:r>
            <w:r w:rsidRPr="003D70D9">
              <w:rPr>
                <w:rFonts w:ascii="Verdana" w:hAnsi="Verdana" w:cs="Verdana"/>
                <w:b/>
                <w:color w:val="000000"/>
              </w:rPr>
              <w:t>Numero alunni disabili</w:t>
            </w:r>
          </w:p>
          <w:p w:rsidR="009F45AA" w:rsidRDefault="009F45A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038D8AF9" wp14:editId="681929D4">
                      <wp:simplePos x="0" y="0"/>
                      <wp:positionH relativeFrom="column">
                        <wp:posOffset>1569085</wp:posOffset>
                      </wp:positionH>
                      <wp:positionV relativeFrom="paragraph">
                        <wp:posOffset>31115</wp:posOffset>
                      </wp:positionV>
                      <wp:extent cx="628650" cy="257175"/>
                      <wp:effectExtent l="0" t="0" r="19050" b="28575"/>
                      <wp:wrapNone/>
                      <wp:docPr id="9" name="Rettangol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9" o:spid="_x0000_s1026" style="position:absolute;margin-left:123.55pt;margin-top:2.45pt;width:49.5pt;height:20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"/>
                  </w:pict>
                </mc:Fallback>
              </mc:AlternateContent>
            </w:r>
          </w:p>
          <w:p w:rsidR="009F45AA" w:rsidRDefault="009F45A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9F45AA" w:rsidTr="00E86A2A">
        <w:trPr>
          <w:trHeight w:val="690"/>
        </w:trPr>
        <w:tc>
          <w:tcPr>
            <w:tcW w:w="0" w:type="auto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F45AA" w:rsidRDefault="009F45AA" w:rsidP="004D7EEE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>VALUTAZIONE PARTECIPAZIONE E RICADUTA DEL PROGETTO</w:t>
            </w:r>
          </w:p>
          <w:p w:rsidR="007E3C60" w:rsidRDefault="007E3C60" w:rsidP="007E3C60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  <w:proofErr w:type="spellStart"/>
            <w:r w:rsidRPr="002F5E3D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Max</w:t>
            </w:r>
            <w:proofErr w:type="spellEnd"/>
            <w:r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1</w:t>
            </w:r>
            <w:r w:rsidRPr="002F5E3D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0</w:t>
            </w:r>
            <w:r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</w:t>
            </w:r>
            <w:r w:rsidRPr="002F5E3D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punti</w:t>
            </w:r>
          </w:p>
          <w:p w:rsidR="007E3C60" w:rsidRPr="00092639" w:rsidRDefault="007E3C60" w:rsidP="004D7EEE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45AA" w:rsidRPr="00092639" w:rsidRDefault="009F45A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53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AA" w:rsidRDefault="009F45A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28668CC6" wp14:editId="01334AD8">
                      <wp:simplePos x="0" y="0"/>
                      <wp:positionH relativeFrom="column">
                        <wp:posOffset>1560830</wp:posOffset>
                      </wp:positionH>
                      <wp:positionV relativeFrom="paragraph">
                        <wp:posOffset>184150</wp:posOffset>
                      </wp:positionV>
                      <wp:extent cx="628650" cy="257175"/>
                      <wp:effectExtent l="0" t="0" r="19050" b="28575"/>
                      <wp:wrapNone/>
                      <wp:docPr id="10" name="Rettangol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0" o:spid="_x0000_s1026" style="position:absolute;margin-left:122.9pt;margin-top:14.5pt;width:49.5pt;height:20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"/>
                  </w:pict>
                </mc:Fallback>
              </mc:AlternateContent>
            </w:r>
            <w:r>
              <w:rPr>
                <w:rFonts w:ascii="Verdana" w:hAnsi="Verdana" w:cs="Verdana"/>
                <w:b/>
                <w:color w:val="000000"/>
              </w:rPr>
              <w:t xml:space="preserve">P = </w:t>
            </w:r>
            <w:r w:rsidRPr="003D70D9">
              <w:rPr>
                <w:rFonts w:ascii="Verdana" w:hAnsi="Verdana" w:cs="Verdana"/>
                <w:b/>
                <w:color w:val="000000"/>
              </w:rPr>
              <w:t xml:space="preserve">Numero alunni con patologie </w:t>
            </w:r>
            <w:r w:rsidRPr="0097546A">
              <w:rPr>
                <w:rFonts w:ascii="Verdana" w:hAnsi="Verdana" w:cs="Verdana"/>
                <w:b/>
                <w:color w:val="000000"/>
              </w:rPr>
              <w:t>croniche</w:t>
            </w:r>
          </w:p>
          <w:p w:rsidR="009F45AA" w:rsidRDefault="009F45A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6A2A" w:rsidTr="00E86A2A">
        <w:trPr>
          <w:trHeight w:val="690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86A2A" w:rsidRPr="002F5E3D" w:rsidRDefault="00E86A2A" w:rsidP="004D7EEE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tcBorders>
              <w:left w:val="single" w:sz="4" w:space="0" w:color="000000"/>
              <w:right w:val="single" w:sz="4" w:space="0" w:color="000000"/>
            </w:tcBorders>
          </w:tcPr>
          <w:p w:rsidR="00E86A2A" w:rsidRPr="00092639" w:rsidRDefault="00E86A2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5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6A2A" w:rsidRDefault="00E86A2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b/>
                <w:noProof/>
                <w:color w:val="000000"/>
              </w:rPr>
              <w:t xml:space="preserve">Tot = </w:t>
            </w:r>
            <w:r w:rsidRPr="004D7EEE">
              <w:rPr>
                <w:rFonts w:ascii="Verdana" w:hAnsi="Verdana" w:cs="Verdana"/>
                <w:b/>
                <w:noProof/>
                <w:color w:val="000000"/>
              </w:rPr>
              <w:t xml:space="preserve">TOTALE NUMERO ALUNNI = R + DR + I + D + DA + P = </w:t>
            </w:r>
          </w:p>
        </w:tc>
      </w:tr>
      <w:tr w:rsidR="00E86A2A" w:rsidTr="00E86A2A">
        <w:trPr>
          <w:trHeight w:val="345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86A2A" w:rsidRPr="002F5E3D" w:rsidRDefault="00E86A2A" w:rsidP="004D7EEE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tcBorders>
              <w:left w:val="single" w:sz="4" w:space="0" w:color="000000"/>
              <w:right w:val="single" w:sz="4" w:space="0" w:color="000000"/>
            </w:tcBorders>
          </w:tcPr>
          <w:p w:rsidR="00E86A2A" w:rsidRPr="00092639" w:rsidRDefault="00E86A2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37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86A2A" w:rsidRPr="009F45AA" w:rsidRDefault="00E86A2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noProof/>
                <w:color w:val="000000"/>
              </w:rPr>
            </w:pPr>
            <w:r>
              <w:rPr>
                <w:rFonts w:ascii="Verdana" w:hAnsi="Verdana" w:cs="Verdana"/>
                <w:b/>
                <w:noProof/>
                <w:color w:val="000000"/>
              </w:rPr>
              <w:t xml:space="preserve">P = </w:t>
            </w:r>
            <w:r w:rsidRPr="009F45AA">
              <w:rPr>
                <w:rFonts w:ascii="Verdana" w:hAnsi="Verdana" w:cs="Verdana"/>
                <w:b/>
                <w:noProof/>
                <w:color w:val="000000"/>
              </w:rPr>
              <w:t xml:space="preserve">PUNTEGGIO = 30*%= </w:t>
            </w:r>
          </w:p>
        </w:tc>
        <w:tc>
          <w:tcPr>
            <w:tcW w:w="15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E86A2A" w:rsidRDefault="00E86A2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b/>
                <w:noProof/>
                <w:color w:val="000000"/>
              </w:rPr>
              <w:t>=______/30</w:t>
            </w:r>
          </w:p>
        </w:tc>
      </w:tr>
      <w:tr w:rsidR="00E86A2A" w:rsidTr="00E86A2A">
        <w:trPr>
          <w:trHeight w:val="345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86A2A" w:rsidRPr="002F5E3D" w:rsidRDefault="00E86A2A" w:rsidP="004D7EEE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tcBorders>
              <w:left w:val="single" w:sz="4" w:space="0" w:color="000000"/>
              <w:right w:val="single" w:sz="4" w:space="0" w:color="000000"/>
            </w:tcBorders>
          </w:tcPr>
          <w:p w:rsidR="00E86A2A" w:rsidRPr="00092639" w:rsidRDefault="00E86A2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E86A2A" w:rsidRPr="009F45AA" w:rsidRDefault="00E86A2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noProof/>
                <w:color w:val="000000"/>
              </w:rPr>
            </w:pPr>
          </w:p>
        </w:tc>
        <w:tc>
          <w:tcPr>
            <w:tcW w:w="15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E86A2A" w:rsidRDefault="00E86A2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6A2A" w:rsidTr="00E86A2A">
        <w:trPr>
          <w:trHeight w:val="345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86A2A" w:rsidRPr="002F5E3D" w:rsidRDefault="00E86A2A" w:rsidP="004D7EEE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tcBorders>
              <w:left w:val="single" w:sz="4" w:space="0" w:color="000000"/>
              <w:right w:val="single" w:sz="4" w:space="0" w:color="000000"/>
            </w:tcBorders>
          </w:tcPr>
          <w:p w:rsidR="00E86A2A" w:rsidRPr="00092639" w:rsidRDefault="00E86A2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376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86A2A" w:rsidRPr="009F45AA" w:rsidRDefault="00E86A2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5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E86A2A" w:rsidRDefault="00E86A2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6A2A" w:rsidTr="00E86A2A">
        <w:trPr>
          <w:trHeight w:val="1365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86A2A" w:rsidRDefault="00E86A2A" w:rsidP="00374621">
            <w:pPr>
              <w:spacing w:line="254" w:lineRule="auto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86A2A" w:rsidRDefault="00E86A2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E86A2A" w:rsidRDefault="00E86A2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E86A2A" w:rsidRDefault="00E86A2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E86A2A" w:rsidRDefault="00E86A2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E86A2A" w:rsidRPr="007A7931" w:rsidRDefault="00E86A2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7A7931">
              <w:rPr>
                <w:rFonts w:ascii="Verdana" w:hAnsi="Verdana" w:cs="Verdana"/>
                <w:b/>
                <w:color w:val="000000"/>
              </w:rPr>
              <w:t>Destinatari del progetto</w:t>
            </w:r>
          </w:p>
        </w:tc>
        <w:tc>
          <w:tcPr>
            <w:tcW w:w="528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E86A2A" w:rsidRDefault="00E86A2A" w:rsidP="003106B0">
            <w:pPr>
              <w:spacing w:line="254" w:lineRule="auto"/>
              <w:ind w:right="775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 xml:space="preserve"> C= </w:t>
            </w:r>
            <w:r w:rsidRPr="007A7931">
              <w:rPr>
                <w:rFonts w:ascii="Verdana" w:hAnsi="Verdana" w:cs="Verdana"/>
                <w:b/>
                <w:color w:val="000000"/>
              </w:rPr>
              <w:t>N. alunni coinvolti nel progetto</w:t>
            </w:r>
          </w:p>
          <w:p w:rsidR="00E86A2A" w:rsidRPr="007A7931" w:rsidRDefault="00E86A2A" w:rsidP="00374621">
            <w:pPr>
              <w:spacing w:line="254" w:lineRule="auto"/>
              <w:ind w:left="360" w:right="775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27CAFBD0" wp14:editId="312B2F02">
                      <wp:simplePos x="0" y="0"/>
                      <wp:positionH relativeFrom="column">
                        <wp:posOffset>1577340</wp:posOffset>
                      </wp:positionH>
                      <wp:positionV relativeFrom="paragraph">
                        <wp:posOffset>43180</wp:posOffset>
                      </wp:positionV>
                      <wp:extent cx="628650" cy="257175"/>
                      <wp:effectExtent l="0" t="0" r="19050" b="28575"/>
                      <wp:wrapNone/>
                      <wp:docPr id="11" name="Rettangolo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ttangolo 11" o:spid="_x0000_s1026" style="position:absolute;margin-left:124.2pt;margin-top:3.4pt;width:49.5pt;height:20.2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"/>
                  </w:pict>
                </mc:Fallback>
              </mc:AlternateContent>
            </w:r>
          </w:p>
          <w:p w:rsidR="00E86A2A" w:rsidRPr="003106B0" w:rsidRDefault="00E86A2A" w:rsidP="003106B0">
            <w:pPr>
              <w:widowControl/>
              <w:spacing w:line="254" w:lineRule="auto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 xml:space="preserve"> </w:t>
            </w:r>
          </w:p>
          <w:p w:rsidR="00E86A2A" w:rsidRDefault="00E86A2A" w:rsidP="003106B0">
            <w:pPr>
              <w:rPr>
                <w:rFonts w:ascii="Verdana" w:hAnsi="Verdana" w:cs="Verdana"/>
              </w:rPr>
            </w:pPr>
          </w:p>
          <w:p w:rsidR="00E86A2A" w:rsidRPr="003106B0" w:rsidRDefault="00E86A2A" w:rsidP="003106B0">
            <w:pPr>
              <w:rPr>
                <w:rFonts w:ascii="Verdana" w:hAnsi="Verdana" w:cs="Verdana"/>
                <w:b/>
                <w:sz w:val="24"/>
                <w:szCs w:val="24"/>
              </w:rPr>
            </w:pPr>
            <w:r w:rsidRPr="003106B0">
              <w:rPr>
                <w:rFonts w:ascii="Verdana" w:hAnsi="Verdana" w:cs="Verdana"/>
                <w:b/>
                <w:sz w:val="24"/>
                <w:szCs w:val="24"/>
              </w:rPr>
              <w:t>%</w:t>
            </w:r>
            <w:r>
              <w:rPr>
                <w:rFonts w:ascii="Verdana" w:hAnsi="Verdana" w:cs="Verdana"/>
                <w:b/>
                <w:sz w:val="24"/>
                <w:szCs w:val="24"/>
                <w:vertAlign w:val="subscript"/>
              </w:rPr>
              <w:t>A</w:t>
            </w:r>
            <w:r w:rsidRPr="003106B0">
              <w:rPr>
                <w:rFonts w:ascii="Verdana" w:hAnsi="Verdana" w:cs="Verdana"/>
                <w:b/>
                <w:sz w:val="24"/>
                <w:szCs w:val="24"/>
              </w:rPr>
              <w:t xml:space="preserve"> = C/T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E86A2A" w:rsidRDefault="00E86A2A" w:rsidP="00374621">
            <w:pPr>
              <w:spacing w:line="254" w:lineRule="auto"/>
              <w:ind w:right="38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6A2A" w:rsidTr="00790C21">
        <w:trPr>
          <w:trHeight w:val="485"/>
        </w:trPr>
        <w:tc>
          <w:tcPr>
            <w:tcW w:w="0" w:type="auto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86A2A" w:rsidRDefault="00E86A2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6A2A" w:rsidRDefault="00E86A2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528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A2A" w:rsidRDefault="00E86A2A" w:rsidP="00374621">
            <w:pPr>
              <w:widowControl/>
              <w:spacing w:line="254" w:lineRule="auto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E86A2A" w:rsidRDefault="00E86A2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</w:p>
        </w:tc>
      </w:tr>
      <w:tr w:rsidR="00E86A2A" w:rsidTr="00E86A2A">
        <w:trPr>
          <w:trHeight w:val="1456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A2A" w:rsidRDefault="00E86A2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A2A" w:rsidRDefault="00E86A2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A2A" w:rsidRDefault="00E86A2A" w:rsidP="00374621">
            <w:pPr>
              <w:widowControl/>
              <w:spacing w:line="254" w:lineRule="auto"/>
              <w:rPr>
                <w:rFonts w:ascii="Verdana" w:hAnsi="Verdana" w:cs="Verdana"/>
                <w:noProof/>
                <w:color w:val="000000"/>
              </w:rPr>
            </w:pPr>
            <w:r>
              <w:rPr>
                <w:rFonts w:ascii="Verdana" w:hAnsi="Verdana" w:cs="Verdana"/>
                <w:b/>
                <w:noProof/>
                <w:color w:val="000000"/>
              </w:rPr>
              <w:t>P</w:t>
            </w:r>
            <w:r>
              <w:rPr>
                <w:rFonts w:ascii="Verdana" w:hAnsi="Verdana" w:cs="Verdana"/>
                <w:b/>
                <w:noProof/>
                <w:color w:val="000000"/>
                <w:vertAlign w:val="subscript"/>
              </w:rPr>
              <w:t>A =</w:t>
            </w:r>
            <w:r>
              <w:rPr>
                <w:rFonts w:ascii="Verdana" w:hAnsi="Verdana" w:cs="Verdana"/>
                <w:b/>
                <w:noProof/>
                <w:color w:val="000000"/>
              </w:rPr>
              <w:t xml:space="preserve"> </w:t>
            </w:r>
            <w:r w:rsidRPr="009F45AA">
              <w:rPr>
                <w:rFonts w:ascii="Verdana" w:hAnsi="Verdana" w:cs="Verdana"/>
                <w:b/>
                <w:noProof/>
                <w:color w:val="000000"/>
              </w:rPr>
              <w:t>PUNTEGGIO</w:t>
            </w:r>
            <w:r>
              <w:rPr>
                <w:rFonts w:ascii="Verdana" w:hAnsi="Verdana" w:cs="Verdana"/>
                <w:b/>
                <w:noProof/>
                <w:color w:val="000000"/>
                <w:vertAlign w:val="subscript"/>
              </w:rPr>
              <w:t>A</w:t>
            </w:r>
            <w:r w:rsidRPr="009F45AA">
              <w:rPr>
                <w:rFonts w:ascii="Verdana" w:hAnsi="Verdana" w:cs="Verdana"/>
                <w:b/>
                <w:noProof/>
                <w:color w:val="000000"/>
              </w:rPr>
              <w:t xml:space="preserve"> </w:t>
            </w:r>
            <w:r w:rsidRPr="00466C62">
              <w:rPr>
                <w:rFonts w:ascii="Verdana" w:hAnsi="Verdana" w:cs="Verdana"/>
                <w:b/>
                <w:noProof/>
                <w:color w:val="000000"/>
              </w:rPr>
              <w:t>= 10*%</w:t>
            </w:r>
            <w:r w:rsidRPr="00466C62">
              <w:rPr>
                <w:rFonts w:ascii="Verdana" w:hAnsi="Verdana" w:cs="Verdana"/>
                <w:b/>
                <w:noProof/>
                <w:color w:val="000000"/>
                <w:vertAlign w:val="subscript"/>
              </w:rPr>
              <w:t>A</w:t>
            </w:r>
            <w:r w:rsidRPr="00466C62">
              <w:rPr>
                <w:rFonts w:ascii="Verdana" w:hAnsi="Verdana" w:cs="Verdana"/>
                <w:b/>
                <w:noProof/>
                <w:color w:val="000000"/>
              </w:rPr>
              <w:t>=</w:t>
            </w:r>
          </w:p>
        </w:tc>
        <w:tc>
          <w:tcPr>
            <w:tcW w:w="1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E86A2A" w:rsidRDefault="00E86A2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noProof/>
                <w:color w:val="000000"/>
              </w:rPr>
              <w:t>= ______/</w:t>
            </w:r>
            <w:r w:rsidRPr="003106B0">
              <w:rPr>
                <w:rFonts w:ascii="Verdana" w:hAnsi="Verdana" w:cs="Verdana"/>
                <w:b/>
                <w:noProof/>
                <w:color w:val="000000"/>
              </w:rPr>
              <w:t>10</w:t>
            </w:r>
          </w:p>
        </w:tc>
      </w:tr>
      <w:tr w:rsidR="00E86A2A" w:rsidTr="00E86A2A">
        <w:trPr>
          <w:trHeight w:val="1484"/>
        </w:trPr>
        <w:tc>
          <w:tcPr>
            <w:tcW w:w="8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6A2A" w:rsidRPr="003106B0" w:rsidRDefault="00E86A2A" w:rsidP="003106B0">
            <w:pPr>
              <w:widowControl/>
              <w:spacing w:line="254" w:lineRule="auto"/>
              <w:jc w:val="center"/>
              <w:rPr>
                <w:rFonts w:ascii="Verdana" w:hAnsi="Verdana" w:cs="Verdana"/>
                <w:b/>
                <w:noProof/>
                <w:color w:val="000000"/>
                <w:sz w:val="28"/>
                <w:szCs w:val="28"/>
                <w:vertAlign w:val="subscript"/>
              </w:rPr>
            </w:pPr>
            <w:r>
              <w:rPr>
                <w:rFonts w:ascii="Verdana" w:hAnsi="Verdana" w:cs="Verdana"/>
                <w:b/>
                <w:noProof/>
                <w:color w:val="000000"/>
                <w:sz w:val="28"/>
                <w:szCs w:val="28"/>
              </w:rPr>
              <w:t>TOTALE P</w:t>
            </w:r>
            <w:r w:rsidRPr="003106B0">
              <w:rPr>
                <w:rFonts w:ascii="Verdana" w:hAnsi="Verdana" w:cs="Verdana"/>
                <w:b/>
                <w:noProof/>
                <w:color w:val="000000"/>
                <w:sz w:val="28"/>
                <w:szCs w:val="28"/>
              </w:rPr>
              <w:t>UNTEGGIO= P + P</w:t>
            </w:r>
            <w:r w:rsidRPr="003106B0">
              <w:rPr>
                <w:rFonts w:ascii="Verdana" w:hAnsi="Verdana" w:cs="Verdana"/>
                <w:b/>
                <w:noProof/>
                <w:color w:val="000000"/>
                <w:sz w:val="28"/>
                <w:szCs w:val="28"/>
                <w:vertAlign w:val="subscript"/>
              </w:rPr>
              <w:t>A</w:t>
            </w:r>
          </w:p>
        </w:tc>
        <w:tc>
          <w:tcPr>
            <w:tcW w:w="1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E86A2A" w:rsidRDefault="00E86A2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000000"/>
              </w:rPr>
            </w:pPr>
            <w:r w:rsidRPr="003106B0">
              <w:rPr>
                <w:rFonts w:ascii="Verdana" w:hAnsi="Verdana" w:cs="Verdana"/>
                <w:b/>
                <w:noProof/>
                <w:color w:val="000000"/>
                <w:sz w:val="24"/>
                <w:szCs w:val="24"/>
              </w:rPr>
              <w:t>= ____/40</w:t>
            </w:r>
          </w:p>
        </w:tc>
      </w:tr>
    </w:tbl>
    <w:p w:rsidR="00644A96" w:rsidRDefault="00644A96" w:rsidP="0063777E">
      <w:pPr>
        <w:tabs>
          <w:tab w:val="left" w:pos="7725"/>
        </w:tabs>
      </w:pPr>
    </w:p>
    <w:p w:rsidR="0063777E" w:rsidRDefault="0063777E" w:rsidP="001900BA"/>
    <w:p w:rsidR="0063777E" w:rsidRDefault="0063777E" w:rsidP="001900BA"/>
    <w:p w:rsidR="00B77CBF" w:rsidRDefault="00B77CBF" w:rsidP="001900BA"/>
    <w:tbl>
      <w:tblPr>
        <w:tblW w:w="5268" w:type="pct"/>
        <w:tblCellMar>
          <w:top w:w="19" w:type="dxa"/>
          <w:left w:w="0" w:type="dxa"/>
          <w:right w:w="5" w:type="dxa"/>
        </w:tblCellMar>
        <w:tblLook w:val="0000" w:firstRow="0" w:lastRow="0" w:firstColumn="0" w:lastColumn="0" w:noHBand="0" w:noVBand="0"/>
      </w:tblPr>
      <w:tblGrid>
        <w:gridCol w:w="2266"/>
        <w:gridCol w:w="3180"/>
        <w:gridCol w:w="3314"/>
        <w:gridCol w:w="704"/>
        <w:gridCol w:w="701"/>
      </w:tblGrid>
      <w:tr w:rsidR="001900BA" w:rsidTr="00127604">
        <w:tc>
          <w:tcPr>
            <w:tcW w:w="1115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31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Barrare la casella interessata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38"/>
              <w:jc w:val="center"/>
              <w:rPr>
                <w:rFonts w:ascii="Verdana" w:hAnsi="Verdana" w:cs="Verdana"/>
                <w:color w:val="FF0000"/>
              </w:rPr>
            </w:pPr>
          </w:p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  <w:r w:rsidRPr="001900BA">
              <w:rPr>
                <w:rFonts w:ascii="Verdana" w:hAnsi="Verdana" w:cs="Verdana"/>
                <w:b/>
                <w:color w:val="FF0000"/>
              </w:rPr>
              <w:t xml:space="preserve">PESO 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  <w:color w:val="FF0000"/>
              </w:rPr>
            </w:pPr>
            <w:r w:rsidRPr="001900BA">
              <w:rPr>
                <w:rFonts w:ascii="Verdana" w:hAnsi="Verdana" w:cs="Verdana"/>
                <w:b/>
                <w:color w:val="FF0000"/>
              </w:rPr>
              <w:t>Punti</w:t>
            </w:r>
          </w:p>
        </w:tc>
      </w:tr>
      <w:tr w:rsidR="001900BA" w:rsidTr="00127604">
        <w:trPr>
          <w:trHeight w:val="543"/>
        </w:trPr>
        <w:tc>
          <w:tcPr>
            <w:tcW w:w="1115" w:type="pct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7E2095">
              <w:rPr>
                <w:rFonts w:ascii="Verdana" w:hAnsi="Verdana" w:cs="Verdana"/>
                <w:b/>
                <w:color w:val="000000"/>
              </w:rPr>
              <w:t>TIPOLOGIA DI INTERVENTO E COERENZA CON I BISOGNI FORMATIVI ESPRESSI DALL’UTENZA</w:t>
            </w:r>
          </w:p>
          <w:p w:rsidR="001900BA" w:rsidRPr="0063777E" w:rsidRDefault="001900BA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  <w:proofErr w:type="spellStart"/>
            <w:r w:rsidRPr="0063777E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Max</w:t>
            </w:r>
            <w:proofErr w:type="spellEnd"/>
            <w:r w:rsidRPr="0063777E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25 punti</w:t>
            </w:r>
          </w:p>
        </w:tc>
        <w:tc>
          <w:tcPr>
            <w:tcW w:w="1564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  <w:p w:rsidR="001900BA" w:rsidRPr="003F1A04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3F1A04">
              <w:rPr>
                <w:rFonts w:ascii="Verdana" w:hAnsi="Verdana" w:cs="Verdana"/>
                <w:b/>
                <w:color w:val="000000"/>
              </w:rPr>
              <w:t xml:space="preserve">Tipologie di interventi </w:t>
            </w: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29"/>
              </w:numPr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recupero potenziamento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127604">
        <w:trPr>
          <w:trHeight w:val="15"/>
        </w:trPr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29"/>
              </w:numPr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sviluppo dell’offerta formativa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127604">
        <w:trPr>
          <w:trHeight w:val="521"/>
        </w:trPr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00BA" w:rsidRPr="00B77CBF" w:rsidRDefault="001900BA" w:rsidP="00B77CBF">
            <w:pPr>
              <w:pStyle w:val="Paragrafoelenco"/>
              <w:numPr>
                <w:ilvl w:val="0"/>
                <w:numId w:val="29"/>
              </w:num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attività laboratoriali (didattica attiva)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127604"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apprendimento in gruppi cooperativi</w:t>
            </w:r>
          </w:p>
          <w:p w:rsidR="001900BA" w:rsidRPr="001900BA" w:rsidRDefault="001900BA" w:rsidP="001900BA">
            <w:pPr>
              <w:pStyle w:val="Paragrafoelenco"/>
              <w:numPr>
                <w:ilvl w:val="0"/>
                <w:numId w:val="29"/>
              </w:numPr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( piccoli gruppi</w:t>
            </w:r>
            <w:r>
              <w:t xml:space="preserve"> </w:t>
            </w:r>
            <w:r w:rsidRPr="001900BA">
              <w:rPr>
                <w:rFonts w:ascii="Verdana" w:hAnsi="Verdana" w:cs="Verdana"/>
                <w:b/>
                <w:color w:val="000000"/>
              </w:rPr>
              <w:t>da 1 a 10 )</w:t>
            </w:r>
          </w:p>
          <w:p w:rsidR="001900BA" w:rsidRPr="001900BA" w:rsidRDefault="001900BA" w:rsidP="001900BA">
            <w:pPr>
              <w:pStyle w:val="Paragrafoelenco"/>
              <w:numPr>
                <w:ilvl w:val="0"/>
                <w:numId w:val="29"/>
              </w:numPr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Oltre 10 alunni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3</w:t>
            </w:r>
          </w:p>
          <w:p w:rsidR="001900BA" w:rsidRPr="001900BA" w:rsidRDefault="00127604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127604">
        <w:trPr>
          <w:trHeight w:val="15"/>
        </w:trPr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piani didattici personalizzati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27604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127604">
        <w:trPr>
          <w:trHeight w:val="30"/>
        </w:trPr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altro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127604">
        <w:trPr>
          <w:trHeight w:val="342"/>
        </w:trPr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1900BA" w:rsidRPr="00A33724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A33724">
              <w:rPr>
                <w:rFonts w:ascii="Verdana" w:hAnsi="Verdana" w:cs="Verdana"/>
                <w:b/>
                <w:color w:val="000000"/>
              </w:rPr>
              <w:t>Le attività previste per gli studenti sono svolte</w:t>
            </w: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in orario curricolare        SI/NO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1900BA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127604">
        <w:trPr>
          <w:trHeight w:val="593"/>
        </w:trPr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00BA" w:rsidRPr="007E2095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in orario extracurricolare SI/NO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2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127604">
        <w:trPr>
          <w:trHeight w:val="767"/>
        </w:trPr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</w:p>
          <w:p w:rsidR="001900BA" w:rsidRPr="00A33724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b/>
                <w:color w:val="000000"/>
              </w:rPr>
            </w:pPr>
            <w:r w:rsidRPr="00A33724">
              <w:rPr>
                <w:rFonts w:ascii="Verdana" w:hAnsi="Verdana" w:cs="Verdana"/>
                <w:b/>
                <w:color w:val="000000"/>
              </w:rPr>
              <w:t>Sono previsti corsi di formazione</w:t>
            </w:r>
          </w:p>
          <w:p w:rsidR="001900BA" w:rsidRPr="00A33724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98"/>
              <w:rPr>
                <w:rFonts w:ascii="Verdana" w:hAnsi="Verdana" w:cs="Verdana"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per i docenti e/o personale della scuola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 xml:space="preserve"> </w:t>
            </w:r>
          </w:p>
          <w:p w:rsidR="001900BA" w:rsidRPr="001900BA" w:rsidRDefault="001900BA" w:rsidP="00374621">
            <w:pPr>
              <w:spacing w:line="254" w:lineRule="auto"/>
              <w:ind w:right="3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1</w:t>
            </w:r>
          </w:p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127604">
        <w:trPr>
          <w:trHeight w:val="411"/>
        </w:trPr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00BA" w:rsidRDefault="001900BA" w:rsidP="00374621">
            <w:pPr>
              <w:spacing w:line="254" w:lineRule="auto"/>
              <w:ind w:left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98"/>
              <w:rPr>
                <w:rFonts w:ascii="Verdana" w:hAnsi="Verdana" w:cs="Verdana"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per i genitori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2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127604">
        <w:trPr>
          <w:trHeight w:val="214"/>
        </w:trPr>
        <w:tc>
          <w:tcPr>
            <w:tcW w:w="1115" w:type="pct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pacing w:line="254" w:lineRule="auto"/>
              <w:ind w:right="106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tcBorders>
              <w:left w:val="single" w:sz="4" w:space="0" w:color="000000"/>
              <w:right w:val="single" w:sz="4" w:space="0" w:color="000000"/>
            </w:tcBorders>
          </w:tcPr>
          <w:p w:rsidR="001900BA" w:rsidRPr="005E7674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5E7674">
              <w:rPr>
                <w:rFonts w:ascii="Verdana" w:hAnsi="Verdana" w:cs="Verdana"/>
                <w:b/>
                <w:color w:val="000000"/>
              </w:rPr>
              <w:t xml:space="preserve">In progetto rientra in attività di </w:t>
            </w: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0BA" w:rsidRPr="001900BA" w:rsidRDefault="001900BA" w:rsidP="001900BA">
            <w:pPr>
              <w:pStyle w:val="Paragrafoelenco"/>
              <w:widowControl/>
              <w:numPr>
                <w:ilvl w:val="0"/>
                <w:numId w:val="30"/>
              </w:numPr>
              <w:spacing w:after="110" w:line="244" w:lineRule="auto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Continuità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63777E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2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127604">
        <w:trPr>
          <w:trHeight w:val="108"/>
        </w:trPr>
        <w:tc>
          <w:tcPr>
            <w:tcW w:w="1115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spacing w:line="254" w:lineRule="auto"/>
              <w:ind w:right="106"/>
              <w:jc w:val="center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napToGrid w:val="0"/>
              <w:spacing w:line="254" w:lineRule="auto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uppressAutoHyphens/>
              <w:spacing w:line="254" w:lineRule="auto"/>
              <w:ind w:right="98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Orientamento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63777E">
            <w:pPr>
              <w:spacing w:line="254" w:lineRule="auto"/>
              <w:ind w:right="98"/>
              <w:jc w:val="center"/>
              <w:rPr>
                <w:rFonts w:ascii="Verdana" w:hAnsi="Verdana" w:cs="Verdana"/>
                <w:b/>
              </w:rPr>
            </w:pPr>
            <w:r w:rsidRPr="001900BA">
              <w:rPr>
                <w:rFonts w:ascii="Verdana" w:hAnsi="Verdana" w:cs="Verdana"/>
                <w:b/>
              </w:rPr>
              <w:t>2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98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27604" w:rsidTr="00127604">
        <w:trPr>
          <w:trHeight w:val="817"/>
        </w:trPr>
        <w:tc>
          <w:tcPr>
            <w:tcW w:w="11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7604" w:rsidRPr="005E7674" w:rsidRDefault="00127604" w:rsidP="00374621">
            <w:pPr>
              <w:snapToGrid w:val="0"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127604" w:rsidRPr="005E7674" w:rsidRDefault="00127604" w:rsidP="00374621">
            <w:pPr>
              <w:spacing w:line="254" w:lineRule="auto"/>
              <w:ind w:right="43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5E7674">
              <w:rPr>
                <w:rFonts w:ascii="Verdana" w:hAnsi="Verdana" w:cs="Verdana"/>
                <w:b/>
                <w:color w:val="000000"/>
              </w:rPr>
              <w:t>CAPACITA’</w:t>
            </w:r>
            <w:r w:rsidRPr="005E7674">
              <w:rPr>
                <w:rFonts w:ascii="Verdana" w:hAnsi="Verdana" w:cs="Verdana"/>
                <w:color w:val="000000"/>
              </w:rPr>
              <w:t xml:space="preserve"> </w:t>
            </w:r>
            <w:r w:rsidRPr="005E7674">
              <w:rPr>
                <w:rFonts w:ascii="Verdana" w:hAnsi="Verdana" w:cs="Verdana"/>
                <w:b/>
                <w:color w:val="000000"/>
              </w:rPr>
              <w:t>DELL’ISTITUTO DI CONSORZIARSI IN RETI E PATTI TERRITORIALI CON LE ALTRE AGENZIE EDUCATIVE</w:t>
            </w:r>
          </w:p>
          <w:p w:rsidR="00127604" w:rsidRPr="0063777E" w:rsidRDefault="0042114C" w:rsidP="0063777E">
            <w:pPr>
              <w:spacing w:line="235" w:lineRule="auto"/>
              <w:ind w:left="360" w:right="174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Max</w:t>
            </w:r>
            <w:proofErr w:type="spellEnd"/>
            <w:r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10</w:t>
            </w:r>
            <w:r w:rsidR="00127604" w:rsidRPr="0063777E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punti</w:t>
            </w:r>
          </w:p>
          <w:p w:rsidR="00127604" w:rsidRDefault="00127604" w:rsidP="00374621">
            <w:pPr>
              <w:spacing w:line="254" w:lineRule="auto"/>
              <w:ind w:left="108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14C" w:rsidRPr="00A45FED" w:rsidRDefault="0042114C" w:rsidP="00E86A2A">
            <w:pPr>
              <w:spacing w:line="254" w:lineRule="auto"/>
              <w:jc w:val="center"/>
              <w:rPr>
                <w:rFonts w:ascii="Verdana" w:hAnsi="Verdana" w:cs="Verdana"/>
                <w:b/>
                <w:color w:val="FF0000"/>
              </w:rPr>
            </w:pPr>
            <w:r w:rsidRPr="00A45FED">
              <w:rPr>
                <w:rFonts w:ascii="Verdana" w:hAnsi="Verdana" w:cs="Verdana"/>
                <w:b/>
                <w:color w:val="FF0000"/>
              </w:rPr>
              <w:t>Attenzione : DA COMPILARE SOLO SE LA SCUOLA è CAPOFILA DI RETE</w:t>
            </w:r>
          </w:p>
          <w:p w:rsidR="00127604" w:rsidRDefault="00127604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127604" w:rsidRDefault="00127604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127604" w:rsidRPr="005E7674" w:rsidRDefault="00127604" w:rsidP="0042114C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5E7674">
              <w:rPr>
                <w:rFonts w:ascii="Verdana" w:hAnsi="Verdana" w:cs="Verdana"/>
                <w:b/>
                <w:color w:val="000000"/>
              </w:rPr>
              <w:t>Le azioni rientrano in Accordi di rete/Convenzioni/Protocolli formalizzati</w:t>
            </w:r>
          </w:p>
        </w:tc>
        <w:tc>
          <w:tcPr>
            <w:tcW w:w="23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7604" w:rsidRPr="00047A82" w:rsidRDefault="00127604" w:rsidP="00127604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047A82">
              <w:rPr>
                <w:rFonts w:ascii="Verdana" w:hAnsi="Verdana" w:cs="Verdana"/>
                <w:b/>
                <w:color w:val="000000"/>
              </w:rPr>
              <w:t>Numero di scuole appartenenti alla rete</w:t>
            </w:r>
          </w:p>
          <w:p w:rsidR="00127604" w:rsidRPr="001900BA" w:rsidRDefault="00127604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</w:p>
          <w:p w:rsidR="00127604" w:rsidRPr="001900BA" w:rsidRDefault="00127604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  <w:r w:rsidRPr="001900BA">
              <w:rPr>
                <w:rFonts w:ascii="Verdana" w:hAnsi="Verdana" w:cs="Verdana"/>
                <w:b/>
              </w:rPr>
              <w:t xml:space="preserve"> </w:t>
            </w:r>
          </w:p>
        </w:tc>
      </w:tr>
      <w:tr w:rsidR="001900BA" w:rsidTr="00127604">
        <w:trPr>
          <w:trHeight w:val="670"/>
        </w:trPr>
        <w:tc>
          <w:tcPr>
            <w:tcW w:w="11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5E7674" w:rsidRDefault="001900BA" w:rsidP="00374621">
            <w:pPr>
              <w:snapToGrid w:val="0"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0BA" w:rsidRPr="005E7674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Fino a 3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1900BA" w:rsidP="00374621">
            <w:pPr>
              <w:spacing w:line="254" w:lineRule="auto"/>
              <w:ind w:right="101"/>
              <w:rPr>
                <w:rFonts w:ascii="Verdana" w:hAnsi="Verdana" w:cs="Verdana"/>
                <w:b/>
              </w:rPr>
            </w:pPr>
          </w:p>
          <w:p w:rsidR="001900BA" w:rsidRPr="001900BA" w:rsidRDefault="00127604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4</w:t>
            </w:r>
          </w:p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127604">
        <w:trPr>
          <w:trHeight w:val="405"/>
        </w:trPr>
        <w:tc>
          <w:tcPr>
            <w:tcW w:w="11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5E7674" w:rsidRDefault="001900BA" w:rsidP="00374621">
            <w:pPr>
              <w:snapToGrid w:val="0"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0BA" w:rsidRPr="005E7674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0BA" w:rsidRPr="001900BA" w:rsidRDefault="00127604" w:rsidP="001900BA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101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 xml:space="preserve">Da </w:t>
            </w:r>
            <w:r w:rsidR="001900BA" w:rsidRPr="001900BA">
              <w:rPr>
                <w:rFonts w:ascii="Verdana" w:hAnsi="Verdana" w:cs="Verdana"/>
                <w:b/>
                <w:color w:val="000000"/>
              </w:rPr>
              <w:t>4 a 5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42114C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7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127604">
        <w:trPr>
          <w:trHeight w:val="426"/>
        </w:trPr>
        <w:tc>
          <w:tcPr>
            <w:tcW w:w="11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5E7674" w:rsidRDefault="001900BA" w:rsidP="00374621">
            <w:pPr>
              <w:snapToGrid w:val="0"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0BA" w:rsidRPr="005E7674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0BA" w:rsidRPr="001900BA" w:rsidRDefault="001900BA" w:rsidP="0063777E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101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oltre 5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42114C" w:rsidP="0063777E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10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27604" w:rsidTr="00127604">
        <w:trPr>
          <w:trHeight w:val="292"/>
        </w:trPr>
        <w:tc>
          <w:tcPr>
            <w:tcW w:w="11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7604" w:rsidRDefault="00127604" w:rsidP="00374621">
            <w:pPr>
              <w:spacing w:line="254" w:lineRule="auto"/>
              <w:rPr>
                <w:rFonts w:ascii="Verdana" w:hAnsi="Verdana" w:cs="Verdana"/>
                <w:color w:val="000000"/>
              </w:rPr>
            </w:pPr>
          </w:p>
          <w:p w:rsidR="00127604" w:rsidRPr="00265AD5" w:rsidRDefault="00127604" w:rsidP="00374621">
            <w:pPr>
              <w:spacing w:line="254" w:lineRule="auto"/>
              <w:ind w:left="108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265AD5">
              <w:rPr>
                <w:rFonts w:ascii="Verdana" w:hAnsi="Verdana" w:cs="Verdana"/>
                <w:b/>
                <w:color w:val="000000"/>
              </w:rPr>
              <w:t>COINVOLGIMENTO DELL’INTERA COMUNITÀ EDUCANTE</w:t>
            </w:r>
          </w:p>
          <w:p w:rsidR="00127604" w:rsidRDefault="00127604" w:rsidP="00374621">
            <w:pPr>
              <w:spacing w:line="254" w:lineRule="auto"/>
              <w:ind w:left="108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265AD5">
              <w:rPr>
                <w:rFonts w:ascii="Verdana" w:hAnsi="Verdana" w:cs="Verdana"/>
                <w:b/>
                <w:color w:val="000000"/>
              </w:rPr>
              <w:t>COLLEGAMENTI CON IL TERRITORIO</w:t>
            </w:r>
          </w:p>
          <w:p w:rsidR="00127604" w:rsidRPr="0063777E" w:rsidRDefault="00745F86" w:rsidP="0063777E">
            <w:pPr>
              <w:spacing w:line="254" w:lineRule="auto"/>
              <w:ind w:left="108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Max</w:t>
            </w:r>
            <w:proofErr w:type="spellEnd"/>
            <w:r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5</w:t>
            </w:r>
            <w:r w:rsidR="00127604" w:rsidRPr="0063777E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punti</w:t>
            </w:r>
          </w:p>
        </w:tc>
        <w:tc>
          <w:tcPr>
            <w:tcW w:w="15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7604" w:rsidRDefault="00127604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42114C" w:rsidRDefault="0042114C" w:rsidP="0042114C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A45FED">
              <w:rPr>
                <w:rFonts w:ascii="Verdana" w:hAnsi="Verdana" w:cs="Verdana"/>
                <w:b/>
                <w:color w:val="FF0000"/>
              </w:rPr>
              <w:t xml:space="preserve">Attenzione : DA COMPILARE SOLO SE </w:t>
            </w:r>
            <w:r>
              <w:rPr>
                <w:rFonts w:ascii="Verdana" w:hAnsi="Verdana" w:cs="Verdana"/>
                <w:b/>
                <w:color w:val="FF0000"/>
              </w:rPr>
              <w:t>IL PROGETTO PREVEDE IL COINVOLGIMENTO DI ALTRI SOGGETTI</w:t>
            </w:r>
          </w:p>
          <w:p w:rsidR="00127604" w:rsidRDefault="00127604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  <w:p w:rsidR="00127604" w:rsidRPr="00A7223A" w:rsidRDefault="00127604" w:rsidP="0042114C">
            <w:pPr>
              <w:spacing w:line="254" w:lineRule="auto"/>
              <w:jc w:val="center"/>
              <w:rPr>
                <w:rFonts w:ascii="Verdana" w:hAnsi="Verdana" w:cs="Verdana"/>
                <w:b/>
                <w:color w:val="000000"/>
              </w:rPr>
            </w:pPr>
            <w:r w:rsidRPr="00A7223A">
              <w:rPr>
                <w:rFonts w:ascii="Verdana" w:hAnsi="Verdana" w:cs="Verdana"/>
                <w:b/>
                <w:color w:val="000000"/>
              </w:rPr>
              <w:t>Progetto in condivisione con altri soggetti</w:t>
            </w:r>
          </w:p>
          <w:p w:rsidR="00127604" w:rsidRDefault="00127604" w:rsidP="0042114C">
            <w:pPr>
              <w:spacing w:line="254" w:lineRule="auto"/>
              <w:jc w:val="center"/>
              <w:rPr>
                <w:rFonts w:ascii="Verdana" w:hAnsi="Verdana" w:cs="Verdana"/>
                <w:color w:val="000000"/>
              </w:rPr>
            </w:pPr>
            <w:r w:rsidRPr="00A7223A">
              <w:rPr>
                <w:rFonts w:ascii="Verdana" w:hAnsi="Verdana" w:cs="Verdana"/>
                <w:b/>
                <w:color w:val="000000"/>
              </w:rPr>
              <w:t>del territorio</w:t>
            </w:r>
          </w:p>
        </w:tc>
        <w:tc>
          <w:tcPr>
            <w:tcW w:w="23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7604" w:rsidRDefault="00127604" w:rsidP="00127604">
            <w:pPr>
              <w:widowControl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A7223A">
              <w:rPr>
                <w:rFonts w:ascii="Verdana" w:hAnsi="Verdana" w:cs="Verdana"/>
                <w:b/>
                <w:color w:val="000000"/>
              </w:rPr>
              <w:t>SE SI, Soggetti coinvolti</w:t>
            </w:r>
          </w:p>
          <w:p w:rsidR="00127604" w:rsidRPr="001900BA" w:rsidRDefault="00127604" w:rsidP="00374621">
            <w:pPr>
              <w:snapToGrid w:val="0"/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127604">
        <w:trPr>
          <w:trHeight w:val="765"/>
        </w:trPr>
        <w:tc>
          <w:tcPr>
            <w:tcW w:w="1115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spacing w:line="254" w:lineRule="auto"/>
              <w:ind w:left="108" w:firstLine="204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00BA" w:rsidRPr="00A7223A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widowControl/>
              <w:numPr>
                <w:ilvl w:val="0"/>
                <w:numId w:val="30"/>
              </w:num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 xml:space="preserve">Altri Enti </w:t>
            </w:r>
          </w:p>
          <w:p w:rsidR="001900BA" w:rsidRPr="00A7223A" w:rsidRDefault="001900BA" w:rsidP="001900BA">
            <w:pPr>
              <w:widowControl/>
              <w:overflowPunct/>
              <w:autoSpaceDE/>
              <w:autoSpaceDN/>
              <w:adjustRightInd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A7223A">
              <w:rPr>
                <w:rFonts w:ascii="Verdana" w:hAnsi="Verdana" w:cs="Verdana"/>
                <w:b/>
                <w:color w:val="000000"/>
              </w:rPr>
              <w:t>( pubblici/privati)</w:t>
            </w:r>
          </w:p>
          <w:p w:rsidR="001900BA" w:rsidRPr="00A7223A" w:rsidRDefault="001900BA" w:rsidP="00374621">
            <w:pPr>
              <w:widowControl/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745F86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1</w:t>
            </w:r>
          </w:p>
          <w:p w:rsidR="001900BA" w:rsidRPr="001900BA" w:rsidRDefault="001900BA" w:rsidP="00374621">
            <w:pPr>
              <w:spacing w:line="254" w:lineRule="auto"/>
              <w:ind w:right="101"/>
              <w:rPr>
                <w:rFonts w:ascii="Verdana" w:hAnsi="Verdana" w:cs="Verdana"/>
                <w:b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napToGrid w:val="0"/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127604">
        <w:trPr>
          <w:trHeight w:val="510"/>
        </w:trPr>
        <w:tc>
          <w:tcPr>
            <w:tcW w:w="1115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spacing w:line="254" w:lineRule="auto"/>
              <w:ind w:left="108" w:firstLine="204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00BA" w:rsidRPr="00A7223A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Pr="001900BA" w:rsidRDefault="001900BA" w:rsidP="001900BA">
            <w:pPr>
              <w:pStyle w:val="Paragrafoelenco"/>
              <w:numPr>
                <w:ilvl w:val="0"/>
                <w:numId w:val="30"/>
              </w:numPr>
              <w:suppressAutoHyphens/>
              <w:snapToGrid w:val="0"/>
              <w:spacing w:line="254" w:lineRule="auto"/>
              <w:ind w:right="101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Associazioni (volontariato)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745F86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1</w:t>
            </w:r>
          </w:p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napToGrid w:val="0"/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127604">
        <w:trPr>
          <w:trHeight w:val="280"/>
        </w:trPr>
        <w:tc>
          <w:tcPr>
            <w:tcW w:w="1115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spacing w:line="254" w:lineRule="auto"/>
              <w:ind w:left="108" w:firstLine="204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56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0BA" w:rsidRPr="00A7223A" w:rsidRDefault="001900BA" w:rsidP="00374621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1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0BA" w:rsidRPr="001900BA" w:rsidRDefault="001900BA" w:rsidP="0063777E">
            <w:pPr>
              <w:pStyle w:val="Paragrafoelenco"/>
              <w:numPr>
                <w:ilvl w:val="0"/>
                <w:numId w:val="30"/>
              </w:numPr>
              <w:suppressAutoHyphens/>
              <w:snapToGrid w:val="0"/>
              <w:spacing w:line="254" w:lineRule="auto"/>
              <w:ind w:right="101"/>
              <w:rPr>
                <w:rFonts w:ascii="Verdana" w:hAnsi="Verdana" w:cs="Verdana"/>
                <w:b/>
                <w:color w:val="000000"/>
              </w:rPr>
            </w:pPr>
            <w:r w:rsidRPr="001900BA">
              <w:rPr>
                <w:rFonts w:ascii="Verdana" w:hAnsi="Verdana" w:cs="Verdana"/>
                <w:b/>
                <w:color w:val="000000"/>
              </w:rPr>
              <w:t>Genitori degli studenti</w:t>
            </w:r>
          </w:p>
        </w:tc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745F86" w:rsidP="0063777E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3</w:t>
            </w:r>
          </w:p>
          <w:p w:rsidR="001900BA" w:rsidRPr="001900BA" w:rsidRDefault="001900BA" w:rsidP="0063777E">
            <w:pPr>
              <w:snapToGrid w:val="0"/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napToGrid w:val="0"/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</w:tbl>
    <w:p w:rsidR="0063777E" w:rsidRDefault="0063777E"/>
    <w:p w:rsidR="0063777E" w:rsidRDefault="0063777E"/>
    <w:tbl>
      <w:tblPr>
        <w:tblW w:w="5268" w:type="pct"/>
        <w:tblCellMar>
          <w:top w:w="19" w:type="dxa"/>
          <w:left w:w="0" w:type="dxa"/>
          <w:right w:w="5" w:type="dxa"/>
        </w:tblCellMar>
        <w:tblLook w:val="0000" w:firstRow="0" w:lastRow="0" w:firstColumn="0" w:lastColumn="0" w:noHBand="0" w:noVBand="0"/>
      </w:tblPr>
      <w:tblGrid>
        <w:gridCol w:w="2267"/>
        <w:gridCol w:w="3041"/>
        <w:gridCol w:w="3729"/>
        <w:gridCol w:w="565"/>
        <w:gridCol w:w="563"/>
      </w:tblGrid>
      <w:tr w:rsidR="00127604" w:rsidTr="00127604">
        <w:trPr>
          <w:trHeight w:val="1327"/>
        </w:trPr>
        <w:tc>
          <w:tcPr>
            <w:tcW w:w="11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7604" w:rsidRDefault="00127604" w:rsidP="00374621">
            <w:pPr>
              <w:spacing w:line="254" w:lineRule="auto"/>
              <w:ind w:left="108"/>
              <w:jc w:val="center"/>
              <w:rPr>
                <w:rFonts w:ascii="Verdana" w:hAnsi="Verdana" w:cs="Verdana"/>
                <w:b/>
                <w:color w:val="000000"/>
              </w:rPr>
            </w:pPr>
            <w:r>
              <w:lastRenderedPageBreak/>
              <w:br w:type="page"/>
            </w:r>
            <w:r w:rsidRPr="00166F15">
              <w:rPr>
                <w:rFonts w:ascii="Verdana" w:hAnsi="Verdana" w:cs="Verdana"/>
                <w:b/>
                <w:color w:val="000000"/>
              </w:rPr>
              <w:t xml:space="preserve">PREDISPOSIZIONE SISTEMI DI RILEVAZIONE DEI RISULTATI RISPETTO AGLI OBIETTIVI </w:t>
            </w:r>
            <w:r w:rsidRPr="00265AD5">
              <w:rPr>
                <w:rFonts w:ascii="Verdana" w:hAnsi="Verdana" w:cs="Verdana"/>
                <w:b/>
                <w:color w:val="000000"/>
              </w:rPr>
              <w:t>PRESENZA DI STRUMENTI DI MONITORAGGIO E DI VERIFICA</w:t>
            </w:r>
          </w:p>
          <w:p w:rsidR="00127604" w:rsidRDefault="00127604" w:rsidP="00374621">
            <w:pPr>
              <w:spacing w:line="254" w:lineRule="auto"/>
              <w:ind w:left="108"/>
              <w:jc w:val="center"/>
              <w:rPr>
                <w:rFonts w:ascii="Verdana" w:hAnsi="Verdana" w:cs="Verdana"/>
                <w:color w:val="000000"/>
              </w:rPr>
            </w:pPr>
          </w:p>
          <w:p w:rsidR="00127604" w:rsidRPr="0063777E" w:rsidRDefault="00127604" w:rsidP="00127604">
            <w:pPr>
              <w:spacing w:line="254" w:lineRule="auto"/>
              <w:ind w:left="108"/>
              <w:jc w:val="center"/>
              <w:rPr>
                <w:rFonts w:ascii="Verdana" w:hAnsi="Verdana" w:cs="Verdana"/>
                <w:b/>
                <w:color w:val="000000"/>
                <w:sz w:val="24"/>
                <w:szCs w:val="24"/>
              </w:rPr>
            </w:pPr>
            <w:proofErr w:type="spellStart"/>
            <w:r w:rsidRPr="0063777E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Max</w:t>
            </w:r>
            <w:proofErr w:type="spellEnd"/>
            <w:r w:rsidRPr="0063777E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</w:t>
            </w:r>
            <w:r w:rsidR="00745F86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>20</w:t>
            </w:r>
            <w:r w:rsidRPr="0063777E">
              <w:rPr>
                <w:rFonts w:ascii="Verdana" w:hAnsi="Verdana" w:cs="Verdana"/>
                <w:b/>
                <w:color w:val="000000"/>
                <w:sz w:val="24"/>
                <w:szCs w:val="24"/>
              </w:rPr>
              <w:t xml:space="preserve"> punti</w:t>
            </w:r>
          </w:p>
        </w:tc>
        <w:tc>
          <w:tcPr>
            <w:tcW w:w="149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7604" w:rsidRDefault="00127604" w:rsidP="00374621">
            <w:pPr>
              <w:spacing w:line="254" w:lineRule="auto"/>
              <w:rPr>
                <w:rFonts w:ascii="Verdana" w:hAnsi="Verdana" w:cs="Verdana"/>
                <w:color w:val="000000"/>
              </w:rPr>
            </w:pPr>
            <w:r w:rsidRPr="00166F15">
              <w:rPr>
                <w:rFonts w:ascii="Verdana" w:hAnsi="Verdana" w:cs="Verdana"/>
                <w:b/>
                <w:color w:val="000000"/>
              </w:rPr>
              <w:t>Tipologia di strumenti e procedure</w:t>
            </w:r>
            <w:r>
              <w:rPr>
                <w:rFonts w:ascii="Verdana" w:hAnsi="Verdana" w:cs="Verdana"/>
                <w:color w:val="000000"/>
              </w:rPr>
              <w:t xml:space="preserve"> </w:t>
            </w:r>
          </w:p>
        </w:tc>
        <w:tc>
          <w:tcPr>
            <w:tcW w:w="1834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27604" w:rsidRPr="00047A82" w:rsidRDefault="00127604" w:rsidP="00127604">
            <w:pPr>
              <w:spacing w:line="254" w:lineRule="auto"/>
              <w:ind w:right="920"/>
              <w:rPr>
                <w:rFonts w:ascii="Verdana" w:hAnsi="Verdana" w:cs="Verdana"/>
                <w:b/>
                <w:color w:val="000000"/>
              </w:rPr>
            </w:pPr>
          </w:p>
          <w:p w:rsidR="00127604" w:rsidRDefault="00127604" w:rsidP="00127604">
            <w:p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127604">
              <w:rPr>
                <w:rFonts w:ascii="Verdana" w:hAnsi="Verdana" w:cs="Verdana"/>
                <w:b/>
                <w:color w:val="000000"/>
              </w:rPr>
              <w:t>Questionari di aspettativa</w:t>
            </w:r>
            <w:r>
              <w:rPr>
                <w:rFonts w:ascii="Verdana" w:hAnsi="Verdana" w:cs="Verdana"/>
                <w:b/>
                <w:color w:val="000000"/>
              </w:rPr>
              <w:t xml:space="preserve">/di </w:t>
            </w:r>
            <w:r w:rsidRPr="00047A82">
              <w:rPr>
                <w:rFonts w:ascii="Verdana" w:hAnsi="Verdana" w:cs="Verdana"/>
                <w:b/>
                <w:color w:val="000000"/>
              </w:rPr>
              <w:t xml:space="preserve">gradimento </w:t>
            </w:r>
            <w:r>
              <w:rPr>
                <w:rFonts w:ascii="Verdana" w:hAnsi="Verdana" w:cs="Verdana"/>
                <w:b/>
                <w:color w:val="000000"/>
              </w:rPr>
              <w:t xml:space="preserve">  </w:t>
            </w:r>
          </w:p>
          <w:p w:rsidR="00127604" w:rsidRDefault="00127604" w:rsidP="00127604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920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>SI</w:t>
            </w:r>
          </w:p>
          <w:p w:rsidR="00127604" w:rsidRPr="00127604" w:rsidRDefault="00127604" w:rsidP="00127604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920"/>
              <w:rPr>
                <w:rFonts w:ascii="Verdana" w:hAnsi="Verdana" w:cs="Verdana"/>
                <w:b/>
                <w:color w:val="000000"/>
              </w:rPr>
            </w:pPr>
            <w:r w:rsidRPr="00127604">
              <w:rPr>
                <w:rFonts w:ascii="Verdana" w:hAnsi="Verdana" w:cs="Verdana"/>
                <w:b/>
                <w:color w:val="000000"/>
              </w:rPr>
              <w:t>NO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27604" w:rsidRPr="001900BA" w:rsidRDefault="00127604" w:rsidP="00374621">
            <w:pPr>
              <w:snapToGrid w:val="0"/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5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27604" w:rsidRPr="001900BA" w:rsidRDefault="00127604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127604">
        <w:trPr>
          <w:trHeight w:val="1026"/>
        </w:trPr>
        <w:tc>
          <w:tcPr>
            <w:tcW w:w="11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spacing w:line="254" w:lineRule="auto"/>
              <w:ind w:left="108" w:firstLine="204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49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after="42" w:line="254" w:lineRule="auto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834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27604" w:rsidRPr="00127604" w:rsidRDefault="001900BA" w:rsidP="00127604">
            <w:pPr>
              <w:spacing w:line="254" w:lineRule="auto"/>
              <w:ind w:right="101"/>
              <w:rPr>
                <w:rFonts w:ascii="Verdana" w:hAnsi="Verdana" w:cs="Verdana"/>
                <w:b/>
                <w:color w:val="000000"/>
              </w:rPr>
            </w:pPr>
            <w:r w:rsidRPr="00127604">
              <w:rPr>
                <w:rFonts w:ascii="Verdana" w:hAnsi="Verdana" w:cs="Verdana"/>
                <w:b/>
                <w:color w:val="000000"/>
              </w:rPr>
              <w:t xml:space="preserve">Valutazione degli esiti attesi </w:t>
            </w:r>
          </w:p>
          <w:p w:rsidR="00127604" w:rsidRDefault="00127604" w:rsidP="00127604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101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>SI</w:t>
            </w:r>
          </w:p>
          <w:p w:rsidR="001900BA" w:rsidRPr="00127604" w:rsidRDefault="001900BA" w:rsidP="00127604">
            <w:pPr>
              <w:pStyle w:val="Paragrafoelenco"/>
              <w:numPr>
                <w:ilvl w:val="0"/>
                <w:numId w:val="30"/>
              </w:numPr>
              <w:spacing w:line="254" w:lineRule="auto"/>
              <w:ind w:right="101"/>
              <w:rPr>
                <w:rFonts w:ascii="Verdana" w:hAnsi="Verdana" w:cs="Verdana"/>
                <w:b/>
                <w:color w:val="000000"/>
              </w:rPr>
            </w:pPr>
            <w:r w:rsidRPr="00127604">
              <w:rPr>
                <w:rFonts w:ascii="Verdana" w:hAnsi="Verdana" w:cs="Verdana"/>
                <w:b/>
                <w:color w:val="000000"/>
              </w:rPr>
              <w:t>NO</w:t>
            </w:r>
          </w:p>
          <w:p w:rsidR="00127604" w:rsidRPr="00047A82" w:rsidRDefault="00127604" w:rsidP="00127604">
            <w:pPr>
              <w:spacing w:line="254" w:lineRule="auto"/>
              <w:ind w:right="101"/>
              <w:rPr>
                <w:rFonts w:ascii="Verdana" w:hAnsi="Verdana" w:cs="Verdana"/>
                <w:b/>
                <w:color w:val="000000"/>
              </w:rPr>
            </w:pP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745F86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8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Pr="001900BA" w:rsidRDefault="001900BA" w:rsidP="00374621">
            <w:pPr>
              <w:spacing w:line="254" w:lineRule="auto"/>
              <w:ind w:right="101"/>
              <w:jc w:val="center"/>
              <w:rPr>
                <w:rFonts w:ascii="Verdana" w:hAnsi="Verdana" w:cs="Verdana"/>
                <w:color w:val="FF0000"/>
              </w:rPr>
            </w:pPr>
          </w:p>
        </w:tc>
      </w:tr>
      <w:tr w:rsidR="001900BA" w:rsidTr="00127604">
        <w:trPr>
          <w:trHeight w:val="838"/>
        </w:trPr>
        <w:tc>
          <w:tcPr>
            <w:tcW w:w="1115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0BA" w:rsidRDefault="001900BA" w:rsidP="00374621">
            <w:pPr>
              <w:snapToGrid w:val="0"/>
              <w:spacing w:line="254" w:lineRule="auto"/>
              <w:ind w:left="108" w:firstLine="204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49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0BA" w:rsidRDefault="001900BA" w:rsidP="00374621">
            <w:pPr>
              <w:spacing w:line="290" w:lineRule="auto"/>
              <w:ind w:left="360" w:right="287" w:hanging="360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7604" w:rsidRDefault="001900BA" w:rsidP="00374621">
            <w:pPr>
              <w:spacing w:line="254" w:lineRule="auto"/>
              <w:ind w:left="2"/>
              <w:rPr>
                <w:rFonts w:ascii="Verdana" w:hAnsi="Verdana" w:cs="Verdana"/>
                <w:b/>
                <w:color w:val="000000"/>
              </w:rPr>
            </w:pPr>
            <w:r w:rsidRPr="00047A82">
              <w:rPr>
                <w:rFonts w:ascii="Verdana" w:hAnsi="Verdana" w:cs="Verdana"/>
                <w:b/>
                <w:color w:val="000000"/>
              </w:rPr>
              <w:t xml:space="preserve">Monitoraggio del processo </w:t>
            </w:r>
          </w:p>
          <w:p w:rsidR="00127604" w:rsidRDefault="00127604" w:rsidP="00374621">
            <w:pPr>
              <w:spacing w:line="254" w:lineRule="auto"/>
              <w:ind w:left="2"/>
              <w:rPr>
                <w:rFonts w:ascii="Verdana" w:hAnsi="Verdana" w:cs="Verdana"/>
                <w:b/>
                <w:color w:val="000000"/>
              </w:rPr>
            </w:pPr>
          </w:p>
          <w:p w:rsidR="00127604" w:rsidRDefault="00127604" w:rsidP="00127604">
            <w:pPr>
              <w:pStyle w:val="Paragrafoelenco"/>
              <w:numPr>
                <w:ilvl w:val="0"/>
                <w:numId w:val="32"/>
              </w:num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>
              <w:rPr>
                <w:rFonts w:ascii="Verdana" w:hAnsi="Verdana" w:cs="Verdana"/>
                <w:b/>
                <w:color w:val="000000"/>
              </w:rPr>
              <w:t>SI</w:t>
            </w:r>
          </w:p>
          <w:p w:rsidR="001900BA" w:rsidRPr="00127604" w:rsidRDefault="001900BA" w:rsidP="00127604">
            <w:pPr>
              <w:pStyle w:val="Paragrafoelenco"/>
              <w:numPr>
                <w:ilvl w:val="0"/>
                <w:numId w:val="32"/>
              </w:numPr>
              <w:spacing w:line="254" w:lineRule="auto"/>
              <w:rPr>
                <w:rFonts w:ascii="Verdana" w:hAnsi="Verdana" w:cs="Verdana"/>
                <w:b/>
                <w:color w:val="000000"/>
              </w:rPr>
            </w:pPr>
            <w:r w:rsidRPr="00127604">
              <w:rPr>
                <w:rFonts w:ascii="Verdana" w:hAnsi="Verdana" w:cs="Verdana"/>
                <w:b/>
                <w:color w:val="000000"/>
              </w:rPr>
              <w:t>NO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Pr="001900BA" w:rsidRDefault="00745F86" w:rsidP="001900BA">
            <w:pPr>
              <w:spacing w:line="254" w:lineRule="auto"/>
              <w:ind w:left="2"/>
              <w:jc w:val="center"/>
              <w:rPr>
                <w:rFonts w:ascii="Verdana" w:hAnsi="Verdana" w:cs="Verdana"/>
                <w:b/>
              </w:rPr>
            </w:pPr>
            <w:r>
              <w:rPr>
                <w:rFonts w:ascii="Verdana" w:hAnsi="Verdana" w:cs="Verdana"/>
                <w:b/>
              </w:rPr>
              <w:t>7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1900BA" w:rsidRDefault="001900BA" w:rsidP="00374621">
            <w:pPr>
              <w:spacing w:line="254" w:lineRule="auto"/>
              <w:ind w:left="2"/>
              <w:rPr>
                <w:rFonts w:ascii="Verdana" w:hAnsi="Verdana" w:cs="Verdana"/>
                <w:color w:val="000000"/>
              </w:rPr>
            </w:pPr>
          </w:p>
        </w:tc>
      </w:tr>
      <w:tr w:rsidR="001900BA" w:rsidTr="0063777E">
        <w:trPr>
          <w:trHeight w:val="838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900BA" w:rsidRDefault="001900BA" w:rsidP="001900BA">
            <w:pPr>
              <w:spacing w:line="254" w:lineRule="auto"/>
              <w:ind w:left="2"/>
              <w:rPr>
                <w:rFonts w:ascii="Verdana" w:hAnsi="Verdana" w:cs="Verdana"/>
                <w:b/>
                <w:color w:val="FF0000"/>
              </w:rPr>
            </w:pPr>
            <w:r w:rsidRPr="001900BA">
              <w:rPr>
                <w:rFonts w:ascii="Verdana" w:hAnsi="Verdana" w:cs="Verdana"/>
                <w:b/>
                <w:color w:val="FF0000"/>
              </w:rPr>
              <w:t xml:space="preserve">                                                                                                  </w:t>
            </w:r>
          </w:p>
          <w:p w:rsidR="001900BA" w:rsidRPr="001900BA" w:rsidRDefault="001900BA" w:rsidP="001900BA">
            <w:pPr>
              <w:spacing w:line="254" w:lineRule="auto"/>
              <w:ind w:left="2"/>
              <w:rPr>
                <w:rFonts w:ascii="Verdana" w:hAnsi="Verdana" w:cs="Verdana"/>
                <w:b/>
                <w:color w:val="FF0000"/>
              </w:rPr>
            </w:pPr>
            <w:r w:rsidRPr="001900BA">
              <w:rPr>
                <w:rFonts w:ascii="Verdana" w:hAnsi="Verdana" w:cs="Verdana"/>
                <w:b/>
                <w:color w:val="FF0000"/>
              </w:rPr>
              <w:t xml:space="preserve">    </w:t>
            </w:r>
            <w:r w:rsidRPr="001D462E">
              <w:rPr>
                <w:rFonts w:ascii="Verdana" w:hAnsi="Verdana" w:cs="Verdana"/>
                <w:b/>
                <w:color w:val="FF0000"/>
              </w:rPr>
              <w:t>PUNTEGGIO TOTALE                                                                                         /100</w:t>
            </w:r>
          </w:p>
        </w:tc>
      </w:tr>
    </w:tbl>
    <w:p w:rsidR="001900BA" w:rsidRDefault="001900BA" w:rsidP="001900BA">
      <w:pPr>
        <w:spacing w:line="254" w:lineRule="auto"/>
        <w:rPr>
          <w:rFonts w:ascii="Verdana" w:hAnsi="Verdana" w:cs="Verdana"/>
          <w:color w:val="000000"/>
        </w:rPr>
      </w:pPr>
    </w:p>
    <w:p w:rsidR="001900BA" w:rsidRPr="00B77CBF" w:rsidRDefault="001900BA" w:rsidP="00B77CBF">
      <w:pPr>
        <w:spacing w:line="254" w:lineRule="auto"/>
        <w:rPr>
          <w:rFonts w:ascii="Verdana" w:hAnsi="Verdana" w:cs="Verdana"/>
          <w:color w:val="000000"/>
        </w:rPr>
      </w:pPr>
    </w:p>
    <w:p w:rsidR="00B77CBF" w:rsidRPr="00B77CBF" w:rsidRDefault="00B77CBF" w:rsidP="00B77CBF">
      <w:pPr>
        <w:jc w:val="center"/>
        <w:rPr>
          <w:rFonts w:ascii="Verdana" w:hAnsi="Verdana" w:cs="Verdana"/>
          <w:b/>
          <w:color w:val="000000"/>
        </w:rPr>
      </w:pPr>
      <w:r w:rsidRPr="00B77CBF">
        <w:rPr>
          <w:rFonts w:ascii="Verdana" w:hAnsi="Verdana" w:cs="Verdana"/>
          <w:b/>
          <w:color w:val="000000"/>
        </w:rPr>
        <w:t xml:space="preserve">                                                            </w:t>
      </w:r>
      <w:r>
        <w:rPr>
          <w:rFonts w:ascii="Verdana" w:hAnsi="Verdana" w:cs="Verdana"/>
          <w:b/>
          <w:color w:val="000000"/>
        </w:rPr>
        <w:t xml:space="preserve">     </w:t>
      </w:r>
      <w:r w:rsidRPr="00B77CBF">
        <w:rPr>
          <w:rFonts w:ascii="Verdana" w:hAnsi="Verdana" w:cs="Verdana"/>
          <w:b/>
          <w:color w:val="000000"/>
        </w:rPr>
        <w:t xml:space="preserve">      Il Dirigente Scolastico</w:t>
      </w:r>
    </w:p>
    <w:p w:rsidR="00B77CBF" w:rsidRPr="00B77CBF" w:rsidRDefault="00B77CBF" w:rsidP="00B77C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77CBF" w:rsidRPr="00B77CBF" w:rsidRDefault="00B77CBF" w:rsidP="00B77C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bookmarkStart w:id="0" w:name="_GoBack"/>
      <w:bookmarkEnd w:id="0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r w:rsidRPr="00B77CBF">
        <w:rPr>
          <w:b/>
          <w:sz w:val="28"/>
          <w:szCs w:val="28"/>
        </w:rPr>
        <w:t>________________</w:t>
      </w:r>
    </w:p>
    <w:sectPr w:rsidR="00B77CBF" w:rsidRPr="00B77CBF" w:rsidSect="003658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07" w:right="1134" w:bottom="851" w:left="1134" w:header="709" w:footer="454" w:gutter="0"/>
      <w:cols w:space="709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321" w:rsidRDefault="00451321">
      <w:r>
        <w:separator/>
      </w:r>
    </w:p>
  </w:endnote>
  <w:endnote w:type="continuationSeparator" w:id="0">
    <w:p w:rsidR="00451321" w:rsidRDefault="00451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F7F" w:rsidRDefault="00DC7F7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D5E" w:rsidRDefault="001D6D5E" w:rsidP="001D6D5E">
    <w:pPr>
      <w:pStyle w:val="Pidipagina"/>
      <w:rPr>
        <w:rFonts w:ascii="Garamond" w:hAnsi="Garamond" w:cs="Arial"/>
        <w:sz w:val="18"/>
        <w:szCs w:val="18"/>
      </w:rPr>
    </w:pPr>
    <w:r>
      <w:rPr>
        <w:rFonts w:ascii="Garamond" w:hAnsi="Garamond" w:cs="Arial"/>
        <w:sz w:val="18"/>
        <w:szCs w:val="18"/>
      </w:rPr>
      <w:t>201705291902</w:t>
    </w:r>
  </w:p>
  <w:p w:rsidR="003E43B6" w:rsidRPr="00E2391F" w:rsidRDefault="003E43B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F7F" w:rsidRDefault="00DC7F7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321" w:rsidRDefault="00451321">
      <w:r>
        <w:separator/>
      </w:r>
    </w:p>
  </w:footnote>
  <w:footnote w:type="continuationSeparator" w:id="0">
    <w:p w:rsidR="00451321" w:rsidRDefault="004513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F7F" w:rsidRDefault="00DC7F7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AB3" w:rsidRDefault="002B0AB3">
    <w:pPr>
      <w:pStyle w:val="Intestazione"/>
    </w:pPr>
  </w:p>
  <w:p w:rsidR="002B0AB3" w:rsidRDefault="002B0AB3">
    <w:pPr>
      <w:pStyle w:val="Intestazione"/>
    </w:pPr>
  </w:p>
  <w:p w:rsidR="003E43B6" w:rsidRDefault="003E43B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F7F" w:rsidRDefault="00DC7F7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"/>
      </v:shape>
    </w:pict>
  </w:numPicBullet>
  <w:abstractNum w:abstractNumId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C"/>
    <w:multiLevelType w:val="singleLevel"/>
    <w:tmpl w:val="0000000C"/>
    <w:name w:val="WW8Num22"/>
    <w:lvl w:ilvl="0">
      <w:start w:val="1"/>
      <w:numFmt w:val="bullet"/>
      <w:lvlText w:val="-"/>
      <w:lvlJc w:val="left"/>
      <w:pPr>
        <w:tabs>
          <w:tab w:val="num" w:pos="0"/>
        </w:tabs>
        <w:ind w:left="732" w:hanging="36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">
    <w:nsid w:val="0A087FB1"/>
    <w:multiLevelType w:val="hybridMultilevel"/>
    <w:tmpl w:val="3412F374"/>
    <w:lvl w:ilvl="0" w:tplc="6712886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931B8B"/>
    <w:multiLevelType w:val="hybridMultilevel"/>
    <w:tmpl w:val="BD700198"/>
    <w:lvl w:ilvl="0" w:tplc="67128864">
      <w:start w:val="1"/>
      <w:numFmt w:val="bullet"/>
      <w:lvlText w:val=""/>
      <w:lvlJc w:val="left"/>
      <w:pPr>
        <w:ind w:left="7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4">
    <w:nsid w:val="193F2D7E"/>
    <w:multiLevelType w:val="hybridMultilevel"/>
    <w:tmpl w:val="D082AA24"/>
    <w:lvl w:ilvl="0" w:tplc="67128864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4D133D"/>
    <w:multiLevelType w:val="hybridMultilevel"/>
    <w:tmpl w:val="840C4896"/>
    <w:lvl w:ilvl="0" w:tplc="04100001">
      <w:start w:val="1"/>
      <w:numFmt w:val="bullet"/>
      <w:lvlText w:val=""/>
      <w:lvlJc w:val="left"/>
      <w:pPr>
        <w:tabs>
          <w:tab w:val="num" w:pos="7425"/>
        </w:tabs>
        <w:ind w:left="7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8145"/>
        </w:tabs>
        <w:ind w:left="81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8865"/>
        </w:tabs>
        <w:ind w:left="8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9585"/>
        </w:tabs>
        <w:ind w:left="9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0305"/>
        </w:tabs>
        <w:ind w:left="103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1025"/>
        </w:tabs>
        <w:ind w:left="11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1745"/>
        </w:tabs>
        <w:ind w:left="11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2465"/>
        </w:tabs>
        <w:ind w:left="124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3185"/>
        </w:tabs>
        <w:ind w:left="13185" w:hanging="360"/>
      </w:pPr>
      <w:rPr>
        <w:rFonts w:ascii="Wingdings" w:hAnsi="Wingdings" w:hint="default"/>
      </w:rPr>
    </w:lvl>
  </w:abstractNum>
  <w:abstractNum w:abstractNumId="6">
    <w:nsid w:val="2AB63BC6"/>
    <w:multiLevelType w:val="hybridMultilevel"/>
    <w:tmpl w:val="2270A1F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E41C8A"/>
    <w:multiLevelType w:val="hybridMultilevel"/>
    <w:tmpl w:val="FF3428B2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2B5B6F90"/>
    <w:multiLevelType w:val="hybridMultilevel"/>
    <w:tmpl w:val="5784E11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D670074"/>
    <w:multiLevelType w:val="hybridMultilevel"/>
    <w:tmpl w:val="A764238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E733CCE"/>
    <w:multiLevelType w:val="hybridMultilevel"/>
    <w:tmpl w:val="DE6697F8"/>
    <w:lvl w:ilvl="0" w:tplc="36EA28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FC03C8"/>
    <w:multiLevelType w:val="hybridMultilevel"/>
    <w:tmpl w:val="6304170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5D2CE5"/>
    <w:multiLevelType w:val="hybridMultilevel"/>
    <w:tmpl w:val="C764BD58"/>
    <w:lvl w:ilvl="0" w:tplc="67128864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AF0861"/>
    <w:multiLevelType w:val="hybridMultilevel"/>
    <w:tmpl w:val="51104198"/>
    <w:lvl w:ilvl="0" w:tplc="67128864">
      <w:start w:val="1"/>
      <w:numFmt w:val="bullet"/>
      <w:lvlText w:val="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>
    <w:nsid w:val="33B73D9F"/>
    <w:multiLevelType w:val="hybridMultilevel"/>
    <w:tmpl w:val="11AC5672"/>
    <w:lvl w:ilvl="0" w:tplc="67128864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3E3384D"/>
    <w:multiLevelType w:val="hybridMultilevel"/>
    <w:tmpl w:val="35289844"/>
    <w:lvl w:ilvl="0" w:tplc="E87C6B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4EE58F6"/>
    <w:multiLevelType w:val="hybridMultilevel"/>
    <w:tmpl w:val="4EBE2F9A"/>
    <w:lvl w:ilvl="0" w:tplc="0410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6202463"/>
    <w:multiLevelType w:val="hybridMultilevel"/>
    <w:tmpl w:val="A764238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6284DCD"/>
    <w:multiLevelType w:val="hybridMultilevel"/>
    <w:tmpl w:val="E1C6F684"/>
    <w:lvl w:ilvl="0" w:tplc="6712886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CA3BFF"/>
    <w:multiLevelType w:val="hybridMultilevel"/>
    <w:tmpl w:val="C5A25C6C"/>
    <w:lvl w:ilvl="0" w:tplc="31AE43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E24405"/>
    <w:multiLevelType w:val="hybridMultilevel"/>
    <w:tmpl w:val="D2AA84B4"/>
    <w:lvl w:ilvl="0" w:tplc="C86EBD9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44E31ED"/>
    <w:multiLevelType w:val="hybridMultilevel"/>
    <w:tmpl w:val="A418A292"/>
    <w:lvl w:ilvl="0" w:tplc="67128864">
      <w:start w:val="1"/>
      <w:numFmt w:val="bullet"/>
      <w:lvlText w:val=""/>
      <w:lvlJc w:val="left"/>
      <w:pPr>
        <w:ind w:left="9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934C5E"/>
    <w:multiLevelType w:val="hybridMultilevel"/>
    <w:tmpl w:val="F8102EAA"/>
    <w:lvl w:ilvl="0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4A026B33"/>
    <w:multiLevelType w:val="hybridMultilevel"/>
    <w:tmpl w:val="A4304B3E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4DD41683"/>
    <w:multiLevelType w:val="hybridMultilevel"/>
    <w:tmpl w:val="19620C4A"/>
    <w:lvl w:ilvl="0" w:tplc="0410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35115C9"/>
    <w:multiLevelType w:val="hybridMultilevel"/>
    <w:tmpl w:val="C19E5E98"/>
    <w:lvl w:ilvl="0" w:tplc="67128864">
      <w:start w:val="1"/>
      <w:numFmt w:val="bullet"/>
      <w:lvlText w:val="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6A65848"/>
    <w:multiLevelType w:val="hybridMultilevel"/>
    <w:tmpl w:val="1D3041E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81D07F4"/>
    <w:multiLevelType w:val="hybridMultilevel"/>
    <w:tmpl w:val="4B9E47C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EA019B"/>
    <w:multiLevelType w:val="hybridMultilevel"/>
    <w:tmpl w:val="8DAA198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51A30C5"/>
    <w:multiLevelType w:val="hybridMultilevel"/>
    <w:tmpl w:val="875EBFF2"/>
    <w:lvl w:ilvl="0" w:tplc="E9DADA4E">
      <w:start w:val="1"/>
      <w:numFmt w:val="bullet"/>
      <w:lvlText w:val="-"/>
      <w:lvlJc w:val="left"/>
      <w:pPr>
        <w:ind w:left="435" w:hanging="360"/>
      </w:pPr>
      <w:rPr>
        <w:rFonts w:ascii="Verdana" w:eastAsia="Times New Roman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0">
    <w:nsid w:val="78C209AD"/>
    <w:multiLevelType w:val="hybridMultilevel"/>
    <w:tmpl w:val="45428A8C"/>
    <w:lvl w:ilvl="0" w:tplc="FC505316">
      <w:start w:val="12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8E54778"/>
    <w:multiLevelType w:val="hybridMultilevel"/>
    <w:tmpl w:val="FF26168C"/>
    <w:lvl w:ilvl="0" w:tplc="5DE6AE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9"/>
  </w:num>
  <w:num w:numId="3">
    <w:abstractNumId w:val="23"/>
  </w:num>
  <w:num w:numId="4">
    <w:abstractNumId w:val="5"/>
  </w:num>
  <w:num w:numId="5">
    <w:abstractNumId w:val="10"/>
  </w:num>
  <w:num w:numId="6">
    <w:abstractNumId w:val="19"/>
  </w:num>
  <w:num w:numId="7">
    <w:abstractNumId w:val="15"/>
  </w:num>
  <w:num w:numId="8">
    <w:abstractNumId w:val="0"/>
  </w:num>
  <w:num w:numId="9">
    <w:abstractNumId w:val="24"/>
  </w:num>
  <w:num w:numId="10">
    <w:abstractNumId w:val="20"/>
  </w:num>
  <w:num w:numId="11">
    <w:abstractNumId w:val="26"/>
  </w:num>
  <w:num w:numId="12">
    <w:abstractNumId w:val="11"/>
  </w:num>
  <w:num w:numId="13">
    <w:abstractNumId w:val="28"/>
  </w:num>
  <w:num w:numId="14">
    <w:abstractNumId w:val="16"/>
  </w:num>
  <w:num w:numId="15">
    <w:abstractNumId w:val="7"/>
  </w:num>
  <w:num w:numId="16">
    <w:abstractNumId w:val="6"/>
  </w:num>
  <w:num w:numId="17">
    <w:abstractNumId w:val="31"/>
  </w:num>
  <w:num w:numId="18">
    <w:abstractNumId w:val="30"/>
  </w:num>
  <w:num w:numId="19">
    <w:abstractNumId w:val="8"/>
  </w:num>
  <w:num w:numId="20">
    <w:abstractNumId w:val="22"/>
  </w:num>
  <w:num w:numId="21">
    <w:abstractNumId w:val="13"/>
  </w:num>
  <w:num w:numId="22">
    <w:abstractNumId w:val="25"/>
  </w:num>
  <w:num w:numId="23">
    <w:abstractNumId w:val="4"/>
  </w:num>
  <w:num w:numId="24">
    <w:abstractNumId w:val="12"/>
  </w:num>
  <w:num w:numId="25">
    <w:abstractNumId w:val="18"/>
  </w:num>
  <w:num w:numId="26">
    <w:abstractNumId w:val="1"/>
  </w:num>
  <w:num w:numId="27">
    <w:abstractNumId w:val="27"/>
  </w:num>
  <w:num w:numId="28">
    <w:abstractNumId w:val="29"/>
  </w:num>
  <w:num w:numId="29">
    <w:abstractNumId w:val="2"/>
  </w:num>
  <w:num w:numId="30">
    <w:abstractNumId w:val="21"/>
  </w:num>
  <w:num w:numId="31">
    <w:abstractNumId w:val="14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8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6BB"/>
    <w:rsid w:val="00003DF5"/>
    <w:rsid w:val="00004500"/>
    <w:rsid w:val="00020D39"/>
    <w:rsid w:val="00025D10"/>
    <w:rsid w:val="00045BDC"/>
    <w:rsid w:val="000466A0"/>
    <w:rsid w:val="00046DB6"/>
    <w:rsid w:val="00047346"/>
    <w:rsid w:val="00051F4E"/>
    <w:rsid w:val="00052E77"/>
    <w:rsid w:val="000572C8"/>
    <w:rsid w:val="0006022E"/>
    <w:rsid w:val="0006392E"/>
    <w:rsid w:val="000675EE"/>
    <w:rsid w:val="000739E7"/>
    <w:rsid w:val="00073AB1"/>
    <w:rsid w:val="000763B5"/>
    <w:rsid w:val="000763DF"/>
    <w:rsid w:val="000806E8"/>
    <w:rsid w:val="00080B7E"/>
    <w:rsid w:val="00081FEC"/>
    <w:rsid w:val="000838A4"/>
    <w:rsid w:val="00085748"/>
    <w:rsid w:val="00085805"/>
    <w:rsid w:val="0008710D"/>
    <w:rsid w:val="000875EE"/>
    <w:rsid w:val="00092286"/>
    <w:rsid w:val="00093143"/>
    <w:rsid w:val="000965A4"/>
    <w:rsid w:val="000B1494"/>
    <w:rsid w:val="000B23EA"/>
    <w:rsid w:val="000B75C1"/>
    <w:rsid w:val="000C06CC"/>
    <w:rsid w:val="000C0FBF"/>
    <w:rsid w:val="000C1559"/>
    <w:rsid w:val="000C3079"/>
    <w:rsid w:val="000C4A2B"/>
    <w:rsid w:val="000C7F79"/>
    <w:rsid w:val="000D0CEF"/>
    <w:rsid w:val="000D470A"/>
    <w:rsid w:val="000D5C02"/>
    <w:rsid w:val="000E08B0"/>
    <w:rsid w:val="000E5447"/>
    <w:rsid w:val="000E6A05"/>
    <w:rsid w:val="000F1D94"/>
    <w:rsid w:val="000F238F"/>
    <w:rsid w:val="000F68A7"/>
    <w:rsid w:val="0010448E"/>
    <w:rsid w:val="001076BD"/>
    <w:rsid w:val="001207B0"/>
    <w:rsid w:val="0012292E"/>
    <w:rsid w:val="00127604"/>
    <w:rsid w:val="00136116"/>
    <w:rsid w:val="0013732A"/>
    <w:rsid w:val="00140DFA"/>
    <w:rsid w:val="00141B8A"/>
    <w:rsid w:val="00147A79"/>
    <w:rsid w:val="001576AB"/>
    <w:rsid w:val="0016748A"/>
    <w:rsid w:val="00167921"/>
    <w:rsid w:val="00170D1C"/>
    <w:rsid w:val="00177D6B"/>
    <w:rsid w:val="00180823"/>
    <w:rsid w:val="001829EC"/>
    <w:rsid w:val="001900BA"/>
    <w:rsid w:val="00190B38"/>
    <w:rsid w:val="001937FE"/>
    <w:rsid w:val="00194DE3"/>
    <w:rsid w:val="001A24AD"/>
    <w:rsid w:val="001A3FB3"/>
    <w:rsid w:val="001A6EAA"/>
    <w:rsid w:val="001B0385"/>
    <w:rsid w:val="001B1E8D"/>
    <w:rsid w:val="001B5F07"/>
    <w:rsid w:val="001B6E70"/>
    <w:rsid w:val="001C0469"/>
    <w:rsid w:val="001C0B15"/>
    <w:rsid w:val="001C3497"/>
    <w:rsid w:val="001C5C1A"/>
    <w:rsid w:val="001C6C9A"/>
    <w:rsid w:val="001C7344"/>
    <w:rsid w:val="001D462E"/>
    <w:rsid w:val="001D6D5E"/>
    <w:rsid w:val="001D7275"/>
    <w:rsid w:val="001E1C2F"/>
    <w:rsid w:val="001F2C38"/>
    <w:rsid w:val="001F77EB"/>
    <w:rsid w:val="002040E7"/>
    <w:rsid w:val="0021205E"/>
    <w:rsid w:val="002129D7"/>
    <w:rsid w:val="002147AC"/>
    <w:rsid w:val="00214913"/>
    <w:rsid w:val="00215B61"/>
    <w:rsid w:val="00216C54"/>
    <w:rsid w:val="0022305B"/>
    <w:rsid w:val="0022329D"/>
    <w:rsid w:val="00223D46"/>
    <w:rsid w:val="0022761A"/>
    <w:rsid w:val="00230B5B"/>
    <w:rsid w:val="0023599D"/>
    <w:rsid w:val="00236C6B"/>
    <w:rsid w:val="00236CE8"/>
    <w:rsid w:val="00237446"/>
    <w:rsid w:val="0024025C"/>
    <w:rsid w:val="00240A75"/>
    <w:rsid w:val="0024101F"/>
    <w:rsid w:val="00243919"/>
    <w:rsid w:val="00244C55"/>
    <w:rsid w:val="002517E3"/>
    <w:rsid w:val="00260C84"/>
    <w:rsid w:val="00263B1A"/>
    <w:rsid w:val="002724F0"/>
    <w:rsid w:val="00272DE3"/>
    <w:rsid w:val="0027424A"/>
    <w:rsid w:val="0027462C"/>
    <w:rsid w:val="002774B2"/>
    <w:rsid w:val="00285130"/>
    <w:rsid w:val="00286318"/>
    <w:rsid w:val="00292F8E"/>
    <w:rsid w:val="002A02BF"/>
    <w:rsid w:val="002A30A0"/>
    <w:rsid w:val="002A4414"/>
    <w:rsid w:val="002A6CFD"/>
    <w:rsid w:val="002A7EDE"/>
    <w:rsid w:val="002B0AB3"/>
    <w:rsid w:val="002B2B55"/>
    <w:rsid w:val="002C0478"/>
    <w:rsid w:val="002C14F3"/>
    <w:rsid w:val="002D1792"/>
    <w:rsid w:val="002D382D"/>
    <w:rsid w:val="002D5200"/>
    <w:rsid w:val="002D7172"/>
    <w:rsid w:val="002E26FB"/>
    <w:rsid w:val="002E4D3E"/>
    <w:rsid w:val="002E566B"/>
    <w:rsid w:val="002E7973"/>
    <w:rsid w:val="002F4656"/>
    <w:rsid w:val="003020A1"/>
    <w:rsid w:val="0030356F"/>
    <w:rsid w:val="00310177"/>
    <w:rsid w:val="003106B0"/>
    <w:rsid w:val="00311976"/>
    <w:rsid w:val="003141B4"/>
    <w:rsid w:val="00315D48"/>
    <w:rsid w:val="003161F5"/>
    <w:rsid w:val="003165F6"/>
    <w:rsid w:val="00316D98"/>
    <w:rsid w:val="00322400"/>
    <w:rsid w:val="00323A2E"/>
    <w:rsid w:val="0033426F"/>
    <w:rsid w:val="003347CF"/>
    <w:rsid w:val="00334BAF"/>
    <w:rsid w:val="003378DB"/>
    <w:rsid w:val="003445FC"/>
    <w:rsid w:val="00344DE1"/>
    <w:rsid w:val="00344E69"/>
    <w:rsid w:val="00346727"/>
    <w:rsid w:val="0035011F"/>
    <w:rsid w:val="00350CBD"/>
    <w:rsid w:val="00351FD0"/>
    <w:rsid w:val="00352494"/>
    <w:rsid w:val="00352CE5"/>
    <w:rsid w:val="00353B89"/>
    <w:rsid w:val="00355389"/>
    <w:rsid w:val="003556BB"/>
    <w:rsid w:val="003658E3"/>
    <w:rsid w:val="00366445"/>
    <w:rsid w:val="00374125"/>
    <w:rsid w:val="003775E3"/>
    <w:rsid w:val="00382211"/>
    <w:rsid w:val="003A05BE"/>
    <w:rsid w:val="003A1BAB"/>
    <w:rsid w:val="003A213D"/>
    <w:rsid w:val="003A262B"/>
    <w:rsid w:val="003A75E3"/>
    <w:rsid w:val="003A7AE4"/>
    <w:rsid w:val="003B018C"/>
    <w:rsid w:val="003B5B2D"/>
    <w:rsid w:val="003C1CD7"/>
    <w:rsid w:val="003C372E"/>
    <w:rsid w:val="003C5E5D"/>
    <w:rsid w:val="003E057D"/>
    <w:rsid w:val="003E220B"/>
    <w:rsid w:val="003E43B6"/>
    <w:rsid w:val="003E71E5"/>
    <w:rsid w:val="003E7263"/>
    <w:rsid w:val="003E72DF"/>
    <w:rsid w:val="003F120E"/>
    <w:rsid w:val="0040388D"/>
    <w:rsid w:val="00411AFD"/>
    <w:rsid w:val="0041246C"/>
    <w:rsid w:val="004142DE"/>
    <w:rsid w:val="00417410"/>
    <w:rsid w:val="0042114C"/>
    <w:rsid w:val="00423AC1"/>
    <w:rsid w:val="004268F2"/>
    <w:rsid w:val="00426F33"/>
    <w:rsid w:val="00432232"/>
    <w:rsid w:val="0043244E"/>
    <w:rsid w:val="004328DF"/>
    <w:rsid w:val="00446E01"/>
    <w:rsid w:val="00451321"/>
    <w:rsid w:val="00451459"/>
    <w:rsid w:val="00457B1B"/>
    <w:rsid w:val="00461F4D"/>
    <w:rsid w:val="004637A6"/>
    <w:rsid w:val="00465789"/>
    <w:rsid w:val="00466BCF"/>
    <w:rsid w:val="00466C62"/>
    <w:rsid w:val="00467B55"/>
    <w:rsid w:val="00471E69"/>
    <w:rsid w:val="00482DE2"/>
    <w:rsid w:val="004906ED"/>
    <w:rsid w:val="00490C12"/>
    <w:rsid w:val="00492BE7"/>
    <w:rsid w:val="00492DF6"/>
    <w:rsid w:val="004966E3"/>
    <w:rsid w:val="004971E5"/>
    <w:rsid w:val="004A0550"/>
    <w:rsid w:val="004B37D3"/>
    <w:rsid w:val="004B4A61"/>
    <w:rsid w:val="004B6532"/>
    <w:rsid w:val="004C01BA"/>
    <w:rsid w:val="004C4768"/>
    <w:rsid w:val="004C4DC6"/>
    <w:rsid w:val="004C7527"/>
    <w:rsid w:val="004D03CF"/>
    <w:rsid w:val="004D14DC"/>
    <w:rsid w:val="004D366B"/>
    <w:rsid w:val="004D39CB"/>
    <w:rsid w:val="004D3AB6"/>
    <w:rsid w:val="004D46E3"/>
    <w:rsid w:val="004D58F4"/>
    <w:rsid w:val="004D7EEE"/>
    <w:rsid w:val="004E040F"/>
    <w:rsid w:val="004F65B4"/>
    <w:rsid w:val="004F6DCE"/>
    <w:rsid w:val="005013D4"/>
    <w:rsid w:val="00501EB7"/>
    <w:rsid w:val="00503F48"/>
    <w:rsid w:val="00510316"/>
    <w:rsid w:val="00512D70"/>
    <w:rsid w:val="00516765"/>
    <w:rsid w:val="00516861"/>
    <w:rsid w:val="00517925"/>
    <w:rsid w:val="00521C37"/>
    <w:rsid w:val="00524C96"/>
    <w:rsid w:val="00524F66"/>
    <w:rsid w:val="005261C4"/>
    <w:rsid w:val="00531080"/>
    <w:rsid w:val="00533B7A"/>
    <w:rsid w:val="005348E7"/>
    <w:rsid w:val="0053570E"/>
    <w:rsid w:val="00544FBB"/>
    <w:rsid w:val="00555178"/>
    <w:rsid w:val="00556372"/>
    <w:rsid w:val="0055647C"/>
    <w:rsid w:val="00563C9D"/>
    <w:rsid w:val="0056421A"/>
    <w:rsid w:val="0057220D"/>
    <w:rsid w:val="00575791"/>
    <w:rsid w:val="00576F92"/>
    <w:rsid w:val="005866A0"/>
    <w:rsid w:val="005879EB"/>
    <w:rsid w:val="00590A78"/>
    <w:rsid w:val="00590B44"/>
    <w:rsid w:val="00591513"/>
    <w:rsid w:val="0059640E"/>
    <w:rsid w:val="005A15D0"/>
    <w:rsid w:val="005A2BDF"/>
    <w:rsid w:val="005B0670"/>
    <w:rsid w:val="005B08D1"/>
    <w:rsid w:val="005B3C8B"/>
    <w:rsid w:val="005B3F45"/>
    <w:rsid w:val="005B47FF"/>
    <w:rsid w:val="005B7351"/>
    <w:rsid w:val="005C5C5F"/>
    <w:rsid w:val="005C64B6"/>
    <w:rsid w:val="005D4E8C"/>
    <w:rsid w:val="005D648E"/>
    <w:rsid w:val="005E17A5"/>
    <w:rsid w:val="005E6AF6"/>
    <w:rsid w:val="005F06BE"/>
    <w:rsid w:val="005F3E99"/>
    <w:rsid w:val="00602C16"/>
    <w:rsid w:val="00603BC8"/>
    <w:rsid w:val="006107A1"/>
    <w:rsid w:val="006111F5"/>
    <w:rsid w:val="00623315"/>
    <w:rsid w:val="00624081"/>
    <w:rsid w:val="00624645"/>
    <w:rsid w:val="00627A72"/>
    <w:rsid w:val="00632B2D"/>
    <w:rsid w:val="00634443"/>
    <w:rsid w:val="006346BB"/>
    <w:rsid w:val="0063777E"/>
    <w:rsid w:val="00637DEB"/>
    <w:rsid w:val="0064111C"/>
    <w:rsid w:val="006432E8"/>
    <w:rsid w:val="00644A96"/>
    <w:rsid w:val="0065147A"/>
    <w:rsid w:val="00654BAC"/>
    <w:rsid w:val="00654F62"/>
    <w:rsid w:val="006602FC"/>
    <w:rsid w:val="0066185E"/>
    <w:rsid w:val="00664A0F"/>
    <w:rsid w:val="006661E3"/>
    <w:rsid w:val="006842A5"/>
    <w:rsid w:val="006845A4"/>
    <w:rsid w:val="00686BF3"/>
    <w:rsid w:val="00690832"/>
    <w:rsid w:val="00691766"/>
    <w:rsid w:val="00693639"/>
    <w:rsid w:val="0069510B"/>
    <w:rsid w:val="006A0C2F"/>
    <w:rsid w:val="006A32E2"/>
    <w:rsid w:val="006A3976"/>
    <w:rsid w:val="006B36EF"/>
    <w:rsid w:val="006B4C36"/>
    <w:rsid w:val="006B5393"/>
    <w:rsid w:val="006C2DDB"/>
    <w:rsid w:val="006C6C7B"/>
    <w:rsid w:val="006D0A70"/>
    <w:rsid w:val="006D14E2"/>
    <w:rsid w:val="006D3ADA"/>
    <w:rsid w:val="006D7199"/>
    <w:rsid w:val="006D7BC4"/>
    <w:rsid w:val="006D7DF6"/>
    <w:rsid w:val="006E1664"/>
    <w:rsid w:val="006E4427"/>
    <w:rsid w:val="006E61D7"/>
    <w:rsid w:val="006F208B"/>
    <w:rsid w:val="006F26C6"/>
    <w:rsid w:val="006F27EA"/>
    <w:rsid w:val="006F2E9B"/>
    <w:rsid w:val="00700BDB"/>
    <w:rsid w:val="00702138"/>
    <w:rsid w:val="0070317D"/>
    <w:rsid w:val="007046F1"/>
    <w:rsid w:val="00707AE5"/>
    <w:rsid w:val="0071058C"/>
    <w:rsid w:val="00711623"/>
    <w:rsid w:val="00711B21"/>
    <w:rsid w:val="007125C6"/>
    <w:rsid w:val="00717713"/>
    <w:rsid w:val="00717850"/>
    <w:rsid w:val="00717BC9"/>
    <w:rsid w:val="00717F74"/>
    <w:rsid w:val="00724128"/>
    <w:rsid w:val="007247EA"/>
    <w:rsid w:val="007260B1"/>
    <w:rsid w:val="00727EF6"/>
    <w:rsid w:val="007331E4"/>
    <w:rsid w:val="00736E1D"/>
    <w:rsid w:val="007379A5"/>
    <w:rsid w:val="00745F86"/>
    <w:rsid w:val="0076478C"/>
    <w:rsid w:val="00767D29"/>
    <w:rsid w:val="0077032C"/>
    <w:rsid w:val="00770775"/>
    <w:rsid w:val="007725EF"/>
    <w:rsid w:val="00776FCF"/>
    <w:rsid w:val="00777213"/>
    <w:rsid w:val="00785F74"/>
    <w:rsid w:val="007862F0"/>
    <w:rsid w:val="00791C86"/>
    <w:rsid w:val="007921A9"/>
    <w:rsid w:val="007931FE"/>
    <w:rsid w:val="007948A8"/>
    <w:rsid w:val="00795703"/>
    <w:rsid w:val="00795A7C"/>
    <w:rsid w:val="007A03DD"/>
    <w:rsid w:val="007A50C3"/>
    <w:rsid w:val="007A7C30"/>
    <w:rsid w:val="007A7D87"/>
    <w:rsid w:val="007B3480"/>
    <w:rsid w:val="007B4916"/>
    <w:rsid w:val="007B6F5C"/>
    <w:rsid w:val="007C0CD1"/>
    <w:rsid w:val="007C3C20"/>
    <w:rsid w:val="007D0F95"/>
    <w:rsid w:val="007D44CE"/>
    <w:rsid w:val="007E3C60"/>
    <w:rsid w:val="007E3D72"/>
    <w:rsid w:val="007E4906"/>
    <w:rsid w:val="007F09A8"/>
    <w:rsid w:val="007F3B32"/>
    <w:rsid w:val="007F455F"/>
    <w:rsid w:val="007F724A"/>
    <w:rsid w:val="007F7402"/>
    <w:rsid w:val="008007CF"/>
    <w:rsid w:val="00802B10"/>
    <w:rsid w:val="00805663"/>
    <w:rsid w:val="008059C3"/>
    <w:rsid w:val="00815146"/>
    <w:rsid w:val="00816F0B"/>
    <w:rsid w:val="00820B07"/>
    <w:rsid w:val="00821205"/>
    <w:rsid w:val="0082358A"/>
    <w:rsid w:val="00825D89"/>
    <w:rsid w:val="00827254"/>
    <w:rsid w:val="008333CF"/>
    <w:rsid w:val="00834043"/>
    <w:rsid w:val="008419A4"/>
    <w:rsid w:val="00852981"/>
    <w:rsid w:val="00861BE7"/>
    <w:rsid w:val="00865057"/>
    <w:rsid w:val="00870237"/>
    <w:rsid w:val="00872A4D"/>
    <w:rsid w:val="0088061F"/>
    <w:rsid w:val="00880BE9"/>
    <w:rsid w:val="00883EA3"/>
    <w:rsid w:val="00886335"/>
    <w:rsid w:val="008A0A06"/>
    <w:rsid w:val="008A0C31"/>
    <w:rsid w:val="008B03D9"/>
    <w:rsid w:val="008B104B"/>
    <w:rsid w:val="008B3DFB"/>
    <w:rsid w:val="008B4539"/>
    <w:rsid w:val="008B56FA"/>
    <w:rsid w:val="008B7D90"/>
    <w:rsid w:val="008C0EED"/>
    <w:rsid w:val="008C27F0"/>
    <w:rsid w:val="008C590E"/>
    <w:rsid w:val="008C7320"/>
    <w:rsid w:val="008D53E3"/>
    <w:rsid w:val="008D5D71"/>
    <w:rsid w:val="008D647D"/>
    <w:rsid w:val="008D6982"/>
    <w:rsid w:val="008E27F2"/>
    <w:rsid w:val="008E71BB"/>
    <w:rsid w:val="008E7812"/>
    <w:rsid w:val="008F26A7"/>
    <w:rsid w:val="008F4BF6"/>
    <w:rsid w:val="009050DF"/>
    <w:rsid w:val="00907592"/>
    <w:rsid w:val="00913A75"/>
    <w:rsid w:val="00914854"/>
    <w:rsid w:val="0091497B"/>
    <w:rsid w:val="00917197"/>
    <w:rsid w:val="009213ED"/>
    <w:rsid w:val="00926FE1"/>
    <w:rsid w:val="00927FE9"/>
    <w:rsid w:val="0093147E"/>
    <w:rsid w:val="00932830"/>
    <w:rsid w:val="00941629"/>
    <w:rsid w:val="00943B9D"/>
    <w:rsid w:val="0095035A"/>
    <w:rsid w:val="00951E0E"/>
    <w:rsid w:val="00951F18"/>
    <w:rsid w:val="009534C8"/>
    <w:rsid w:val="00956C3D"/>
    <w:rsid w:val="009616EF"/>
    <w:rsid w:val="009746EA"/>
    <w:rsid w:val="00983A1D"/>
    <w:rsid w:val="00992823"/>
    <w:rsid w:val="00997ACB"/>
    <w:rsid w:val="00997FF9"/>
    <w:rsid w:val="009A15BE"/>
    <w:rsid w:val="009A5B92"/>
    <w:rsid w:val="009A7FAB"/>
    <w:rsid w:val="009B4466"/>
    <w:rsid w:val="009B5729"/>
    <w:rsid w:val="009C2147"/>
    <w:rsid w:val="009C64E8"/>
    <w:rsid w:val="009D16D9"/>
    <w:rsid w:val="009D1DEE"/>
    <w:rsid w:val="009E52F2"/>
    <w:rsid w:val="009F419F"/>
    <w:rsid w:val="009F45AA"/>
    <w:rsid w:val="009F7B06"/>
    <w:rsid w:val="00A039BB"/>
    <w:rsid w:val="00A0455E"/>
    <w:rsid w:val="00A059FC"/>
    <w:rsid w:val="00A12166"/>
    <w:rsid w:val="00A127AA"/>
    <w:rsid w:val="00A12A0D"/>
    <w:rsid w:val="00A1373B"/>
    <w:rsid w:val="00A156A3"/>
    <w:rsid w:val="00A2196C"/>
    <w:rsid w:val="00A21FF7"/>
    <w:rsid w:val="00A22462"/>
    <w:rsid w:val="00A22533"/>
    <w:rsid w:val="00A26B51"/>
    <w:rsid w:val="00A3073E"/>
    <w:rsid w:val="00A30E58"/>
    <w:rsid w:val="00A339D7"/>
    <w:rsid w:val="00A36293"/>
    <w:rsid w:val="00A378EE"/>
    <w:rsid w:val="00A42E12"/>
    <w:rsid w:val="00A44464"/>
    <w:rsid w:val="00A459D6"/>
    <w:rsid w:val="00A5300D"/>
    <w:rsid w:val="00A57002"/>
    <w:rsid w:val="00A606E5"/>
    <w:rsid w:val="00A60722"/>
    <w:rsid w:val="00A61187"/>
    <w:rsid w:val="00A86DA9"/>
    <w:rsid w:val="00A87732"/>
    <w:rsid w:val="00A90C73"/>
    <w:rsid w:val="00A92BB6"/>
    <w:rsid w:val="00A94A52"/>
    <w:rsid w:val="00A9679D"/>
    <w:rsid w:val="00A97BEA"/>
    <w:rsid w:val="00AA2B7A"/>
    <w:rsid w:val="00AA390D"/>
    <w:rsid w:val="00AA7444"/>
    <w:rsid w:val="00AB0DDF"/>
    <w:rsid w:val="00AB221E"/>
    <w:rsid w:val="00AB3956"/>
    <w:rsid w:val="00AB56F9"/>
    <w:rsid w:val="00AC5A0D"/>
    <w:rsid w:val="00AD0E31"/>
    <w:rsid w:val="00AD10F1"/>
    <w:rsid w:val="00AD398E"/>
    <w:rsid w:val="00AF0CE1"/>
    <w:rsid w:val="00AF107E"/>
    <w:rsid w:val="00B01888"/>
    <w:rsid w:val="00B02158"/>
    <w:rsid w:val="00B04F3A"/>
    <w:rsid w:val="00B05A84"/>
    <w:rsid w:val="00B079F0"/>
    <w:rsid w:val="00B101B6"/>
    <w:rsid w:val="00B144D2"/>
    <w:rsid w:val="00B1787F"/>
    <w:rsid w:val="00B22912"/>
    <w:rsid w:val="00B3156B"/>
    <w:rsid w:val="00B3229C"/>
    <w:rsid w:val="00B33AAC"/>
    <w:rsid w:val="00B3527B"/>
    <w:rsid w:val="00B4032B"/>
    <w:rsid w:val="00B42E43"/>
    <w:rsid w:val="00B44A46"/>
    <w:rsid w:val="00B477A4"/>
    <w:rsid w:val="00B57D39"/>
    <w:rsid w:val="00B6280D"/>
    <w:rsid w:val="00B6605B"/>
    <w:rsid w:val="00B77CBF"/>
    <w:rsid w:val="00B80E96"/>
    <w:rsid w:val="00B82B39"/>
    <w:rsid w:val="00B83EB8"/>
    <w:rsid w:val="00B9240F"/>
    <w:rsid w:val="00B934B1"/>
    <w:rsid w:val="00B9543E"/>
    <w:rsid w:val="00BA007A"/>
    <w:rsid w:val="00BA10B2"/>
    <w:rsid w:val="00BA24A5"/>
    <w:rsid w:val="00BA2F75"/>
    <w:rsid w:val="00BB18CC"/>
    <w:rsid w:val="00BC18C1"/>
    <w:rsid w:val="00BC3FC5"/>
    <w:rsid w:val="00BC47B5"/>
    <w:rsid w:val="00BD29C5"/>
    <w:rsid w:val="00BD2ED9"/>
    <w:rsid w:val="00BD601C"/>
    <w:rsid w:val="00BD6C62"/>
    <w:rsid w:val="00BE04B4"/>
    <w:rsid w:val="00BE3630"/>
    <w:rsid w:val="00BE3DDB"/>
    <w:rsid w:val="00BE5EB2"/>
    <w:rsid w:val="00BE6058"/>
    <w:rsid w:val="00BE6C4B"/>
    <w:rsid w:val="00BE6EF4"/>
    <w:rsid w:val="00BE70FB"/>
    <w:rsid w:val="00BE73F7"/>
    <w:rsid w:val="00BE7D97"/>
    <w:rsid w:val="00BF124B"/>
    <w:rsid w:val="00BF4699"/>
    <w:rsid w:val="00C016F6"/>
    <w:rsid w:val="00C03286"/>
    <w:rsid w:val="00C111D8"/>
    <w:rsid w:val="00C121AB"/>
    <w:rsid w:val="00C129E9"/>
    <w:rsid w:val="00C132D0"/>
    <w:rsid w:val="00C1740A"/>
    <w:rsid w:val="00C22B44"/>
    <w:rsid w:val="00C246D7"/>
    <w:rsid w:val="00C262C9"/>
    <w:rsid w:val="00C35CA5"/>
    <w:rsid w:val="00C449AA"/>
    <w:rsid w:val="00C44F44"/>
    <w:rsid w:val="00C46557"/>
    <w:rsid w:val="00C541A9"/>
    <w:rsid w:val="00C54D6F"/>
    <w:rsid w:val="00C55976"/>
    <w:rsid w:val="00C613CC"/>
    <w:rsid w:val="00C6221B"/>
    <w:rsid w:val="00C63ECF"/>
    <w:rsid w:val="00C655A4"/>
    <w:rsid w:val="00C70894"/>
    <w:rsid w:val="00C70F46"/>
    <w:rsid w:val="00C71296"/>
    <w:rsid w:val="00C92B3E"/>
    <w:rsid w:val="00C94657"/>
    <w:rsid w:val="00C9719B"/>
    <w:rsid w:val="00CA1B1D"/>
    <w:rsid w:val="00CA5AF7"/>
    <w:rsid w:val="00CB26CC"/>
    <w:rsid w:val="00CB481A"/>
    <w:rsid w:val="00CB63F2"/>
    <w:rsid w:val="00CC5576"/>
    <w:rsid w:val="00CC633F"/>
    <w:rsid w:val="00CD12D2"/>
    <w:rsid w:val="00CD746C"/>
    <w:rsid w:val="00CE1648"/>
    <w:rsid w:val="00CE16E3"/>
    <w:rsid w:val="00CE257B"/>
    <w:rsid w:val="00CE538F"/>
    <w:rsid w:val="00CE7C30"/>
    <w:rsid w:val="00CF56CA"/>
    <w:rsid w:val="00D0096E"/>
    <w:rsid w:val="00D010E3"/>
    <w:rsid w:val="00D03ACC"/>
    <w:rsid w:val="00D03BE2"/>
    <w:rsid w:val="00D149D1"/>
    <w:rsid w:val="00D21209"/>
    <w:rsid w:val="00D21E6A"/>
    <w:rsid w:val="00D22EE3"/>
    <w:rsid w:val="00D31FD2"/>
    <w:rsid w:val="00D33CD9"/>
    <w:rsid w:val="00D35B9E"/>
    <w:rsid w:val="00D369FE"/>
    <w:rsid w:val="00D4145D"/>
    <w:rsid w:val="00D51B33"/>
    <w:rsid w:val="00D51D20"/>
    <w:rsid w:val="00D60F0C"/>
    <w:rsid w:val="00D6550D"/>
    <w:rsid w:val="00D7033F"/>
    <w:rsid w:val="00D708A9"/>
    <w:rsid w:val="00D73D41"/>
    <w:rsid w:val="00D74AED"/>
    <w:rsid w:val="00D82B9E"/>
    <w:rsid w:val="00D85A84"/>
    <w:rsid w:val="00D91793"/>
    <w:rsid w:val="00D974C8"/>
    <w:rsid w:val="00DA2FC2"/>
    <w:rsid w:val="00DA3EB0"/>
    <w:rsid w:val="00DA6B99"/>
    <w:rsid w:val="00DB1E51"/>
    <w:rsid w:val="00DC1F71"/>
    <w:rsid w:val="00DC294E"/>
    <w:rsid w:val="00DC4E7E"/>
    <w:rsid w:val="00DC68B2"/>
    <w:rsid w:val="00DC708E"/>
    <w:rsid w:val="00DC7F7F"/>
    <w:rsid w:val="00DD4313"/>
    <w:rsid w:val="00DF0B2A"/>
    <w:rsid w:val="00DF2ACD"/>
    <w:rsid w:val="00E006DB"/>
    <w:rsid w:val="00E03C23"/>
    <w:rsid w:val="00E113CD"/>
    <w:rsid w:val="00E15FEB"/>
    <w:rsid w:val="00E17249"/>
    <w:rsid w:val="00E2391F"/>
    <w:rsid w:val="00E249B2"/>
    <w:rsid w:val="00E25FA6"/>
    <w:rsid w:val="00E26467"/>
    <w:rsid w:val="00E27A37"/>
    <w:rsid w:val="00E30CAF"/>
    <w:rsid w:val="00E3156D"/>
    <w:rsid w:val="00E423CC"/>
    <w:rsid w:val="00E47037"/>
    <w:rsid w:val="00E51074"/>
    <w:rsid w:val="00E61E64"/>
    <w:rsid w:val="00E67AF5"/>
    <w:rsid w:val="00E7115F"/>
    <w:rsid w:val="00E7265D"/>
    <w:rsid w:val="00E80AE0"/>
    <w:rsid w:val="00E811FC"/>
    <w:rsid w:val="00E81BF2"/>
    <w:rsid w:val="00E86A2A"/>
    <w:rsid w:val="00E92175"/>
    <w:rsid w:val="00E928D6"/>
    <w:rsid w:val="00E93652"/>
    <w:rsid w:val="00E94AB0"/>
    <w:rsid w:val="00E977B1"/>
    <w:rsid w:val="00E97E72"/>
    <w:rsid w:val="00EA27DD"/>
    <w:rsid w:val="00EA3514"/>
    <w:rsid w:val="00EA3F96"/>
    <w:rsid w:val="00EA5CAC"/>
    <w:rsid w:val="00EB1DB3"/>
    <w:rsid w:val="00EB3EC8"/>
    <w:rsid w:val="00EB47C0"/>
    <w:rsid w:val="00EB4B44"/>
    <w:rsid w:val="00EB6347"/>
    <w:rsid w:val="00EB72D3"/>
    <w:rsid w:val="00ED351D"/>
    <w:rsid w:val="00ED7D85"/>
    <w:rsid w:val="00ED7F5C"/>
    <w:rsid w:val="00EE16B6"/>
    <w:rsid w:val="00EE1796"/>
    <w:rsid w:val="00EE2592"/>
    <w:rsid w:val="00EE4227"/>
    <w:rsid w:val="00EE596C"/>
    <w:rsid w:val="00EF75B4"/>
    <w:rsid w:val="00F0014B"/>
    <w:rsid w:val="00F01616"/>
    <w:rsid w:val="00F035D0"/>
    <w:rsid w:val="00F07782"/>
    <w:rsid w:val="00F07A9F"/>
    <w:rsid w:val="00F12A05"/>
    <w:rsid w:val="00F175D9"/>
    <w:rsid w:val="00F2307E"/>
    <w:rsid w:val="00F25041"/>
    <w:rsid w:val="00F263E1"/>
    <w:rsid w:val="00F30358"/>
    <w:rsid w:val="00F33824"/>
    <w:rsid w:val="00F33B2D"/>
    <w:rsid w:val="00F37488"/>
    <w:rsid w:val="00F4599B"/>
    <w:rsid w:val="00F47B17"/>
    <w:rsid w:val="00F54DDB"/>
    <w:rsid w:val="00F6180F"/>
    <w:rsid w:val="00F62163"/>
    <w:rsid w:val="00F6723C"/>
    <w:rsid w:val="00F709C1"/>
    <w:rsid w:val="00F709EF"/>
    <w:rsid w:val="00F71A6D"/>
    <w:rsid w:val="00F727D7"/>
    <w:rsid w:val="00F7479C"/>
    <w:rsid w:val="00F76176"/>
    <w:rsid w:val="00F82305"/>
    <w:rsid w:val="00F848F7"/>
    <w:rsid w:val="00F85EC6"/>
    <w:rsid w:val="00F9679F"/>
    <w:rsid w:val="00FA101C"/>
    <w:rsid w:val="00FA2CA0"/>
    <w:rsid w:val="00FA3291"/>
    <w:rsid w:val="00FA5655"/>
    <w:rsid w:val="00FB176C"/>
    <w:rsid w:val="00FC2AAE"/>
    <w:rsid w:val="00FC3D5A"/>
    <w:rsid w:val="00FC50FB"/>
    <w:rsid w:val="00FC5509"/>
    <w:rsid w:val="00FD3AC1"/>
    <w:rsid w:val="00FD4F35"/>
    <w:rsid w:val="00FD4F3B"/>
    <w:rsid w:val="00FE06CC"/>
    <w:rsid w:val="00FE2CAE"/>
    <w:rsid w:val="00FF24F5"/>
    <w:rsid w:val="00FF3C26"/>
    <w:rsid w:val="00FF3FF9"/>
    <w:rsid w:val="00FF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2C38"/>
    <w:pPr>
      <w:widowControl w:val="0"/>
      <w:overflowPunct w:val="0"/>
      <w:autoSpaceDE w:val="0"/>
      <w:autoSpaceDN w:val="0"/>
      <w:adjustRightInd w:val="0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4145D"/>
    <w:pPr>
      <w:keepNext/>
      <w:ind w:left="360"/>
      <w:jc w:val="center"/>
      <w:outlineLvl w:val="0"/>
    </w:pPr>
    <w:rPr>
      <w:rFonts w:ascii="Arial" w:hAnsi="Arial"/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locked/>
    <w:rsid w:val="008C0E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locked/>
    <w:rsid w:val="008C0EED"/>
    <w:pPr>
      <w:widowControl/>
      <w:overflowPunct/>
      <w:autoSpaceDE/>
      <w:autoSpaceDN/>
      <w:adjustRightInd/>
      <w:spacing w:before="240" w:after="60"/>
      <w:outlineLvl w:val="5"/>
    </w:pPr>
    <w:rPr>
      <w:b/>
      <w:bCs/>
      <w:sz w:val="22"/>
      <w:szCs w:val="22"/>
    </w:rPr>
  </w:style>
  <w:style w:type="paragraph" w:styleId="Titolo9">
    <w:name w:val="heading 9"/>
    <w:basedOn w:val="Normale"/>
    <w:next w:val="Normale"/>
    <w:link w:val="Titolo9Carattere"/>
    <w:uiPriority w:val="99"/>
    <w:qFormat/>
    <w:locked/>
    <w:rsid w:val="008C0EED"/>
    <w:pPr>
      <w:widowControl/>
      <w:overflowPunct/>
      <w:autoSpaceDE/>
      <w:autoSpaceDN/>
      <w:adjustRightInd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6F2E9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750A9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750A9"/>
    <w:rPr>
      <w:rFonts w:asciiTheme="minorHAnsi" w:eastAsiaTheme="minorEastAsia" w:hAnsiTheme="minorHAnsi" w:cstheme="minorBidi"/>
      <w:b/>
      <w:bCs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750A9"/>
    <w:rPr>
      <w:rFonts w:asciiTheme="majorHAnsi" w:eastAsiaTheme="majorEastAsia" w:hAnsiTheme="majorHAnsi" w:cstheme="majorBidi"/>
    </w:rPr>
  </w:style>
  <w:style w:type="paragraph" w:styleId="Intestazione">
    <w:name w:val="header"/>
    <w:basedOn w:val="Normale"/>
    <w:link w:val="IntestazioneCarattere"/>
    <w:rsid w:val="0095035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6F2E9B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rsid w:val="0095035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locked/>
    <w:rsid w:val="006F2E9B"/>
    <w:rPr>
      <w:rFonts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95035A"/>
    <w:rPr>
      <w:rFonts w:cs="Times New Roman"/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rsid w:val="00D4145D"/>
    <w:pPr>
      <w:ind w:left="360"/>
      <w:jc w:val="both"/>
    </w:pPr>
    <w:rPr>
      <w:rFonts w:ascii="Arial" w:hAnsi="Arial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6F2E9B"/>
    <w:rPr>
      <w:rFonts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D4145D"/>
    <w:pPr>
      <w:jc w:val="both"/>
    </w:pPr>
    <w:rPr>
      <w:rFonts w:ascii="Arial" w:hAnsi="Arial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6F2E9B"/>
    <w:rPr>
      <w:rFonts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997AC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F2E9B"/>
    <w:rPr>
      <w:rFonts w:cs="Times New Roman"/>
      <w:sz w:val="2"/>
    </w:rPr>
  </w:style>
  <w:style w:type="paragraph" w:styleId="Mappadocumento">
    <w:name w:val="Document Map"/>
    <w:basedOn w:val="Normale"/>
    <w:link w:val="MappadocumentoCarattere"/>
    <w:uiPriority w:val="99"/>
    <w:semiHidden/>
    <w:rsid w:val="00CB481A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6F2E9B"/>
    <w:rPr>
      <w:rFonts w:cs="Times New Roman"/>
      <w:sz w:val="2"/>
    </w:rPr>
  </w:style>
  <w:style w:type="character" w:styleId="Enfasigrassetto">
    <w:name w:val="Strong"/>
    <w:basedOn w:val="Carpredefinitoparagrafo"/>
    <w:uiPriority w:val="99"/>
    <w:qFormat/>
    <w:rsid w:val="00093143"/>
    <w:rPr>
      <w:rFonts w:cs="Times New Roman"/>
      <w:b/>
      <w:bCs/>
    </w:rPr>
  </w:style>
  <w:style w:type="character" w:styleId="Enfasicorsivo">
    <w:name w:val="Emphasis"/>
    <w:basedOn w:val="Carpredefinitoparagrafo"/>
    <w:uiPriority w:val="99"/>
    <w:qFormat/>
    <w:rsid w:val="00A22533"/>
    <w:rPr>
      <w:rFonts w:cs="Times New Roman"/>
      <w:b/>
      <w:bCs/>
    </w:rPr>
  </w:style>
  <w:style w:type="paragraph" w:styleId="Paragrafoelenco">
    <w:name w:val="List Paragraph"/>
    <w:basedOn w:val="Normale"/>
    <w:qFormat/>
    <w:rsid w:val="001C0B15"/>
    <w:pPr>
      <w:overflowPunct/>
      <w:autoSpaceDE/>
      <w:autoSpaceDN/>
      <w:adjustRightInd/>
      <w:ind w:left="720"/>
      <w:contextualSpacing/>
    </w:pPr>
  </w:style>
  <w:style w:type="character" w:customStyle="1" w:styleId="txt111">
    <w:name w:val="txt111"/>
    <w:basedOn w:val="Carpredefinitoparagrafo"/>
    <w:uiPriority w:val="99"/>
    <w:rsid w:val="001C0B15"/>
    <w:rPr>
      <w:rFonts w:ascii="Tahoma" w:hAnsi="Tahoma" w:cs="Tahoma"/>
      <w:color w:val="464F57"/>
      <w:sz w:val="17"/>
      <w:szCs w:val="17"/>
      <w:u w:val="none"/>
      <w:effect w:val="none"/>
    </w:rPr>
  </w:style>
  <w:style w:type="character" w:customStyle="1" w:styleId="EmailStyle36">
    <w:name w:val="EmailStyle36"/>
    <w:basedOn w:val="Carpredefinitoparagrafo"/>
    <w:uiPriority w:val="99"/>
    <w:semiHidden/>
    <w:rsid w:val="001B0385"/>
    <w:rPr>
      <w:rFonts w:ascii="Arial" w:hAnsi="Arial" w:cs="Arial"/>
      <w:color w:val="000080"/>
      <w:sz w:val="20"/>
      <w:szCs w:val="20"/>
    </w:rPr>
  </w:style>
  <w:style w:type="table" w:styleId="Grigliatabella">
    <w:name w:val="Table Grid"/>
    <w:basedOn w:val="Tabellanormale"/>
    <w:uiPriority w:val="99"/>
    <w:locked/>
    <w:rsid w:val="0082358A"/>
    <w:pPr>
      <w:widowControl w:val="0"/>
      <w:overflowPunct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2">
    <w:name w:val="Body Text Indent 2"/>
    <w:basedOn w:val="Normale"/>
    <w:link w:val="Rientrocorpodeltesto2Carattere"/>
    <w:uiPriority w:val="99"/>
    <w:rsid w:val="00216C54"/>
    <w:pPr>
      <w:ind w:left="1871" w:hanging="1871"/>
      <w:jc w:val="both"/>
      <w:textAlignment w:val="baseline"/>
    </w:pPr>
    <w:rPr>
      <w:rFonts w:ascii="Arial" w:hAnsi="Arial"/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2A30A0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216C54"/>
    <w:pPr>
      <w:widowControl/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2C38"/>
    <w:pPr>
      <w:widowControl w:val="0"/>
      <w:overflowPunct w:val="0"/>
      <w:autoSpaceDE w:val="0"/>
      <w:autoSpaceDN w:val="0"/>
      <w:adjustRightInd w:val="0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4145D"/>
    <w:pPr>
      <w:keepNext/>
      <w:ind w:left="360"/>
      <w:jc w:val="center"/>
      <w:outlineLvl w:val="0"/>
    </w:pPr>
    <w:rPr>
      <w:rFonts w:ascii="Arial" w:hAnsi="Arial"/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locked/>
    <w:rsid w:val="008C0E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locked/>
    <w:rsid w:val="008C0EED"/>
    <w:pPr>
      <w:widowControl/>
      <w:overflowPunct/>
      <w:autoSpaceDE/>
      <w:autoSpaceDN/>
      <w:adjustRightInd/>
      <w:spacing w:before="240" w:after="60"/>
      <w:outlineLvl w:val="5"/>
    </w:pPr>
    <w:rPr>
      <w:b/>
      <w:bCs/>
      <w:sz w:val="22"/>
      <w:szCs w:val="22"/>
    </w:rPr>
  </w:style>
  <w:style w:type="paragraph" w:styleId="Titolo9">
    <w:name w:val="heading 9"/>
    <w:basedOn w:val="Normale"/>
    <w:next w:val="Normale"/>
    <w:link w:val="Titolo9Carattere"/>
    <w:uiPriority w:val="99"/>
    <w:qFormat/>
    <w:locked/>
    <w:rsid w:val="008C0EED"/>
    <w:pPr>
      <w:widowControl/>
      <w:overflowPunct/>
      <w:autoSpaceDE/>
      <w:autoSpaceDN/>
      <w:adjustRightInd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6F2E9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750A9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750A9"/>
    <w:rPr>
      <w:rFonts w:asciiTheme="minorHAnsi" w:eastAsiaTheme="minorEastAsia" w:hAnsiTheme="minorHAnsi" w:cstheme="minorBidi"/>
      <w:b/>
      <w:bCs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750A9"/>
    <w:rPr>
      <w:rFonts w:asciiTheme="majorHAnsi" w:eastAsiaTheme="majorEastAsia" w:hAnsiTheme="majorHAnsi" w:cstheme="majorBidi"/>
    </w:rPr>
  </w:style>
  <w:style w:type="paragraph" w:styleId="Intestazione">
    <w:name w:val="header"/>
    <w:basedOn w:val="Normale"/>
    <w:link w:val="IntestazioneCarattere"/>
    <w:rsid w:val="0095035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6F2E9B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rsid w:val="0095035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locked/>
    <w:rsid w:val="006F2E9B"/>
    <w:rPr>
      <w:rFonts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95035A"/>
    <w:rPr>
      <w:rFonts w:cs="Times New Roman"/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rsid w:val="00D4145D"/>
    <w:pPr>
      <w:ind w:left="360"/>
      <w:jc w:val="both"/>
    </w:pPr>
    <w:rPr>
      <w:rFonts w:ascii="Arial" w:hAnsi="Arial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6F2E9B"/>
    <w:rPr>
      <w:rFonts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D4145D"/>
    <w:pPr>
      <w:jc w:val="both"/>
    </w:pPr>
    <w:rPr>
      <w:rFonts w:ascii="Arial" w:hAnsi="Arial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6F2E9B"/>
    <w:rPr>
      <w:rFonts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997AC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F2E9B"/>
    <w:rPr>
      <w:rFonts w:cs="Times New Roman"/>
      <w:sz w:val="2"/>
    </w:rPr>
  </w:style>
  <w:style w:type="paragraph" w:styleId="Mappadocumento">
    <w:name w:val="Document Map"/>
    <w:basedOn w:val="Normale"/>
    <w:link w:val="MappadocumentoCarattere"/>
    <w:uiPriority w:val="99"/>
    <w:semiHidden/>
    <w:rsid w:val="00CB481A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6F2E9B"/>
    <w:rPr>
      <w:rFonts w:cs="Times New Roman"/>
      <w:sz w:val="2"/>
    </w:rPr>
  </w:style>
  <w:style w:type="character" w:styleId="Enfasigrassetto">
    <w:name w:val="Strong"/>
    <w:basedOn w:val="Carpredefinitoparagrafo"/>
    <w:uiPriority w:val="99"/>
    <w:qFormat/>
    <w:rsid w:val="00093143"/>
    <w:rPr>
      <w:rFonts w:cs="Times New Roman"/>
      <w:b/>
      <w:bCs/>
    </w:rPr>
  </w:style>
  <w:style w:type="character" w:styleId="Enfasicorsivo">
    <w:name w:val="Emphasis"/>
    <w:basedOn w:val="Carpredefinitoparagrafo"/>
    <w:uiPriority w:val="99"/>
    <w:qFormat/>
    <w:rsid w:val="00A22533"/>
    <w:rPr>
      <w:rFonts w:cs="Times New Roman"/>
      <w:b/>
      <w:bCs/>
    </w:rPr>
  </w:style>
  <w:style w:type="paragraph" w:styleId="Paragrafoelenco">
    <w:name w:val="List Paragraph"/>
    <w:basedOn w:val="Normale"/>
    <w:qFormat/>
    <w:rsid w:val="001C0B15"/>
    <w:pPr>
      <w:overflowPunct/>
      <w:autoSpaceDE/>
      <w:autoSpaceDN/>
      <w:adjustRightInd/>
      <w:ind w:left="720"/>
      <w:contextualSpacing/>
    </w:pPr>
  </w:style>
  <w:style w:type="character" w:customStyle="1" w:styleId="txt111">
    <w:name w:val="txt111"/>
    <w:basedOn w:val="Carpredefinitoparagrafo"/>
    <w:uiPriority w:val="99"/>
    <w:rsid w:val="001C0B15"/>
    <w:rPr>
      <w:rFonts w:ascii="Tahoma" w:hAnsi="Tahoma" w:cs="Tahoma"/>
      <w:color w:val="464F57"/>
      <w:sz w:val="17"/>
      <w:szCs w:val="17"/>
      <w:u w:val="none"/>
      <w:effect w:val="none"/>
    </w:rPr>
  </w:style>
  <w:style w:type="character" w:customStyle="1" w:styleId="EmailStyle36">
    <w:name w:val="EmailStyle36"/>
    <w:basedOn w:val="Carpredefinitoparagrafo"/>
    <w:uiPriority w:val="99"/>
    <w:semiHidden/>
    <w:rsid w:val="001B0385"/>
    <w:rPr>
      <w:rFonts w:ascii="Arial" w:hAnsi="Arial" w:cs="Arial"/>
      <w:color w:val="000080"/>
      <w:sz w:val="20"/>
      <w:szCs w:val="20"/>
    </w:rPr>
  </w:style>
  <w:style w:type="table" w:styleId="Grigliatabella">
    <w:name w:val="Table Grid"/>
    <w:basedOn w:val="Tabellanormale"/>
    <w:uiPriority w:val="99"/>
    <w:locked/>
    <w:rsid w:val="0082358A"/>
    <w:pPr>
      <w:widowControl w:val="0"/>
      <w:overflowPunct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2">
    <w:name w:val="Body Text Indent 2"/>
    <w:basedOn w:val="Normale"/>
    <w:link w:val="Rientrocorpodeltesto2Carattere"/>
    <w:uiPriority w:val="99"/>
    <w:rsid w:val="00216C54"/>
    <w:pPr>
      <w:ind w:left="1871" w:hanging="1871"/>
      <w:jc w:val="both"/>
      <w:textAlignment w:val="baseline"/>
    </w:pPr>
    <w:rPr>
      <w:rFonts w:ascii="Arial" w:hAnsi="Arial"/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2A30A0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216C54"/>
    <w:pPr>
      <w:widowControl/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90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Mim1149\Desktop\CartaIntestat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CartaIntestata</Template>
  <TotalTime>3</TotalTime>
  <Pages>4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M.I.U.R.</dc:creator>
  <cp:lastModifiedBy>MIUR</cp:lastModifiedBy>
  <cp:revision>5</cp:revision>
  <cp:lastPrinted>2016-04-19T08:37:00Z</cp:lastPrinted>
  <dcterms:created xsi:type="dcterms:W3CDTF">2017-05-30T13:09:00Z</dcterms:created>
  <dcterms:modified xsi:type="dcterms:W3CDTF">2017-05-30T14:56:00Z</dcterms:modified>
</cp:coreProperties>
</file>