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C00" w:rsidRPr="00953416" w:rsidRDefault="002746B7" w:rsidP="00C8199B">
      <w:pPr>
        <w:pStyle w:val="Default"/>
        <w:ind w:left="3969" w:hanging="3969"/>
      </w:pPr>
      <w:bookmarkStart w:id="0" w:name="_GoBack"/>
      <w:bookmarkEnd w:id="0"/>
      <w:r>
        <w:rPr>
          <w:sz w:val="22"/>
          <w:szCs w:val="22"/>
        </w:rPr>
        <w:t xml:space="preserve">                                      </w:t>
      </w:r>
    </w:p>
    <w:p w:rsidR="0026636E" w:rsidRDefault="0026636E" w:rsidP="00021BC3">
      <w:pPr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26636E" w:rsidRPr="0026636E" w:rsidRDefault="0026636E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Cs w:val="24"/>
        </w:rPr>
      </w:pPr>
      <w:r w:rsidRPr="0026636E">
        <w:rPr>
          <w:rFonts w:asciiTheme="minorHAnsi" w:hAnsiTheme="minorHAnsi"/>
          <w:b/>
          <w:szCs w:val="24"/>
        </w:rPr>
        <w:t>Manifestazione Provinciale “Corri, Salta, Lancia”</w:t>
      </w:r>
    </w:p>
    <w:p w:rsidR="0026636E" w:rsidRPr="0026636E" w:rsidRDefault="0026636E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Cs w:val="24"/>
        </w:rPr>
      </w:pPr>
      <w:r w:rsidRPr="0026636E">
        <w:rPr>
          <w:rFonts w:asciiTheme="minorHAnsi" w:hAnsiTheme="minorHAnsi"/>
          <w:b/>
          <w:szCs w:val="24"/>
        </w:rPr>
        <w:t xml:space="preserve">MODELLO DI ISCRIZIONE e Foglio Gara </w:t>
      </w:r>
    </w:p>
    <w:p w:rsidR="0026636E" w:rsidRPr="00F176B7" w:rsidRDefault="0026636E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Cs w:val="24"/>
        </w:rPr>
      </w:pPr>
      <w:r w:rsidRPr="0026636E">
        <w:rPr>
          <w:rFonts w:asciiTheme="minorHAnsi" w:hAnsiTheme="minorHAnsi"/>
          <w:szCs w:val="24"/>
        </w:rPr>
        <w:t xml:space="preserve">Da inviare </w:t>
      </w:r>
      <w:r w:rsidRPr="0026636E">
        <w:rPr>
          <w:rFonts w:asciiTheme="minorHAnsi" w:hAnsiTheme="minorHAnsi"/>
          <w:b/>
          <w:szCs w:val="24"/>
        </w:rPr>
        <w:t xml:space="preserve">entro il </w:t>
      </w:r>
      <w:r w:rsidR="00A53482" w:rsidRPr="00F176B7">
        <w:rPr>
          <w:rFonts w:asciiTheme="minorHAnsi" w:hAnsiTheme="minorHAnsi"/>
          <w:b/>
          <w:szCs w:val="24"/>
        </w:rPr>
        <w:t>13 Ottobre 2017</w:t>
      </w:r>
      <w:r w:rsidR="00A53482" w:rsidRPr="00F176B7">
        <w:rPr>
          <w:rFonts w:asciiTheme="minorHAnsi" w:hAnsiTheme="minorHAnsi"/>
          <w:szCs w:val="24"/>
        </w:rPr>
        <w:t xml:space="preserve"> </w:t>
      </w:r>
      <w:r w:rsidRPr="0026636E">
        <w:rPr>
          <w:rFonts w:asciiTheme="minorHAnsi" w:hAnsiTheme="minorHAnsi"/>
          <w:szCs w:val="24"/>
        </w:rPr>
        <w:t xml:space="preserve">a </w:t>
      </w:r>
    </w:p>
    <w:p w:rsidR="0026636E" w:rsidRDefault="00D540D6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Cs w:val="24"/>
        </w:rPr>
      </w:pPr>
      <w:hyperlink r:id="rId9" w:history="1">
        <w:r w:rsidR="0026636E" w:rsidRPr="00F176B7">
          <w:rPr>
            <w:rFonts w:asciiTheme="minorHAnsi" w:hAnsiTheme="minorHAnsi"/>
            <w:b/>
            <w:color w:val="0000FF" w:themeColor="hyperlink"/>
            <w:szCs w:val="24"/>
            <w:u w:val="single"/>
          </w:rPr>
          <w:t>direzione_marche@istruzione.it</w:t>
        </w:r>
      </w:hyperlink>
      <w:r w:rsidR="0026636E" w:rsidRPr="0026636E">
        <w:rPr>
          <w:rFonts w:asciiTheme="minorHAnsi" w:hAnsiTheme="minorHAnsi"/>
          <w:b/>
          <w:szCs w:val="24"/>
        </w:rPr>
        <w:t xml:space="preserve"> </w:t>
      </w:r>
    </w:p>
    <w:p w:rsidR="00021BC3" w:rsidRDefault="00021BC3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Cs w:val="24"/>
        </w:rPr>
      </w:pPr>
      <w:r w:rsidRPr="00021BC3">
        <w:rPr>
          <w:rFonts w:asciiTheme="minorHAnsi" w:hAnsiTheme="minorHAnsi"/>
          <w:szCs w:val="24"/>
        </w:rPr>
        <w:t>e p.c.</w:t>
      </w:r>
      <w:r w:rsidRPr="00EB3CDE">
        <w:rPr>
          <w:rFonts w:asciiTheme="minorHAnsi" w:hAnsiTheme="minorHAnsi"/>
          <w:color w:val="000000"/>
          <w:sz w:val="22"/>
          <w:szCs w:val="22"/>
        </w:rPr>
        <w:t xml:space="preserve"> </w:t>
      </w:r>
      <w:hyperlink r:id="rId10" w:history="1">
        <w:r w:rsidRPr="004721BF">
          <w:rPr>
            <w:rStyle w:val="Collegamentoipertestuale"/>
            <w:rFonts w:asciiTheme="minorHAnsi" w:hAnsiTheme="minorHAnsi"/>
            <w:b/>
            <w:sz w:val="22"/>
            <w:szCs w:val="22"/>
          </w:rPr>
          <w:t>uefs.an@istruzione.it</w:t>
        </w:r>
      </w:hyperlink>
    </w:p>
    <w:p w:rsidR="0018289F" w:rsidRPr="0026636E" w:rsidRDefault="0018289F" w:rsidP="00874290">
      <w:pPr>
        <w:overflowPunct/>
        <w:autoSpaceDE/>
        <w:autoSpaceDN/>
        <w:adjustRightInd/>
        <w:textAlignment w:val="auto"/>
        <w:rPr>
          <w:rFonts w:asciiTheme="minorHAnsi" w:hAnsiTheme="minorHAnsi"/>
          <w:sz w:val="22"/>
          <w:szCs w:val="22"/>
        </w:rPr>
      </w:pPr>
    </w:p>
    <w:p w:rsidR="0026636E" w:rsidRDefault="0026636E" w:rsidP="0026636E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b/>
          <w:sz w:val="22"/>
          <w:szCs w:val="22"/>
        </w:rPr>
      </w:pPr>
      <w:r w:rsidRPr="0026636E">
        <w:rPr>
          <w:rFonts w:asciiTheme="minorHAnsi" w:hAnsiTheme="minorHAnsi"/>
          <w:b/>
          <w:szCs w:val="24"/>
        </w:rPr>
        <w:t>Istituto</w:t>
      </w:r>
      <w:r w:rsidR="007745F7">
        <w:rPr>
          <w:rFonts w:asciiTheme="minorHAnsi" w:hAnsiTheme="minorHAnsi"/>
          <w:b/>
          <w:szCs w:val="24"/>
        </w:rPr>
        <w:t>______________</w:t>
      </w:r>
      <w:r w:rsidRPr="0026636E">
        <w:rPr>
          <w:rFonts w:asciiTheme="minorHAnsi" w:hAnsiTheme="minorHAnsi"/>
          <w:b/>
          <w:sz w:val="22"/>
          <w:szCs w:val="22"/>
        </w:rPr>
        <w:t>________________________________________ Classe 1° sez.________</w:t>
      </w:r>
    </w:p>
    <w:p w:rsidR="007745F7" w:rsidRDefault="007745F7" w:rsidP="005C3A41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p w:rsidR="007745F7" w:rsidRDefault="007745F7" w:rsidP="007745F7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-63"/>
        <w:tblW w:w="1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665"/>
        <w:gridCol w:w="1478"/>
        <w:gridCol w:w="966"/>
        <w:gridCol w:w="849"/>
        <w:gridCol w:w="845"/>
        <w:gridCol w:w="682"/>
        <w:gridCol w:w="923"/>
        <w:gridCol w:w="807"/>
        <w:gridCol w:w="790"/>
        <w:gridCol w:w="917"/>
        <w:gridCol w:w="917"/>
      </w:tblGrid>
      <w:tr w:rsidR="00FE731D" w:rsidRPr="0026636E" w:rsidTr="00FE731D">
        <w:trPr>
          <w:cantSplit/>
          <w:trHeight w:val="280"/>
        </w:trPr>
        <w:tc>
          <w:tcPr>
            <w:tcW w:w="392" w:type="dxa"/>
            <w:vMerge w:val="restart"/>
            <w:vAlign w:val="center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 xml:space="preserve">N  </w:t>
            </w:r>
          </w:p>
        </w:tc>
        <w:tc>
          <w:tcPr>
            <w:tcW w:w="1665" w:type="dxa"/>
            <w:vMerge w:val="restart"/>
            <w:vAlign w:val="center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Cognome</w:t>
            </w:r>
          </w:p>
        </w:tc>
        <w:tc>
          <w:tcPr>
            <w:tcW w:w="1478" w:type="dxa"/>
            <w:vMerge w:val="restart"/>
            <w:vAlign w:val="center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Nome</w:t>
            </w:r>
          </w:p>
        </w:tc>
        <w:tc>
          <w:tcPr>
            <w:tcW w:w="966" w:type="dxa"/>
            <w:vMerge w:val="restart"/>
            <w:vAlign w:val="center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Anno nascita</w:t>
            </w:r>
          </w:p>
        </w:tc>
        <w:tc>
          <w:tcPr>
            <w:tcW w:w="5813" w:type="dxa"/>
            <w:gridSpan w:val="7"/>
            <w:vAlign w:val="center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A disposizione del giudice</w:t>
            </w: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FE731D" w:rsidRPr="0026636E" w:rsidTr="00FE731D">
        <w:trPr>
          <w:cantSplit/>
          <w:trHeight w:val="280"/>
        </w:trPr>
        <w:tc>
          <w:tcPr>
            <w:tcW w:w="392" w:type="dxa"/>
            <w:vMerge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  <w:vMerge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  <w:vMerge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76" w:type="dxa"/>
            <w:gridSpan w:val="3"/>
            <w:vAlign w:val="center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Salto in lungo</w:t>
            </w:r>
          </w:p>
        </w:tc>
        <w:tc>
          <w:tcPr>
            <w:tcW w:w="2520" w:type="dxa"/>
            <w:gridSpan w:val="3"/>
            <w:vAlign w:val="center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Lancio  del vortex/peso</w:t>
            </w: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Corsa veloce</w:t>
            </w:r>
          </w:p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50 mt.</w:t>
            </w: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6636E">
              <w:rPr>
                <w:rFonts w:asciiTheme="minorHAnsi" w:hAnsiTheme="minorHAnsi"/>
                <w:b/>
                <w:sz w:val="22"/>
                <w:szCs w:val="22"/>
              </w:rPr>
              <w:t>Corsa 400 m</w:t>
            </w: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rPr>
          <w:trHeight w:val="197"/>
        </w:trPr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E731D" w:rsidRPr="0026636E" w:rsidTr="00FE731D">
        <w:tc>
          <w:tcPr>
            <w:tcW w:w="39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78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6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9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5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2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23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0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0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17" w:type="dxa"/>
          </w:tcPr>
          <w:p w:rsidR="00FE731D" w:rsidRPr="0026636E" w:rsidRDefault="00FE731D" w:rsidP="00FE731D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E731D" w:rsidRDefault="00FE731D" w:rsidP="007745F7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p w:rsidR="005C3A41" w:rsidRDefault="005C3A41" w:rsidP="007745F7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p w:rsidR="005C3A41" w:rsidRPr="0026636E" w:rsidRDefault="005C3A41" w:rsidP="007745F7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1"/>
        <w:tblpPr w:leftFromText="141" w:rightFromText="141" w:vertAnchor="text" w:horzAnchor="margin" w:tblpXSpec="center" w:tblpY="50"/>
        <w:tblW w:w="10774" w:type="dxa"/>
        <w:tblLook w:val="04A0" w:firstRow="1" w:lastRow="0" w:firstColumn="1" w:lastColumn="0" w:noHBand="0" w:noVBand="1"/>
      </w:tblPr>
      <w:tblGrid>
        <w:gridCol w:w="4649"/>
        <w:gridCol w:w="3431"/>
        <w:gridCol w:w="2694"/>
      </w:tblGrid>
      <w:tr w:rsidR="0026636E" w:rsidRPr="0026636E" w:rsidTr="0026636E">
        <w:tc>
          <w:tcPr>
            <w:tcW w:w="4649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lastRenderedPageBreak/>
              <w:t>Docente/i accompagnatore/i</w:t>
            </w:r>
          </w:p>
        </w:tc>
        <w:tc>
          <w:tcPr>
            <w:tcW w:w="3431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Indirizzo @</w:t>
            </w:r>
          </w:p>
        </w:tc>
        <w:tc>
          <w:tcPr>
            <w:tcW w:w="2694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</w:rPr>
            </w:pPr>
            <w:r w:rsidRPr="0026636E">
              <w:rPr>
                <w:sz w:val="22"/>
              </w:rPr>
              <w:t>n° cellulare</w:t>
            </w:r>
          </w:p>
        </w:tc>
      </w:tr>
      <w:tr w:rsidR="0026636E" w:rsidRPr="0026636E" w:rsidTr="0026636E">
        <w:tc>
          <w:tcPr>
            <w:tcW w:w="4649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  <w:tr w:rsidR="0026636E" w:rsidRPr="0026636E" w:rsidTr="0026636E">
        <w:tc>
          <w:tcPr>
            <w:tcW w:w="4649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3431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  <w:tc>
          <w:tcPr>
            <w:tcW w:w="2694" w:type="dxa"/>
          </w:tcPr>
          <w:p w:rsidR="0026636E" w:rsidRPr="0026636E" w:rsidRDefault="0026636E" w:rsidP="0026636E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</w:rPr>
            </w:pPr>
          </w:p>
        </w:tc>
      </w:tr>
    </w:tbl>
    <w:p w:rsidR="0026636E" w:rsidRPr="0026636E" w:rsidRDefault="0026636E" w:rsidP="0026636E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2"/>
          <w:szCs w:val="22"/>
        </w:rPr>
      </w:pPr>
    </w:p>
    <w:p w:rsidR="0026636E" w:rsidRPr="0026636E" w:rsidRDefault="0026636E" w:rsidP="0026636E">
      <w:pPr>
        <w:overflowPunct/>
        <w:autoSpaceDE/>
        <w:autoSpaceDN/>
        <w:adjustRightInd/>
        <w:ind w:left="426" w:hanging="426"/>
        <w:jc w:val="both"/>
        <w:textAlignment w:val="auto"/>
        <w:rPr>
          <w:rFonts w:asciiTheme="minorHAnsi" w:hAnsiTheme="minorHAnsi"/>
          <w:b/>
          <w:sz w:val="22"/>
          <w:szCs w:val="22"/>
        </w:rPr>
      </w:pPr>
    </w:p>
    <w:p w:rsidR="0026636E" w:rsidRPr="0026636E" w:rsidRDefault="0026636E" w:rsidP="0026636E">
      <w:pPr>
        <w:suppressLineNumbers/>
        <w:suppressAutoHyphens/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0"/>
          <w:lang w:eastAsia="ar-SA"/>
        </w:rPr>
      </w:pPr>
      <w:r w:rsidRPr="0026636E">
        <w:rPr>
          <w:rFonts w:ascii="Calibri" w:hAnsi="Calibri" w:cs="Calibri"/>
          <w:sz w:val="20"/>
          <w:lang w:eastAsia="ar-SA"/>
        </w:rPr>
        <w:t>Il Dirigente Scolastico con la presente dichiara:</w:t>
      </w:r>
    </w:p>
    <w:p w:rsidR="0026636E" w:rsidRPr="0026636E" w:rsidRDefault="0026636E" w:rsidP="0026636E">
      <w:pPr>
        <w:suppressLineNumbers/>
        <w:suppressAutoHyphens/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0"/>
          <w:lang w:eastAsia="ar-SA"/>
        </w:rPr>
      </w:pPr>
      <w:r w:rsidRPr="0026636E">
        <w:rPr>
          <w:rFonts w:ascii="Calibri" w:hAnsi="Calibri" w:cs="Calibri"/>
          <w:sz w:val="20"/>
          <w:lang w:eastAsia="ar-SA"/>
        </w:rPr>
        <w:t>- che tutti gli alunni in elenco sono iscritti e frequentanti nell’a.s. 2017-18  la scuola  e  sono in possesso del certificato di idoneità all’attività non agonistica ai sensi del D.M. 24.04.2013 modificato dall’art. 42 bis della L. 9.08.2013 N.98 di conversione del D.L. n.69/2013 ;</w:t>
      </w:r>
    </w:p>
    <w:p w:rsidR="0026636E" w:rsidRPr="0026636E" w:rsidRDefault="0026636E" w:rsidP="0026636E">
      <w:pPr>
        <w:suppressLineNumbers/>
        <w:suppressAutoHyphens/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0"/>
          <w:lang w:eastAsia="ar-SA"/>
        </w:rPr>
      </w:pPr>
      <w:r w:rsidRPr="0026636E">
        <w:rPr>
          <w:rFonts w:ascii="Calibri" w:hAnsi="Calibri" w:cs="Calibri"/>
          <w:sz w:val="20"/>
          <w:lang w:eastAsia="ar-SA"/>
        </w:rPr>
        <w:t xml:space="preserve">- di concedere l'autorizzazione al Comitato Organizzatore  ad utilizzare fotografie, nastri, video, immagini, per qualsiasi legittimo utilizzo senza remunerazione; </w:t>
      </w:r>
    </w:p>
    <w:p w:rsidR="0026636E" w:rsidRPr="0026636E" w:rsidRDefault="0026636E" w:rsidP="0026636E">
      <w:pPr>
        <w:suppressLineNumbers/>
        <w:suppressAutoHyphens/>
        <w:overflowPunct/>
        <w:autoSpaceDE/>
        <w:autoSpaceDN/>
        <w:adjustRightInd/>
        <w:jc w:val="both"/>
        <w:textAlignment w:val="auto"/>
        <w:rPr>
          <w:rFonts w:ascii="Calibri" w:hAnsi="Calibri" w:cs="Calibri"/>
          <w:sz w:val="20"/>
          <w:lang w:eastAsia="ar-SA"/>
        </w:rPr>
      </w:pPr>
      <w:r w:rsidRPr="0026636E">
        <w:rPr>
          <w:rFonts w:ascii="Calibri" w:hAnsi="Calibri" w:cs="Calibri"/>
          <w:sz w:val="20"/>
          <w:lang w:eastAsia="ar-SA"/>
        </w:rPr>
        <w:t xml:space="preserve">- di aver </w:t>
      </w:r>
      <w:r w:rsidR="004D03AB">
        <w:rPr>
          <w:rFonts w:ascii="Calibri" w:hAnsi="Calibri" w:cs="Calibri"/>
          <w:sz w:val="20"/>
          <w:lang w:eastAsia="ar-SA"/>
        </w:rPr>
        <w:t>acquisito dai genitori/tutori (</w:t>
      </w:r>
      <w:r w:rsidRPr="0026636E">
        <w:rPr>
          <w:rFonts w:ascii="Calibri" w:hAnsi="Calibri" w:cs="Calibri"/>
          <w:sz w:val="20"/>
          <w:lang w:eastAsia="ar-SA"/>
        </w:rPr>
        <w:t>o dall’interessato se maggiorenne) il consenso al trattamento dei dati personali  secondo quanto previsto dal D.Lgs. 196/2003, e di aver predisposto l’informativa preventiva nel caso di trattamento dei dati sensibili.</w:t>
      </w:r>
    </w:p>
    <w:p w:rsidR="0026636E" w:rsidRPr="0026636E" w:rsidRDefault="0026636E" w:rsidP="0026636E">
      <w:pPr>
        <w:overflowPunct/>
        <w:autoSpaceDE/>
        <w:autoSpaceDN/>
        <w:adjustRightInd/>
        <w:ind w:left="426" w:hanging="426"/>
        <w:jc w:val="both"/>
        <w:textAlignment w:val="auto"/>
        <w:rPr>
          <w:rFonts w:asciiTheme="minorHAnsi" w:hAnsiTheme="minorHAnsi"/>
          <w:b/>
          <w:sz w:val="22"/>
          <w:szCs w:val="22"/>
        </w:rPr>
      </w:pPr>
    </w:p>
    <w:p w:rsidR="0026636E" w:rsidRPr="0026636E" w:rsidRDefault="0026636E" w:rsidP="0018289F">
      <w:pPr>
        <w:overflowPunct/>
        <w:autoSpaceDE/>
        <w:autoSpaceDN/>
        <w:adjustRightInd/>
        <w:ind w:left="426" w:hanging="426"/>
        <w:jc w:val="right"/>
        <w:textAlignment w:val="auto"/>
        <w:rPr>
          <w:rFonts w:asciiTheme="minorHAnsi" w:hAnsiTheme="minorHAnsi"/>
          <w:b/>
          <w:szCs w:val="24"/>
        </w:rPr>
      </w:pPr>
      <w:r w:rsidRPr="0026636E">
        <w:rPr>
          <w:rFonts w:asciiTheme="minorHAnsi" w:hAnsiTheme="minorHAnsi"/>
          <w:b/>
          <w:szCs w:val="24"/>
        </w:rPr>
        <w:t>Il Dirigente Scolastico</w:t>
      </w:r>
    </w:p>
    <w:p w:rsidR="0026636E" w:rsidRPr="004721BF" w:rsidRDefault="0026636E" w:rsidP="00953416">
      <w:pPr>
        <w:jc w:val="center"/>
        <w:rPr>
          <w:rFonts w:asciiTheme="minorHAnsi" w:hAnsiTheme="minorHAnsi"/>
          <w:color w:val="000000"/>
          <w:sz w:val="22"/>
          <w:szCs w:val="22"/>
        </w:rPr>
      </w:pPr>
    </w:p>
    <w:sectPr w:rsidR="0026636E" w:rsidRPr="004721BF" w:rsidSect="007F256F">
      <w:headerReference w:type="default" r:id="rId11"/>
      <w:footerReference w:type="default" r:id="rId12"/>
      <w:pgSz w:w="11907" w:h="16840"/>
      <w:pgMar w:top="1418" w:right="1418" w:bottom="851" w:left="1418" w:header="113" w:footer="44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0D6" w:rsidRDefault="00D540D6">
      <w:r>
        <w:separator/>
      </w:r>
    </w:p>
  </w:endnote>
  <w:endnote w:type="continuationSeparator" w:id="0">
    <w:p w:rsidR="00D540D6" w:rsidRDefault="00D54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07C" w:rsidRPr="0095407C" w:rsidRDefault="0095407C" w:rsidP="0095407C">
    <w:pPr>
      <w:rPr>
        <w:rFonts w:asciiTheme="minorHAnsi" w:hAnsiTheme="minorHAnsi" w:cs="Arial"/>
        <w:sz w:val="16"/>
        <w:szCs w:val="16"/>
      </w:rPr>
    </w:pPr>
    <w:r w:rsidRPr="00F176B7">
      <w:rPr>
        <w:rFonts w:asciiTheme="minorHAnsi" w:hAnsiTheme="minorHAnsi" w:cs="Arial"/>
        <w:sz w:val="16"/>
        <w:szCs w:val="16"/>
      </w:rPr>
      <w:t>201710021400_Progetto A2.1_PR1718_22_P2_Accoglienzasportiva_Classiprimescuolasecondariadiprimogrado_“Corri,salta,lancia”</w:t>
    </w:r>
  </w:p>
  <w:p w:rsidR="00042D1C" w:rsidRPr="009C5004" w:rsidRDefault="00042D1C" w:rsidP="0095407C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9C5004">
      <w:rPr>
        <w:rFonts w:asciiTheme="minorHAnsi" w:hAnsiTheme="minorHAnsi" w:cs="Tahoma"/>
        <w:sz w:val="16"/>
        <w:szCs w:val="16"/>
      </w:rPr>
      <w:t xml:space="preserve">Referente attività istruttoria: </w:t>
    </w:r>
    <w:r w:rsidR="009B48C2" w:rsidRPr="009C5004">
      <w:rPr>
        <w:rFonts w:asciiTheme="minorHAnsi" w:hAnsiTheme="minorHAnsi" w:cs="Tahoma"/>
        <w:sz w:val="16"/>
        <w:szCs w:val="16"/>
      </w:rPr>
      <w:t>Paola Tedde</w:t>
    </w:r>
    <w:r w:rsidRPr="009C5004">
      <w:rPr>
        <w:rFonts w:asciiTheme="minorHAnsi" w:hAnsiTheme="minorHAnsi" w:cs="Tahoma"/>
        <w:sz w:val="16"/>
        <w:szCs w:val="16"/>
      </w:rPr>
      <w:t xml:space="preserve">   tel. </w:t>
    </w:r>
    <w:r w:rsidR="009B48C2" w:rsidRPr="009C5004">
      <w:rPr>
        <w:rFonts w:asciiTheme="minorHAnsi" w:hAnsiTheme="minorHAnsi" w:cs="Tahoma"/>
        <w:sz w:val="16"/>
        <w:szCs w:val="16"/>
      </w:rPr>
      <w:t>0712295462</w:t>
    </w:r>
    <w:r w:rsidRPr="009C5004">
      <w:rPr>
        <w:rFonts w:asciiTheme="minorHAnsi" w:hAnsiTheme="minorHAnsi" w:cs="Tahoma"/>
        <w:sz w:val="16"/>
        <w:szCs w:val="16"/>
      </w:rPr>
      <w:t xml:space="preserve">  e-mail </w:t>
    </w:r>
    <w:r w:rsidR="009B48C2" w:rsidRPr="009C5004">
      <w:rPr>
        <w:rFonts w:asciiTheme="minorHAnsi" w:hAnsiTheme="minorHAnsi" w:cs="Tahoma"/>
        <w:sz w:val="16"/>
        <w:szCs w:val="16"/>
      </w:rPr>
      <w:t>uefs.a</w:t>
    </w:r>
    <w:r w:rsidRPr="009C5004">
      <w:rPr>
        <w:rFonts w:asciiTheme="minorHAnsi" w:hAnsiTheme="minorHAnsi" w:cs="Tahoma"/>
        <w:sz w:val="16"/>
        <w:szCs w:val="16"/>
      </w:rPr>
      <w:t>@istruzione.it</w:t>
    </w:r>
  </w:p>
  <w:p w:rsidR="00042D1C" w:rsidRPr="009C5004" w:rsidRDefault="00042D1C" w:rsidP="0095407C">
    <w:pPr>
      <w:pStyle w:val="Pidipagin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9C5004">
      <w:rPr>
        <w:rFonts w:asciiTheme="minorHAnsi" w:hAnsiTheme="minorHAnsi" w:cs="Tahoma"/>
        <w:sz w:val="16"/>
        <w:szCs w:val="16"/>
      </w:rPr>
      <w:t>Referente del proce</w:t>
    </w:r>
    <w:r w:rsidR="009B48C2" w:rsidRPr="009C5004">
      <w:rPr>
        <w:rFonts w:asciiTheme="minorHAnsi" w:hAnsiTheme="minorHAnsi" w:cs="Tahoma"/>
        <w:sz w:val="16"/>
        <w:szCs w:val="16"/>
      </w:rPr>
      <w:t>dimento: Michelangela Ionna   t</w:t>
    </w:r>
    <w:r w:rsidRPr="009C5004">
      <w:rPr>
        <w:rFonts w:asciiTheme="minorHAnsi" w:hAnsiTheme="minorHAnsi" w:cs="Tahoma"/>
        <w:sz w:val="16"/>
        <w:szCs w:val="16"/>
      </w:rPr>
      <w:t>el. 071 2295437 e-mail: michelangela.ionna@istruzione.it</w:t>
    </w:r>
  </w:p>
  <w:p w:rsidR="00042D1C" w:rsidRPr="009C5004" w:rsidRDefault="00042D1C" w:rsidP="00042D1C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9C5004">
      <w:rPr>
        <w:rFonts w:asciiTheme="minorHAnsi" w:hAnsiTheme="minorHAnsi" w:cs="Arial"/>
        <w:sz w:val="16"/>
        <w:szCs w:val="16"/>
      </w:rPr>
      <w:t xml:space="preserve">Via XXV Aprile, 19  - </w:t>
    </w:r>
    <w:r w:rsidRPr="009C5004">
      <w:rPr>
        <w:rFonts w:asciiTheme="minorHAnsi" w:hAnsiTheme="minorHAnsi" w:cs="Arial"/>
        <w:smallCaps/>
        <w:sz w:val="16"/>
        <w:szCs w:val="16"/>
      </w:rPr>
      <w:t>Ancona</w:t>
    </w:r>
    <w:r w:rsidRPr="009C5004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2E6CB5" w:rsidRPr="00136AAF" w:rsidRDefault="00042D1C" w:rsidP="00042D1C">
    <w:pPr>
      <w:pStyle w:val="Pidipagina"/>
      <w:rPr>
        <w:szCs w:val="15"/>
      </w:rPr>
    </w:pPr>
    <w:r w:rsidRPr="009C5004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9C5004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9C5004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0D6" w:rsidRDefault="00D540D6">
      <w:r>
        <w:separator/>
      </w:r>
    </w:p>
  </w:footnote>
  <w:footnote w:type="continuationSeparator" w:id="0">
    <w:p w:rsidR="00D540D6" w:rsidRDefault="00D54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6EDCD465" wp14:editId="28CD2818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787314" w:rsidRPr="0095407C" w:rsidRDefault="002E6CB5" w:rsidP="0095407C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48175F6"/>
    <w:multiLevelType w:val="hybridMultilevel"/>
    <w:tmpl w:val="2FBA7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1F"/>
    <w:rsid w:val="00021BC3"/>
    <w:rsid w:val="00037B1F"/>
    <w:rsid w:val="00042D1C"/>
    <w:rsid w:val="00046696"/>
    <w:rsid w:val="000631A0"/>
    <w:rsid w:val="000B1354"/>
    <w:rsid w:val="000B1C3B"/>
    <w:rsid w:val="000D4BFA"/>
    <w:rsid w:val="00100E5B"/>
    <w:rsid w:val="001169C1"/>
    <w:rsid w:val="001176F2"/>
    <w:rsid w:val="00130B1C"/>
    <w:rsid w:val="001328E3"/>
    <w:rsid w:val="00136AAF"/>
    <w:rsid w:val="00140662"/>
    <w:rsid w:val="001446D9"/>
    <w:rsid w:val="001631D1"/>
    <w:rsid w:val="001660B8"/>
    <w:rsid w:val="0018289F"/>
    <w:rsid w:val="001C586C"/>
    <w:rsid w:val="001E1642"/>
    <w:rsid w:val="001F2419"/>
    <w:rsid w:val="001F2BF5"/>
    <w:rsid w:val="002333A4"/>
    <w:rsid w:val="00241429"/>
    <w:rsid w:val="00244C1F"/>
    <w:rsid w:val="00247B14"/>
    <w:rsid w:val="0026636E"/>
    <w:rsid w:val="002746B7"/>
    <w:rsid w:val="002A2A80"/>
    <w:rsid w:val="002E018A"/>
    <w:rsid w:val="002E6CB5"/>
    <w:rsid w:val="002F1F09"/>
    <w:rsid w:val="002F39BA"/>
    <w:rsid w:val="002F45C3"/>
    <w:rsid w:val="00313453"/>
    <w:rsid w:val="003167D9"/>
    <w:rsid w:val="00325CF5"/>
    <w:rsid w:val="00325D26"/>
    <w:rsid w:val="00326968"/>
    <w:rsid w:val="00326DF6"/>
    <w:rsid w:val="00336BF4"/>
    <w:rsid w:val="00340F90"/>
    <w:rsid w:val="00341C4E"/>
    <w:rsid w:val="00342346"/>
    <w:rsid w:val="003441BE"/>
    <w:rsid w:val="00382096"/>
    <w:rsid w:val="00396DCD"/>
    <w:rsid w:val="003A2189"/>
    <w:rsid w:val="003B4C21"/>
    <w:rsid w:val="003C1AE8"/>
    <w:rsid w:val="003C6398"/>
    <w:rsid w:val="003D02FE"/>
    <w:rsid w:val="003F4739"/>
    <w:rsid w:val="00404888"/>
    <w:rsid w:val="00427F65"/>
    <w:rsid w:val="004366F1"/>
    <w:rsid w:val="00440600"/>
    <w:rsid w:val="00451B49"/>
    <w:rsid w:val="004525C5"/>
    <w:rsid w:val="004721BF"/>
    <w:rsid w:val="0047283F"/>
    <w:rsid w:val="004B0029"/>
    <w:rsid w:val="004C54BC"/>
    <w:rsid w:val="004C7285"/>
    <w:rsid w:val="004D03AB"/>
    <w:rsid w:val="004F07A5"/>
    <w:rsid w:val="00503902"/>
    <w:rsid w:val="005169E8"/>
    <w:rsid w:val="005173B6"/>
    <w:rsid w:val="00524C11"/>
    <w:rsid w:val="00526F68"/>
    <w:rsid w:val="00527FC3"/>
    <w:rsid w:val="00531679"/>
    <w:rsid w:val="00536412"/>
    <w:rsid w:val="00551D58"/>
    <w:rsid w:val="00586341"/>
    <w:rsid w:val="005B1070"/>
    <w:rsid w:val="005C3A41"/>
    <w:rsid w:val="005D0EF5"/>
    <w:rsid w:val="005D106E"/>
    <w:rsid w:val="005D1DC2"/>
    <w:rsid w:val="005D7FB4"/>
    <w:rsid w:val="005E72F2"/>
    <w:rsid w:val="006132B4"/>
    <w:rsid w:val="00615E58"/>
    <w:rsid w:val="0062214C"/>
    <w:rsid w:val="00631FD9"/>
    <w:rsid w:val="0066114A"/>
    <w:rsid w:val="006634AC"/>
    <w:rsid w:val="00670BBE"/>
    <w:rsid w:val="00686718"/>
    <w:rsid w:val="00695B44"/>
    <w:rsid w:val="006A2BB1"/>
    <w:rsid w:val="006B34B4"/>
    <w:rsid w:val="006D43B8"/>
    <w:rsid w:val="006E1479"/>
    <w:rsid w:val="006E4A3F"/>
    <w:rsid w:val="006F7E14"/>
    <w:rsid w:val="0070350D"/>
    <w:rsid w:val="007148E6"/>
    <w:rsid w:val="0072210D"/>
    <w:rsid w:val="007228EE"/>
    <w:rsid w:val="00725996"/>
    <w:rsid w:val="0073795F"/>
    <w:rsid w:val="007745F7"/>
    <w:rsid w:val="00777C59"/>
    <w:rsid w:val="00787314"/>
    <w:rsid w:val="007A3A1F"/>
    <w:rsid w:val="007A5422"/>
    <w:rsid w:val="007F256F"/>
    <w:rsid w:val="008050E2"/>
    <w:rsid w:val="00805F59"/>
    <w:rsid w:val="00811118"/>
    <w:rsid w:val="00820087"/>
    <w:rsid w:val="00831A5E"/>
    <w:rsid w:val="008320A9"/>
    <w:rsid w:val="008539D9"/>
    <w:rsid w:val="00856D0E"/>
    <w:rsid w:val="00874290"/>
    <w:rsid w:val="008A38D6"/>
    <w:rsid w:val="008A3D06"/>
    <w:rsid w:val="008B0648"/>
    <w:rsid w:val="008B4793"/>
    <w:rsid w:val="008C5CA0"/>
    <w:rsid w:val="008D755D"/>
    <w:rsid w:val="008F32FE"/>
    <w:rsid w:val="00904C0D"/>
    <w:rsid w:val="00911C62"/>
    <w:rsid w:val="00916CF4"/>
    <w:rsid w:val="009263AB"/>
    <w:rsid w:val="00937804"/>
    <w:rsid w:val="00952391"/>
    <w:rsid w:val="00953416"/>
    <w:rsid w:val="0095407C"/>
    <w:rsid w:val="00980FC8"/>
    <w:rsid w:val="009824B4"/>
    <w:rsid w:val="00987932"/>
    <w:rsid w:val="00990D6F"/>
    <w:rsid w:val="00995801"/>
    <w:rsid w:val="009A270E"/>
    <w:rsid w:val="009A5CFE"/>
    <w:rsid w:val="009B48C2"/>
    <w:rsid w:val="009C4538"/>
    <w:rsid w:val="009C5004"/>
    <w:rsid w:val="009E137D"/>
    <w:rsid w:val="009E180F"/>
    <w:rsid w:val="00A06A97"/>
    <w:rsid w:val="00A25362"/>
    <w:rsid w:val="00A34FA1"/>
    <w:rsid w:val="00A43D45"/>
    <w:rsid w:val="00A51AE4"/>
    <w:rsid w:val="00A53482"/>
    <w:rsid w:val="00A557CF"/>
    <w:rsid w:val="00A70420"/>
    <w:rsid w:val="00A76FA8"/>
    <w:rsid w:val="00A85F04"/>
    <w:rsid w:val="00AA7A72"/>
    <w:rsid w:val="00AC63AB"/>
    <w:rsid w:val="00AE4C00"/>
    <w:rsid w:val="00AE7318"/>
    <w:rsid w:val="00B1444A"/>
    <w:rsid w:val="00B25B03"/>
    <w:rsid w:val="00B3426A"/>
    <w:rsid w:val="00B64BDE"/>
    <w:rsid w:val="00B850BC"/>
    <w:rsid w:val="00B9297F"/>
    <w:rsid w:val="00B9629F"/>
    <w:rsid w:val="00BA4C0A"/>
    <w:rsid w:val="00BB585C"/>
    <w:rsid w:val="00BE72F1"/>
    <w:rsid w:val="00C026AA"/>
    <w:rsid w:val="00C07819"/>
    <w:rsid w:val="00C10DF9"/>
    <w:rsid w:val="00C53192"/>
    <w:rsid w:val="00C53270"/>
    <w:rsid w:val="00C66C50"/>
    <w:rsid w:val="00C8199B"/>
    <w:rsid w:val="00C83861"/>
    <w:rsid w:val="00CA5075"/>
    <w:rsid w:val="00CC3989"/>
    <w:rsid w:val="00CC3F89"/>
    <w:rsid w:val="00CC6F80"/>
    <w:rsid w:val="00CD4286"/>
    <w:rsid w:val="00CE60E0"/>
    <w:rsid w:val="00CF6019"/>
    <w:rsid w:val="00D05336"/>
    <w:rsid w:val="00D256A6"/>
    <w:rsid w:val="00D25ED1"/>
    <w:rsid w:val="00D27FA1"/>
    <w:rsid w:val="00D540D6"/>
    <w:rsid w:val="00D70B9C"/>
    <w:rsid w:val="00D876A3"/>
    <w:rsid w:val="00DB2724"/>
    <w:rsid w:val="00DD1DAC"/>
    <w:rsid w:val="00DF5567"/>
    <w:rsid w:val="00E0640A"/>
    <w:rsid w:val="00E368E8"/>
    <w:rsid w:val="00E42106"/>
    <w:rsid w:val="00E52BEC"/>
    <w:rsid w:val="00E634CE"/>
    <w:rsid w:val="00EB3CDE"/>
    <w:rsid w:val="00F0351A"/>
    <w:rsid w:val="00F051E5"/>
    <w:rsid w:val="00F176B7"/>
    <w:rsid w:val="00F2144A"/>
    <w:rsid w:val="00F658DB"/>
    <w:rsid w:val="00F70D7B"/>
    <w:rsid w:val="00F90DB3"/>
    <w:rsid w:val="00FA0CE0"/>
    <w:rsid w:val="00FE10AD"/>
    <w:rsid w:val="00FE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66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66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uefs.an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_marche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%20-%20Cop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A3109-7462-4047-983B-0B7DAAA4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- Copia.dotx</Template>
  <TotalTime>0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1775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2</cp:revision>
  <cp:lastPrinted>2016-02-02T14:18:00Z</cp:lastPrinted>
  <dcterms:created xsi:type="dcterms:W3CDTF">2017-10-04T07:51:00Z</dcterms:created>
  <dcterms:modified xsi:type="dcterms:W3CDTF">2017-10-04T07:51:00Z</dcterms:modified>
</cp:coreProperties>
</file>