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17" w:rsidRDefault="00CF4017" w:rsidP="00CA7018">
      <w:pPr>
        <w:ind w:firstLine="900"/>
        <w:jc w:val="right"/>
        <w:rPr>
          <w:b/>
          <w:sz w:val="24"/>
          <w:szCs w:val="24"/>
          <w:lang w:eastAsia="it-IT"/>
        </w:rPr>
      </w:pPr>
    </w:p>
    <w:p w:rsidR="00CF4017" w:rsidRDefault="00CF4017" w:rsidP="00CA7018">
      <w:pPr>
        <w:ind w:firstLine="900"/>
        <w:jc w:val="right"/>
        <w:rPr>
          <w:b/>
          <w:sz w:val="24"/>
          <w:szCs w:val="24"/>
          <w:lang w:eastAsia="it-IT"/>
        </w:rPr>
      </w:pPr>
    </w:p>
    <w:p w:rsidR="00CF4017" w:rsidRDefault="00CF4017" w:rsidP="005B46D8">
      <w:pPr>
        <w:jc w:val="center"/>
        <w:rPr>
          <w:b/>
          <w:sz w:val="24"/>
          <w:szCs w:val="24"/>
          <w:lang w:eastAsia="it-IT"/>
        </w:rPr>
      </w:pPr>
    </w:p>
    <w:p w:rsidR="00CF4017" w:rsidRDefault="00CF4017" w:rsidP="005B46D8">
      <w:pPr>
        <w:jc w:val="center"/>
        <w:rPr>
          <w:b/>
          <w:sz w:val="24"/>
          <w:szCs w:val="24"/>
          <w:lang w:eastAsia="it-IT"/>
        </w:rPr>
      </w:pPr>
    </w:p>
    <w:p w:rsidR="00CF4017" w:rsidRPr="001348B4" w:rsidRDefault="00CF4017" w:rsidP="005B46D8">
      <w:pPr>
        <w:jc w:val="center"/>
        <w:rPr>
          <w:b/>
          <w:sz w:val="24"/>
          <w:szCs w:val="24"/>
          <w:lang w:eastAsia="it-IT"/>
        </w:rPr>
      </w:pPr>
      <w:r w:rsidRPr="001348B4">
        <w:rPr>
          <w:b/>
          <w:sz w:val="24"/>
          <w:szCs w:val="24"/>
          <w:lang w:eastAsia="it-IT"/>
        </w:rPr>
        <w:t>PROGETTO A4.4_PN1718_67 “LA MATEMATICA IN GIOCO”</w:t>
      </w:r>
    </w:p>
    <w:p w:rsidR="00CF4017" w:rsidRDefault="00CF4017" w:rsidP="005B46D8">
      <w:pPr>
        <w:jc w:val="center"/>
        <w:rPr>
          <w:sz w:val="24"/>
          <w:szCs w:val="24"/>
          <w:lang w:eastAsia="it-IT"/>
        </w:rPr>
      </w:pPr>
    </w:p>
    <w:p w:rsidR="00CF4017" w:rsidRDefault="00CF4017" w:rsidP="005B46D8">
      <w:pPr>
        <w:jc w:val="center"/>
        <w:rPr>
          <w:b/>
          <w:bCs/>
          <w:sz w:val="24"/>
          <w:szCs w:val="24"/>
          <w:lang w:eastAsia="it-IT"/>
        </w:rPr>
      </w:pPr>
      <w:r>
        <w:rPr>
          <w:b/>
          <w:bCs/>
          <w:sz w:val="24"/>
          <w:szCs w:val="24"/>
          <w:lang w:eastAsia="it-IT"/>
        </w:rPr>
        <w:t>MODULO DI ADESIONE</w:t>
      </w:r>
    </w:p>
    <w:p w:rsidR="00CF4017" w:rsidRDefault="00CF4017" w:rsidP="005B46D8">
      <w:pPr>
        <w:jc w:val="center"/>
        <w:rPr>
          <w:b/>
          <w:bCs/>
          <w:sz w:val="24"/>
          <w:szCs w:val="24"/>
          <w:lang w:eastAsia="it-IT"/>
        </w:rPr>
      </w:pPr>
      <w:r>
        <w:rPr>
          <w:b/>
          <w:bCs/>
          <w:sz w:val="24"/>
          <w:szCs w:val="24"/>
          <w:lang w:eastAsia="it-IT"/>
        </w:rPr>
        <w:t>(entro le ore 23,59 del 17 novembre 2017)</w:t>
      </w:r>
    </w:p>
    <w:p w:rsidR="00CF4017" w:rsidRDefault="00CF4017" w:rsidP="005B46D8">
      <w:pPr>
        <w:jc w:val="center"/>
        <w:rPr>
          <w:b/>
          <w:bCs/>
          <w:sz w:val="24"/>
          <w:szCs w:val="24"/>
          <w:lang w:eastAsia="it-IT"/>
        </w:rPr>
      </w:pPr>
    </w:p>
    <w:p w:rsidR="00CF4017" w:rsidRDefault="00CF4017" w:rsidP="005B46D8">
      <w:pPr>
        <w:jc w:val="center"/>
        <w:rPr>
          <w:b/>
          <w:bCs/>
          <w:sz w:val="24"/>
          <w:szCs w:val="24"/>
          <w:lang w:eastAsia="it-IT"/>
        </w:rPr>
      </w:pPr>
    </w:p>
    <w:tbl>
      <w:tblPr>
        <w:tblW w:w="0" w:type="auto"/>
        <w:tblLook w:val="01E0"/>
      </w:tblPr>
      <w:tblGrid>
        <w:gridCol w:w="4719"/>
        <w:gridCol w:w="4719"/>
      </w:tblGrid>
      <w:tr w:rsidR="00CF4017" w:rsidTr="001F2D81">
        <w:tc>
          <w:tcPr>
            <w:tcW w:w="4719" w:type="dxa"/>
          </w:tcPr>
          <w:p w:rsidR="00CF4017" w:rsidRPr="001F2D81" w:rsidRDefault="00CF4017" w:rsidP="001F2D81">
            <w:pPr>
              <w:jc w:val="right"/>
              <w:rPr>
                <w:b/>
                <w:bCs/>
                <w:sz w:val="24"/>
                <w:szCs w:val="24"/>
                <w:lang w:eastAsia="it-IT"/>
              </w:rPr>
            </w:pPr>
            <w:r w:rsidRPr="001F2D81">
              <w:rPr>
                <w:b/>
                <w:bCs/>
                <w:sz w:val="24"/>
                <w:szCs w:val="24"/>
                <w:lang w:eastAsia="it-IT"/>
              </w:rPr>
              <w:t xml:space="preserve">All’ </w:t>
            </w:r>
          </w:p>
        </w:tc>
        <w:tc>
          <w:tcPr>
            <w:tcW w:w="4719" w:type="dxa"/>
          </w:tcPr>
          <w:p w:rsidR="00CF4017" w:rsidRPr="001F2D81" w:rsidRDefault="00CF4017" w:rsidP="001F2D81">
            <w:pPr>
              <w:jc w:val="both"/>
              <w:rPr>
                <w:b/>
                <w:bCs/>
                <w:sz w:val="24"/>
                <w:szCs w:val="24"/>
                <w:lang w:eastAsia="it-IT"/>
              </w:rPr>
            </w:pPr>
            <w:r w:rsidRPr="001F2D81">
              <w:rPr>
                <w:b/>
                <w:bCs/>
                <w:sz w:val="24"/>
                <w:szCs w:val="24"/>
                <w:lang w:eastAsia="it-IT"/>
              </w:rPr>
              <w:t>Ufficio Scolastico Regionale per le Marche</w:t>
            </w:r>
          </w:p>
          <w:p w:rsidR="00CF4017" w:rsidRPr="001F2D81" w:rsidRDefault="00CF4017" w:rsidP="001F2D81">
            <w:pPr>
              <w:jc w:val="both"/>
              <w:rPr>
                <w:b/>
                <w:bCs/>
                <w:sz w:val="24"/>
                <w:szCs w:val="24"/>
                <w:lang w:eastAsia="it-IT"/>
              </w:rPr>
            </w:pPr>
            <w:hyperlink r:id="rId7" w:history="1">
              <w:r w:rsidRPr="001F2D81">
                <w:rPr>
                  <w:rStyle w:val="Hyperlink"/>
                  <w:b/>
                  <w:bCs/>
                  <w:sz w:val="24"/>
                  <w:szCs w:val="24"/>
                  <w:lang w:eastAsia="it-IT"/>
                </w:rPr>
                <w:t>drma@postacert.istruzione.it</w:t>
              </w:r>
            </w:hyperlink>
          </w:p>
        </w:tc>
      </w:tr>
    </w:tbl>
    <w:p w:rsidR="00CF4017" w:rsidRDefault="00CF4017" w:rsidP="005B46D8">
      <w:pPr>
        <w:jc w:val="center"/>
        <w:rPr>
          <w:b/>
          <w:bCs/>
          <w:sz w:val="24"/>
          <w:szCs w:val="24"/>
          <w:lang w:eastAsia="it-IT"/>
        </w:rPr>
      </w:pPr>
    </w:p>
    <w:p w:rsidR="00CF4017" w:rsidRDefault="00CF4017" w:rsidP="005B46D8">
      <w:pPr>
        <w:jc w:val="center"/>
        <w:rPr>
          <w:b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370"/>
      </w:tblGrid>
      <w:tr w:rsidR="00CF4017" w:rsidTr="001F2D81">
        <w:tc>
          <w:tcPr>
            <w:tcW w:w="4068" w:type="dxa"/>
          </w:tcPr>
          <w:p w:rsidR="00CF4017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</w:p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>INDIRIZZO DI STUDIO</w:t>
            </w:r>
          </w:p>
        </w:tc>
        <w:tc>
          <w:tcPr>
            <w:tcW w:w="5370" w:type="dxa"/>
          </w:tcPr>
          <w:p w:rsidR="00CF4017" w:rsidRPr="001F2D81" w:rsidRDefault="00CF4017" w:rsidP="001F2D81">
            <w:pPr>
              <w:jc w:val="center"/>
              <w:rPr>
                <w:b/>
                <w:sz w:val="24"/>
                <w:szCs w:val="24"/>
                <w:lang w:eastAsia="it-IT"/>
              </w:rPr>
            </w:pPr>
          </w:p>
        </w:tc>
      </w:tr>
      <w:tr w:rsidR="00CF4017" w:rsidTr="001F2D81">
        <w:tc>
          <w:tcPr>
            <w:tcW w:w="4068" w:type="dxa"/>
          </w:tcPr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</w:p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  <w:r w:rsidRPr="001F2D81">
              <w:rPr>
                <w:sz w:val="24"/>
                <w:szCs w:val="24"/>
                <w:lang w:eastAsia="it-IT"/>
              </w:rPr>
              <w:t>NUMERO SQUADRE</w:t>
            </w:r>
          </w:p>
        </w:tc>
        <w:tc>
          <w:tcPr>
            <w:tcW w:w="5370" w:type="dxa"/>
          </w:tcPr>
          <w:p w:rsidR="00CF4017" w:rsidRPr="001F2D81" w:rsidRDefault="00CF4017" w:rsidP="001F2D81">
            <w:pPr>
              <w:jc w:val="center"/>
              <w:rPr>
                <w:b/>
                <w:sz w:val="24"/>
                <w:szCs w:val="24"/>
                <w:lang w:eastAsia="it-IT"/>
              </w:rPr>
            </w:pPr>
          </w:p>
        </w:tc>
      </w:tr>
      <w:tr w:rsidR="00CF4017" w:rsidTr="001F2D81">
        <w:tc>
          <w:tcPr>
            <w:tcW w:w="4068" w:type="dxa"/>
          </w:tcPr>
          <w:p w:rsidR="00CF4017" w:rsidRPr="001F2D81" w:rsidRDefault="00CF4017" w:rsidP="001F2D81">
            <w:pPr>
              <w:jc w:val="center"/>
              <w:rPr>
                <w:sz w:val="24"/>
                <w:szCs w:val="24"/>
                <w:lang w:eastAsia="it-IT"/>
              </w:rPr>
            </w:pPr>
          </w:p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  <w:r w:rsidRPr="001F2D81">
              <w:rPr>
                <w:sz w:val="24"/>
                <w:szCs w:val="24"/>
                <w:lang w:eastAsia="it-IT"/>
              </w:rPr>
              <w:t>DOCENTE REFERENTE</w:t>
            </w:r>
          </w:p>
        </w:tc>
        <w:tc>
          <w:tcPr>
            <w:tcW w:w="5370" w:type="dxa"/>
          </w:tcPr>
          <w:p w:rsidR="00CF4017" w:rsidRPr="001F2D81" w:rsidRDefault="00CF4017" w:rsidP="001F2D81">
            <w:pPr>
              <w:jc w:val="center"/>
              <w:rPr>
                <w:b/>
                <w:sz w:val="24"/>
                <w:szCs w:val="24"/>
                <w:lang w:eastAsia="it-IT"/>
              </w:rPr>
            </w:pPr>
          </w:p>
        </w:tc>
      </w:tr>
      <w:tr w:rsidR="00CF4017" w:rsidTr="001F2D81">
        <w:tc>
          <w:tcPr>
            <w:tcW w:w="4068" w:type="dxa"/>
          </w:tcPr>
          <w:p w:rsidR="00CF4017" w:rsidRPr="001F2D81" w:rsidRDefault="00CF4017" w:rsidP="001F2D81">
            <w:pPr>
              <w:jc w:val="center"/>
              <w:rPr>
                <w:sz w:val="24"/>
                <w:szCs w:val="24"/>
                <w:lang w:eastAsia="it-IT"/>
              </w:rPr>
            </w:pPr>
          </w:p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  <w:r w:rsidRPr="001F2D81">
              <w:rPr>
                <w:sz w:val="24"/>
                <w:szCs w:val="24"/>
                <w:lang w:eastAsia="it-IT"/>
              </w:rPr>
              <w:t>CONTATTI DEL DOCENTE REFERENTE</w:t>
            </w:r>
          </w:p>
        </w:tc>
        <w:tc>
          <w:tcPr>
            <w:tcW w:w="5370" w:type="dxa"/>
          </w:tcPr>
          <w:p w:rsidR="00CF4017" w:rsidRPr="001F2D81" w:rsidRDefault="00CF4017" w:rsidP="001F2D81">
            <w:pPr>
              <w:jc w:val="center"/>
              <w:rPr>
                <w:b/>
                <w:sz w:val="24"/>
                <w:szCs w:val="24"/>
                <w:lang w:eastAsia="it-IT"/>
              </w:rPr>
            </w:pPr>
          </w:p>
        </w:tc>
      </w:tr>
      <w:tr w:rsidR="00CF4017" w:rsidTr="001F2D81">
        <w:tc>
          <w:tcPr>
            <w:tcW w:w="4068" w:type="dxa"/>
          </w:tcPr>
          <w:p w:rsidR="00CF4017" w:rsidRPr="001F2D81" w:rsidRDefault="00CF4017" w:rsidP="001F2D81">
            <w:pPr>
              <w:jc w:val="center"/>
              <w:rPr>
                <w:sz w:val="24"/>
                <w:szCs w:val="24"/>
                <w:lang w:eastAsia="it-IT"/>
              </w:rPr>
            </w:pPr>
          </w:p>
          <w:p w:rsidR="00CF4017" w:rsidRPr="001F2D81" w:rsidRDefault="00CF4017" w:rsidP="001F2D81">
            <w:pPr>
              <w:jc w:val="both"/>
              <w:rPr>
                <w:sz w:val="24"/>
                <w:szCs w:val="24"/>
                <w:lang w:eastAsia="it-IT"/>
              </w:rPr>
            </w:pPr>
            <w:r w:rsidRPr="001F2D81">
              <w:rPr>
                <w:sz w:val="24"/>
                <w:szCs w:val="24"/>
                <w:lang w:eastAsia="it-IT"/>
              </w:rPr>
              <w:t>FIRMA DEL DOCENTE REFERENTE</w:t>
            </w:r>
          </w:p>
        </w:tc>
        <w:tc>
          <w:tcPr>
            <w:tcW w:w="5370" w:type="dxa"/>
          </w:tcPr>
          <w:p w:rsidR="00CF4017" w:rsidRPr="001F2D81" w:rsidRDefault="00CF4017" w:rsidP="001F2D81">
            <w:pPr>
              <w:jc w:val="center"/>
              <w:rPr>
                <w:b/>
                <w:sz w:val="24"/>
                <w:szCs w:val="24"/>
                <w:lang w:eastAsia="it-IT"/>
              </w:rPr>
            </w:pPr>
          </w:p>
        </w:tc>
      </w:tr>
    </w:tbl>
    <w:p w:rsidR="00CF4017" w:rsidRDefault="00CF4017" w:rsidP="005B46D8">
      <w:pPr>
        <w:jc w:val="center"/>
        <w:rPr>
          <w:b/>
          <w:sz w:val="24"/>
          <w:szCs w:val="24"/>
          <w:lang w:eastAsia="it-IT"/>
        </w:rPr>
      </w:pPr>
    </w:p>
    <w:p w:rsidR="00CF4017" w:rsidRDefault="00CF4017" w:rsidP="001348B4">
      <w:pPr>
        <w:ind w:firstLine="900"/>
        <w:jc w:val="center"/>
        <w:rPr>
          <w:b/>
          <w:bCs/>
          <w:sz w:val="24"/>
          <w:szCs w:val="24"/>
          <w:lang w:eastAsia="it-IT"/>
        </w:rPr>
      </w:pPr>
    </w:p>
    <w:p w:rsidR="00CF4017" w:rsidRDefault="00CF4017" w:rsidP="005E6B51">
      <w:pPr>
        <w:jc w:val="both"/>
        <w:rPr>
          <w:b/>
          <w:bCs/>
          <w:sz w:val="24"/>
          <w:szCs w:val="24"/>
          <w:lang w:eastAsia="it-IT"/>
        </w:rPr>
      </w:pPr>
      <w:r>
        <w:rPr>
          <w:b/>
          <w:bCs/>
          <w:sz w:val="24"/>
          <w:szCs w:val="24"/>
          <w:lang w:eastAsia="it-IT"/>
        </w:rPr>
        <w:t>Data ..........................</w:t>
      </w:r>
    </w:p>
    <w:p w:rsidR="00CF4017" w:rsidRDefault="00CF4017" w:rsidP="005E6B51">
      <w:pPr>
        <w:jc w:val="both"/>
        <w:rPr>
          <w:b/>
          <w:bCs/>
          <w:sz w:val="24"/>
          <w:szCs w:val="24"/>
          <w:lang w:eastAsia="it-IT"/>
        </w:rPr>
      </w:pPr>
    </w:p>
    <w:p w:rsidR="00CF4017" w:rsidRDefault="00CF4017" w:rsidP="005E6B51">
      <w:pPr>
        <w:jc w:val="both"/>
        <w:rPr>
          <w:b/>
          <w:bCs/>
          <w:sz w:val="24"/>
          <w:szCs w:val="24"/>
          <w:lang w:eastAsia="it-IT"/>
        </w:rPr>
      </w:pPr>
      <w:r>
        <w:rPr>
          <w:b/>
          <w:bCs/>
          <w:sz w:val="24"/>
          <w:szCs w:val="24"/>
          <w:lang w:eastAsia="it-IT"/>
        </w:rPr>
        <w:t xml:space="preserve">        </w:t>
      </w:r>
    </w:p>
    <w:tbl>
      <w:tblPr>
        <w:tblW w:w="0" w:type="auto"/>
        <w:tblLook w:val="00A0"/>
      </w:tblPr>
      <w:tblGrid>
        <w:gridCol w:w="4492"/>
        <w:gridCol w:w="4976"/>
      </w:tblGrid>
      <w:tr w:rsidR="00CF4017" w:rsidRPr="00894D31" w:rsidTr="005E6B51">
        <w:tc>
          <w:tcPr>
            <w:tcW w:w="4492" w:type="dxa"/>
          </w:tcPr>
          <w:p w:rsidR="00CF4017" w:rsidRPr="00894D31" w:rsidRDefault="00CF4017" w:rsidP="00832B6D">
            <w:pPr>
              <w:tabs>
                <w:tab w:val="left" w:pos="709"/>
                <w:tab w:val="center" w:pos="4819"/>
                <w:tab w:val="right" w:pos="963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76" w:type="dxa"/>
          </w:tcPr>
          <w:p w:rsidR="00CF4017" w:rsidRDefault="00CF4017" w:rsidP="00832B6D">
            <w:pPr>
              <w:tabs>
                <w:tab w:val="left" w:pos="709"/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  <w:r w:rsidRPr="00894D31">
              <w:rPr>
                <w:sz w:val="24"/>
                <w:szCs w:val="24"/>
              </w:rPr>
              <w:t>IL DIR</w:t>
            </w:r>
            <w:r>
              <w:rPr>
                <w:sz w:val="24"/>
                <w:szCs w:val="24"/>
              </w:rPr>
              <w:t>IGENTE SCOLASTICO</w:t>
            </w:r>
          </w:p>
          <w:p w:rsidR="00CF4017" w:rsidRPr="00894D31" w:rsidRDefault="00CF4017" w:rsidP="00832B6D">
            <w:pPr>
              <w:tabs>
                <w:tab w:val="left" w:pos="709"/>
                <w:tab w:val="center" w:pos="4819"/>
                <w:tab w:val="right" w:pos="9638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F4017" w:rsidRDefault="00CF4017" w:rsidP="005E6B51">
      <w:pPr>
        <w:jc w:val="both"/>
        <w:rPr>
          <w:b/>
          <w:bCs/>
          <w:sz w:val="24"/>
          <w:szCs w:val="24"/>
          <w:lang w:eastAsia="it-IT"/>
        </w:rPr>
      </w:pPr>
    </w:p>
    <w:sectPr w:rsidR="00CF4017" w:rsidSect="00F87042">
      <w:headerReference w:type="default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17" w:rsidRDefault="00CF4017" w:rsidP="004F32D8">
      <w:r>
        <w:separator/>
      </w:r>
    </w:p>
  </w:endnote>
  <w:endnote w:type="continuationSeparator" w:id="0">
    <w:p w:rsidR="00CF4017" w:rsidRDefault="00CF4017" w:rsidP="004F3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17" w:rsidRDefault="00CF4017" w:rsidP="003B7232">
    <w:pPr>
      <w:pStyle w:val="Default"/>
      <w:rPr>
        <w:rFonts w:ascii="Calibri" w:hAnsi="Calibri"/>
        <w:iCs/>
        <w:color w:val="auto"/>
        <w:sz w:val="18"/>
        <w:szCs w:val="18"/>
      </w:rPr>
    </w:pPr>
  </w:p>
  <w:p w:rsidR="00CF4017" w:rsidRDefault="00CF4017" w:rsidP="003B7232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201711111930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17" w:rsidRDefault="00CF4017" w:rsidP="004F32D8">
      <w:r>
        <w:separator/>
      </w:r>
    </w:p>
  </w:footnote>
  <w:footnote w:type="continuationSeparator" w:id="0">
    <w:p w:rsidR="00CF4017" w:rsidRDefault="00CF4017" w:rsidP="004F3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17" w:rsidRPr="005B46D8" w:rsidRDefault="00CF4017" w:rsidP="005B46D8">
    <w:pPr>
      <w:pStyle w:val="Header"/>
      <w:jc w:val="right"/>
      <w:rPr>
        <w:b/>
        <w:sz w:val="24"/>
        <w:szCs w:val="24"/>
      </w:rPr>
    </w:pPr>
    <w:r w:rsidRPr="005B46D8">
      <w:rPr>
        <w:b/>
        <w:sz w:val="24"/>
        <w:szCs w:val="24"/>
      </w:rPr>
      <w:t>Allegato n. 2</w:t>
    </w:r>
  </w:p>
  <w:p w:rsidR="00CF4017" w:rsidRDefault="00CF4017" w:rsidP="005B46D8">
    <w:pPr>
      <w:pStyle w:val="Header"/>
      <w:jc w:val="center"/>
      <w:rPr>
        <w:sz w:val="24"/>
        <w:szCs w:val="24"/>
      </w:rPr>
    </w:pPr>
  </w:p>
  <w:p w:rsidR="00CF4017" w:rsidRPr="005B46D8" w:rsidRDefault="00CF4017" w:rsidP="005B46D8">
    <w:pPr>
      <w:pStyle w:val="Header"/>
      <w:jc w:val="center"/>
      <w:rPr>
        <w:sz w:val="24"/>
        <w:szCs w:val="24"/>
      </w:rPr>
    </w:pPr>
    <w:r w:rsidRPr="005B46D8">
      <w:rPr>
        <w:sz w:val="24"/>
        <w:szCs w:val="24"/>
      </w:rPr>
      <w:t>INTESTAZIONE DELLA SCUOLA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EBE4EC9"/>
    <w:multiLevelType w:val="hybridMultilevel"/>
    <w:tmpl w:val="D6366DE2"/>
    <w:lvl w:ilvl="0" w:tplc="E46CC4F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4E486A"/>
    <w:multiLevelType w:val="hybridMultilevel"/>
    <w:tmpl w:val="B9F80180"/>
    <w:lvl w:ilvl="0" w:tplc="5A90D0E0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B5B9D"/>
    <w:multiLevelType w:val="hybridMultilevel"/>
    <w:tmpl w:val="7A940008"/>
    <w:lvl w:ilvl="0" w:tplc="712ADF5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5054DF"/>
    <w:multiLevelType w:val="hybridMultilevel"/>
    <w:tmpl w:val="D0944B4E"/>
    <w:lvl w:ilvl="0" w:tplc="07E4303A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189C8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4E4A93"/>
    <w:multiLevelType w:val="multilevel"/>
    <w:tmpl w:val="AFA8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417E2C"/>
    <w:multiLevelType w:val="hybridMultilevel"/>
    <w:tmpl w:val="59F0DBE8"/>
    <w:lvl w:ilvl="0" w:tplc="77CC5CB0">
      <w:start w:val="1"/>
      <w:numFmt w:val="decimal"/>
      <w:lvlText w:val="%1."/>
      <w:lvlJc w:val="left"/>
      <w:pPr>
        <w:tabs>
          <w:tab w:val="num" w:pos="1440"/>
        </w:tabs>
        <w:ind w:left="180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316FA7"/>
    <w:multiLevelType w:val="hybridMultilevel"/>
    <w:tmpl w:val="66DED47E"/>
    <w:lvl w:ilvl="0" w:tplc="E7960C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C796200"/>
    <w:multiLevelType w:val="hybridMultilevel"/>
    <w:tmpl w:val="AFA844E0"/>
    <w:lvl w:ilvl="0" w:tplc="6FACA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3C11A9"/>
    <w:multiLevelType w:val="hybridMultilevel"/>
    <w:tmpl w:val="76283FAE"/>
    <w:lvl w:ilvl="0" w:tplc="0CDA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3A3663"/>
    <w:multiLevelType w:val="hybridMultilevel"/>
    <w:tmpl w:val="8C18EAAE"/>
    <w:lvl w:ilvl="0" w:tplc="6FACA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CCF69D1"/>
    <w:multiLevelType w:val="hybridMultilevel"/>
    <w:tmpl w:val="7D64D11E"/>
    <w:lvl w:ilvl="0" w:tplc="6FDE01BA">
      <w:numFmt w:val="bullet"/>
      <w:lvlText w:val="-"/>
      <w:lvlJc w:val="left"/>
      <w:pPr>
        <w:tabs>
          <w:tab w:val="num" w:pos="347"/>
        </w:tabs>
        <w:ind w:left="347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67"/>
        </w:tabs>
        <w:ind w:left="10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87"/>
        </w:tabs>
        <w:ind w:left="17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07"/>
        </w:tabs>
        <w:ind w:left="25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27"/>
        </w:tabs>
        <w:ind w:left="32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47"/>
        </w:tabs>
        <w:ind w:left="39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67"/>
        </w:tabs>
        <w:ind w:left="46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87"/>
        </w:tabs>
        <w:ind w:left="53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07"/>
        </w:tabs>
        <w:ind w:left="610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14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D47"/>
    <w:rsid w:val="000106A7"/>
    <w:rsid w:val="000303BA"/>
    <w:rsid w:val="00091894"/>
    <w:rsid w:val="000A05A5"/>
    <w:rsid w:val="000A0D19"/>
    <w:rsid w:val="000A205D"/>
    <w:rsid w:val="000C0D47"/>
    <w:rsid w:val="000D011F"/>
    <w:rsid w:val="001018CC"/>
    <w:rsid w:val="001064BC"/>
    <w:rsid w:val="0011425C"/>
    <w:rsid w:val="001348B4"/>
    <w:rsid w:val="00134E6E"/>
    <w:rsid w:val="0014565B"/>
    <w:rsid w:val="00176C5B"/>
    <w:rsid w:val="00185EB7"/>
    <w:rsid w:val="00186877"/>
    <w:rsid w:val="00191967"/>
    <w:rsid w:val="001A26AA"/>
    <w:rsid w:val="001A4DAA"/>
    <w:rsid w:val="001C4D5B"/>
    <w:rsid w:val="001F1D62"/>
    <w:rsid w:val="001F2D81"/>
    <w:rsid w:val="00207061"/>
    <w:rsid w:val="0026390C"/>
    <w:rsid w:val="00266214"/>
    <w:rsid w:val="002B076A"/>
    <w:rsid w:val="002C1662"/>
    <w:rsid w:val="002D2D54"/>
    <w:rsid w:val="002D5709"/>
    <w:rsid w:val="002D7191"/>
    <w:rsid w:val="002E7CB1"/>
    <w:rsid w:val="002F4584"/>
    <w:rsid w:val="00301292"/>
    <w:rsid w:val="00306FE5"/>
    <w:rsid w:val="003078BF"/>
    <w:rsid w:val="003203F1"/>
    <w:rsid w:val="00367F3C"/>
    <w:rsid w:val="00392B1F"/>
    <w:rsid w:val="003B7232"/>
    <w:rsid w:val="003C548E"/>
    <w:rsid w:val="003C5E65"/>
    <w:rsid w:val="003D3FDF"/>
    <w:rsid w:val="003E699F"/>
    <w:rsid w:val="003E77BE"/>
    <w:rsid w:val="003F20EC"/>
    <w:rsid w:val="00435E9B"/>
    <w:rsid w:val="00441BFA"/>
    <w:rsid w:val="00461151"/>
    <w:rsid w:val="00481698"/>
    <w:rsid w:val="004B3297"/>
    <w:rsid w:val="004C45E3"/>
    <w:rsid w:val="004D4F24"/>
    <w:rsid w:val="004F32D8"/>
    <w:rsid w:val="0053146E"/>
    <w:rsid w:val="00531E28"/>
    <w:rsid w:val="005354EC"/>
    <w:rsid w:val="00551CAC"/>
    <w:rsid w:val="00552E6E"/>
    <w:rsid w:val="005B46D8"/>
    <w:rsid w:val="005E18F0"/>
    <w:rsid w:val="005E6B51"/>
    <w:rsid w:val="005F3F3D"/>
    <w:rsid w:val="0060769F"/>
    <w:rsid w:val="006149A8"/>
    <w:rsid w:val="00620009"/>
    <w:rsid w:val="00647495"/>
    <w:rsid w:val="00652B09"/>
    <w:rsid w:val="00657968"/>
    <w:rsid w:val="006720C2"/>
    <w:rsid w:val="00681352"/>
    <w:rsid w:val="006A7954"/>
    <w:rsid w:val="006F6027"/>
    <w:rsid w:val="00706979"/>
    <w:rsid w:val="00727F39"/>
    <w:rsid w:val="00757282"/>
    <w:rsid w:val="00776BE7"/>
    <w:rsid w:val="007A530A"/>
    <w:rsid w:val="007D2791"/>
    <w:rsid w:val="007F403B"/>
    <w:rsid w:val="00823798"/>
    <w:rsid w:val="00832B6D"/>
    <w:rsid w:val="00841AA1"/>
    <w:rsid w:val="00845BC2"/>
    <w:rsid w:val="008554A9"/>
    <w:rsid w:val="00860FF4"/>
    <w:rsid w:val="00873746"/>
    <w:rsid w:val="00894D31"/>
    <w:rsid w:val="008C222D"/>
    <w:rsid w:val="008D20AC"/>
    <w:rsid w:val="008E359F"/>
    <w:rsid w:val="008E7E29"/>
    <w:rsid w:val="008F1133"/>
    <w:rsid w:val="008F4E37"/>
    <w:rsid w:val="00901234"/>
    <w:rsid w:val="0094716E"/>
    <w:rsid w:val="00970CE7"/>
    <w:rsid w:val="00974B3B"/>
    <w:rsid w:val="009A5702"/>
    <w:rsid w:val="009B7230"/>
    <w:rsid w:val="009C2E91"/>
    <w:rsid w:val="009D78EC"/>
    <w:rsid w:val="00A120FF"/>
    <w:rsid w:val="00A80B6F"/>
    <w:rsid w:val="00A913E4"/>
    <w:rsid w:val="00A96E63"/>
    <w:rsid w:val="00AA2D6C"/>
    <w:rsid w:val="00AC2103"/>
    <w:rsid w:val="00AD7DBF"/>
    <w:rsid w:val="00AF7D69"/>
    <w:rsid w:val="00B00BFE"/>
    <w:rsid w:val="00B11FB4"/>
    <w:rsid w:val="00B3513C"/>
    <w:rsid w:val="00B46E1E"/>
    <w:rsid w:val="00B47945"/>
    <w:rsid w:val="00B5255D"/>
    <w:rsid w:val="00B73147"/>
    <w:rsid w:val="00BA2607"/>
    <w:rsid w:val="00BC6297"/>
    <w:rsid w:val="00BD3583"/>
    <w:rsid w:val="00BD4E4A"/>
    <w:rsid w:val="00BE0B3A"/>
    <w:rsid w:val="00BF467F"/>
    <w:rsid w:val="00BF58B5"/>
    <w:rsid w:val="00C35537"/>
    <w:rsid w:val="00C55864"/>
    <w:rsid w:val="00CA7018"/>
    <w:rsid w:val="00CE54FE"/>
    <w:rsid w:val="00CF3938"/>
    <w:rsid w:val="00CF4017"/>
    <w:rsid w:val="00D25305"/>
    <w:rsid w:val="00D95ADC"/>
    <w:rsid w:val="00DA7CF4"/>
    <w:rsid w:val="00DB1947"/>
    <w:rsid w:val="00DB2D4E"/>
    <w:rsid w:val="00DB3D47"/>
    <w:rsid w:val="00DC5CB7"/>
    <w:rsid w:val="00DE35BC"/>
    <w:rsid w:val="00DF632F"/>
    <w:rsid w:val="00E163C9"/>
    <w:rsid w:val="00E22367"/>
    <w:rsid w:val="00E37E9F"/>
    <w:rsid w:val="00E504F2"/>
    <w:rsid w:val="00E52997"/>
    <w:rsid w:val="00E64AB5"/>
    <w:rsid w:val="00E65656"/>
    <w:rsid w:val="00E75ACA"/>
    <w:rsid w:val="00E80E18"/>
    <w:rsid w:val="00EA4470"/>
    <w:rsid w:val="00EA532E"/>
    <w:rsid w:val="00EC59D2"/>
    <w:rsid w:val="00ED0162"/>
    <w:rsid w:val="00EF74D6"/>
    <w:rsid w:val="00F16E56"/>
    <w:rsid w:val="00F87042"/>
    <w:rsid w:val="00FB5295"/>
    <w:rsid w:val="00FB715B"/>
    <w:rsid w:val="00FC46AE"/>
    <w:rsid w:val="00FD77D0"/>
    <w:rsid w:val="00FE12A7"/>
    <w:rsid w:val="00FF7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47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76C5B"/>
    <w:pPr>
      <w:keepNext/>
      <w:spacing w:after="200" w:line="276" w:lineRule="auto"/>
      <w:outlineLvl w:val="0"/>
    </w:pPr>
    <w:rPr>
      <w:rFonts w:eastAsia="Times New Roman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76C5B"/>
    <w:rPr>
      <w:rFonts w:eastAsia="Times New Roman" w:cs="Times New Roman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"/>
    <w:uiPriority w:val="99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32D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F32D8"/>
    <w:rPr>
      <w:rFonts w:ascii="Calibri" w:hAnsi="Calibri" w:cs="Times New Roman"/>
    </w:rPr>
  </w:style>
  <w:style w:type="paragraph" w:styleId="NoSpacing">
    <w:name w:val="No Spacing"/>
    <w:uiPriority w:val="99"/>
    <w:qFormat/>
    <w:rsid w:val="00706979"/>
    <w:rPr>
      <w:lang w:eastAsia="en-US"/>
    </w:rPr>
  </w:style>
  <w:style w:type="table" w:styleId="TableGrid">
    <w:name w:val="Table Grid"/>
    <w:basedOn w:val="TableNormal"/>
    <w:uiPriority w:val="99"/>
    <w:rsid w:val="001F1D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BodyTextIndent">
    <w:name w:val="Body Text Indent"/>
    <w:basedOn w:val="Normal"/>
    <w:link w:val="BodyTextIndentChar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C548E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C35537"/>
    <w:pPr>
      <w:ind w:left="720"/>
      <w:contextualSpacing/>
    </w:pPr>
  </w:style>
  <w:style w:type="paragraph" w:customStyle="1" w:styleId="normal0">
    <w:name w:val="normal"/>
    <w:basedOn w:val="Normal"/>
    <w:uiPriority w:val="99"/>
    <w:rsid w:val="002F4584"/>
    <w:rPr>
      <w:rFonts w:ascii="Times New Roman" w:hAnsi="Times New Roman"/>
      <w:sz w:val="24"/>
      <w:szCs w:val="24"/>
      <w:lang w:eastAsia="it-IT"/>
    </w:rPr>
  </w:style>
  <w:style w:type="character" w:customStyle="1" w:styleId="normalchar1">
    <w:name w:val="normal__char1"/>
    <w:basedOn w:val="DefaultParagraphFont"/>
    <w:uiPriority w:val="99"/>
    <w:rsid w:val="002F4584"/>
    <w:rPr>
      <w:rFonts w:ascii="Times New Roman" w:hAnsi="Times New Roman" w:cs="Times New Roman"/>
      <w:sz w:val="24"/>
      <w:szCs w:val="24"/>
    </w:rPr>
  </w:style>
  <w:style w:type="paragraph" w:customStyle="1" w:styleId="normal0020table1">
    <w:name w:val="normal_0020table1"/>
    <w:basedOn w:val="Normal"/>
    <w:uiPriority w:val="99"/>
    <w:rsid w:val="002F4584"/>
    <w:rPr>
      <w:rFonts w:ascii="Times New Roman" w:hAnsi="Times New Roman"/>
      <w:sz w:val="24"/>
      <w:szCs w:val="24"/>
      <w:lang w:eastAsia="it-IT"/>
    </w:rPr>
  </w:style>
  <w:style w:type="character" w:customStyle="1" w:styleId="normal0020tablechar">
    <w:name w:val="normal_0020table__char"/>
    <w:basedOn w:val="DefaultParagraphFont"/>
    <w:uiPriority w:val="99"/>
    <w:rsid w:val="002F4584"/>
    <w:rPr>
      <w:rFonts w:cs="Times New Roman"/>
    </w:rPr>
  </w:style>
  <w:style w:type="character" w:customStyle="1" w:styleId="hyperlinkchar1">
    <w:name w:val="hyperlink__char1"/>
    <w:basedOn w:val="DefaultParagraphFont"/>
    <w:uiPriority w:val="99"/>
    <w:rsid w:val="002F4584"/>
    <w:rPr>
      <w:rFonts w:cs="Times New Roman"/>
      <w:color w:val="0000FF"/>
      <w:u w:val="single"/>
    </w:rPr>
  </w:style>
  <w:style w:type="paragraph" w:customStyle="1" w:styleId="table0020grid1">
    <w:name w:val="table_0020grid1"/>
    <w:basedOn w:val="Normal"/>
    <w:uiPriority w:val="99"/>
    <w:rsid w:val="002F4584"/>
    <w:rPr>
      <w:rFonts w:ascii="Times New Roman" w:hAnsi="Times New Roman"/>
      <w:sz w:val="24"/>
      <w:szCs w:val="24"/>
      <w:lang w:eastAsia="it-IT"/>
    </w:rPr>
  </w:style>
  <w:style w:type="character" w:customStyle="1" w:styleId="table0020gridchar">
    <w:name w:val="table_0020grid__char"/>
    <w:basedOn w:val="DefaultParagraphFont"/>
    <w:uiPriority w:val="99"/>
    <w:rsid w:val="002F45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06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145">
      <w:marLeft w:val="1120"/>
      <w:marRight w:val="1120"/>
      <w:marTop w:val="98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64146">
          <w:marLeft w:val="3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147">
          <w:marLeft w:val="3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66</Words>
  <Characters>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</dc:title>
  <dc:subject/>
  <dc:creator>Administrator</dc:creator>
  <cp:keywords/>
  <dc:description/>
  <cp:lastModifiedBy>MARIANI</cp:lastModifiedBy>
  <cp:revision>5</cp:revision>
  <cp:lastPrinted>2017-11-07T19:22:00Z</cp:lastPrinted>
  <dcterms:created xsi:type="dcterms:W3CDTF">2017-11-12T23:18:00Z</dcterms:created>
  <dcterms:modified xsi:type="dcterms:W3CDTF">2017-11-12T23:45:00Z</dcterms:modified>
</cp:coreProperties>
</file>